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9D9" w:rsidRPr="001402A5" w:rsidRDefault="00B509D9" w:rsidP="001402A5">
      <w:pPr>
        <w:pStyle w:val="a5"/>
        <w:ind w:firstLine="709"/>
        <w:rPr>
          <w:rFonts w:cs="Arial"/>
          <w:lang w:val="en-US"/>
        </w:rPr>
      </w:pPr>
    </w:p>
    <w:p w:rsidR="00B509D9" w:rsidRPr="001402A5" w:rsidRDefault="008B58AB" w:rsidP="001402A5">
      <w:pPr>
        <w:pStyle w:val="a5"/>
        <w:ind w:firstLine="709"/>
        <w:rPr>
          <w:rFonts w:cs="Arial"/>
        </w:rPr>
      </w:pPr>
      <w:r w:rsidRPr="001402A5">
        <w:rPr>
          <w:rFonts w:eastAsia="Calibri" w:cs="Arial"/>
          <w:noProof/>
        </w:rPr>
        <w:drawing>
          <wp:inline distT="0" distB="0" distL="0" distR="0" wp14:anchorId="0B35C13C" wp14:editId="2842CFB3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65CB" w:rsidRPr="001402A5" w:rsidRDefault="006E1E88" w:rsidP="001402A5">
      <w:pPr>
        <w:pStyle w:val="a5"/>
        <w:ind w:firstLine="709"/>
        <w:rPr>
          <w:rFonts w:cs="Arial"/>
          <w:b w:val="0"/>
          <w:bCs w:val="0"/>
          <w:color w:val="000000" w:themeColor="text1"/>
          <w:spacing w:val="20"/>
        </w:rPr>
      </w:pPr>
      <w:r w:rsidRPr="001402A5">
        <w:rPr>
          <w:rFonts w:cs="Arial"/>
          <w:b w:val="0"/>
          <w:bCs w:val="0"/>
          <w:color w:val="000000" w:themeColor="text1"/>
          <w:spacing w:val="20"/>
        </w:rPr>
        <w:t>АДМИНИСТРАЦИЯ</w:t>
      </w:r>
    </w:p>
    <w:p w:rsidR="00C665CB" w:rsidRPr="001402A5" w:rsidRDefault="001402A5" w:rsidP="001402A5">
      <w:pPr>
        <w:pStyle w:val="a5"/>
        <w:ind w:firstLine="709"/>
        <w:rPr>
          <w:rFonts w:cs="Arial"/>
          <w:b w:val="0"/>
          <w:bCs w:val="0"/>
          <w:color w:val="000000" w:themeColor="text1"/>
          <w:spacing w:val="20"/>
        </w:rPr>
      </w:pPr>
      <w:r w:rsidRPr="001402A5">
        <w:rPr>
          <w:rFonts w:cs="Arial"/>
          <w:b w:val="0"/>
          <w:bCs w:val="0"/>
          <w:color w:val="000000" w:themeColor="text1"/>
          <w:spacing w:val="20"/>
        </w:rPr>
        <w:t>АБРАМОВСКОГО</w:t>
      </w:r>
      <w:r w:rsidR="00C665CB" w:rsidRPr="001402A5">
        <w:rPr>
          <w:rFonts w:cs="Arial"/>
          <w:b w:val="0"/>
          <w:bCs w:val="0"/>
          <w:color w:val="000000" w:themeColor="text1"/>
          <w:spacing w:val="20"/>
        </w:rPr>
        <w:t xml:space="preserve"> СЕЛЬСКОГО ПОСЕЛЕНИЯ</w:t>
      </w:r>
    </w:p>
    <w:p w:rsidR="00C665CB" w:rsidRPr="001402A5" w:rsidRDefault="00C665CB" w:rsidP="001402A5">
      <w:pPr>
        <w:pStyle w:val="a5"/>
        <w:ind w:firstLine="709"/>
        <w:rPr>
          <w:rFonts w:cs="Arial"/>
          <w:b w:val="0"/>
          <w:bCs w:val="0"/>
          <w:color w:val="000000" w:themeColor="text1"/>
          <w:spacing w:val="20"/>
        </w:rPr>
      </w:pPr>
      <w:r w:rsidRPr="001402A5">
        <w:rPr>
          <w:rFonts w:cs="Arial"/>
          <w:b w:val="0"/>
          <w:bCs w:val="0"/>
          <w:color w:val="000000" w:themeColor="text1"/>
          <w:spacing w:val="20"/>
        </w:rPr>
        <w:t>ТАЛОВСКОГО МУНИЦИПАЛЬНОГО РАЙОНА</w:t>
      </w:r>
    </w:p>
    <w:p w:rsidR="00C665CB" w:rsidRPr="001402A5" w:rsidRDefault="00C665CB" w:rsidP="001402A5">
      <w:pPr>
        <w:pStyle w:val="a5"/>
        <w:ind w:firstLine="709"/>
        <w:rPr>
          <w:rFonts w:cs="Arial"/>
          <w:b w:val="0"/>
          <w:bCs w:val="0"/>
          <w:color w:val="000000" w:themeColor="text1"/>
          <w:spacing w:val="20"/>
        </w:rPr>
      </w:pPr>
      <w:r w:rsidRPr="001402A5">
        <w:rPr>
          <w:rFonts w:cs="Arial"/>
          <w:b w:val="0"/>
          <w:bCs w:val="0"/>
          <w:color w:val="000000" w:themeColor="text1"/>
          <w:spacing w:val="20"/>
        </w:rPr>
        <w:t>ВОРОНЕЖСКОЙ ОБЛАСТИ</w:t>
      </w:r>
    </w:p>
    <w:p w:rsidR="006E1E88" w:rsidRPr="001402A5" w:rsidRDefault="006E1E88" w:rsidP="001402A5">
      <w:pPr>
        <w:shd w:val="clear" w:color="auto" w:fill="FFFFFF"/>
        <w:ind w:firstLine="709"/>
        <w:jc w:val="center"/>
        <w:rPr>
          <w:rFonts w:cs="Arial"/>
        </w:rPr>
      </w:pPr>
    </w:p>
    <w:p w:rsidR="006E1E88" w:rsidRPr="001402A5" w:rsidRDefault="006E1E88" w:rsidP="001402A5">
      <w:pPr>
        <w:ind w:firstLine="709"/>
        <w:jc w:val="center"/>
        <w:rPr>
          <w:rFonts w:cs="Arial"/>
          <w:bCs/>
        </w:rPr>
      </w:pPr>
      <w:r w:rsidRPr="001402A5">
        <w:rPr>
          <w:rFonts w:cs="Arial"/>
          <w:bCs/>
        </w:rPr>
        <w:t>ПОСТАНОВЛЕНИЕ</w:t>
      </w:r>
    </w:p>
    <w:p w:rsidR="00C665CB" w:rsidRPr="001402A5" w:rsidRDefault="00C665CB" w:rsidP="001402A5">
      <w:pPr>
        <w:pStyle w:val="a3"/>
        <w:tabs>
          <w:tab w:val="clear" w:pos="4536"/>
          <w:tab w:val="left" w:pos="708"/>
          <w:tab w:val="center" w:pos="1890"/>
          <w:tab w:val="center" w:pos="4111"/>
          <w:tab w:val="center" w:pos="7200"/>
        </w:tabs>
        <w:ind w:firstLine="709"/>
        <w:rPr>
          <w:rFonts w:cs="Arial"/>
          <w:bCs/>
        </w:rPr>
      </w:pPr>
    </w:p>
    <w:p w:rsidR="00C665CB" w:rsidRPr="001402A5" w:rsidRDefault="001402A5" w:rsidP="001402A5">
      <w:pPr>
        <w:shd w:val="clear" w:color="auto" w:fill="FFFFFF"/>
        <w:tabs>
          <w:tab w:val="left" w:pos="5760"/>
        </w:tabs>
        <w:suppressAutoHyphens/>
        <w:ind w:firstLine="709"/>
        <w:rPr>
          <w:rFonts w:cs="Arial"/>
        </w:rPr>
      </w:pPr>
      <w:r w:rsidRPr="001402A5">
        <w:rPr>
          <w:rFonts w:cs="Arial"/>
        </w:rPr>
        <w:t>от 19 июля 2024 года № 51</w:t>
      </w:r>
    </w:p>
    <w:p w:rsidR="00C665CB" w:rsidRPr="001402A5" w:rsidRDefault="001402A5" w:rsidP="001402A5">
      <w:pPr>
        <w:shd w:val="clear" w:color="auto" w:fill="FFFFFF"/>
        <w:tabs>
          <w:tab w:val="left" w:pos="5760"/>
        </w:tabs>
        <w:suppressAutoHyphens/>
        <w:ind w:firstLine="709"/>
        <w:rPr>
          <w:rFonts w:cs="Arial"/>
        </w:rPr>
      </w:pPr>
      <w:r w:rsidRPr="001402A5">
        <w:rPr>
          <w:rFonts w:cs="Arial"/>
        </w:rPr>
        <w:t>п. Абрамовка</w:t>
      </w:r>
    </w:p>
    <w:p w:rsidR="008D2ADA" w:rsidRPr="001402A5" w:rsidRDefault="008D2ADA" w:rsidP="001402A5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p w:rsidR="008D2ADA" w:rsidRPr="001402A5" w:rsidRDefault="008D2ADA" w:rsidP="001402A5">
      <w:pPr>
        <w:autoSpaceDE w:val="0"/>
        <w:autoSpaceDN w:val="0"/>
        <w:adjustRightInd w:val="0"/>
        <w:ind w:right="4534" w:firstLine="0"/>
        <w:rPr>
          <w:rFonts w:cs="Arial"/>
          <w:b/>
          <w:bCs/>
          <w:kern w:val="28"/>
        </w:rPr>
      </w:pPr>
      <w:r w:rsidRPr="001402A5">
        <w:rPr>
          <w:rFonts w:cs="Arial"/>
          <w:b/>
          <w:bCs/>
          <w:kern w:val="28"/>
        </w:rPr>
        <w:t xml:space="preserve">Об утверждении </w:t>
      </w:r>
      <w:r w:rsidR="00C67493" w:rsidRPr="001402A5">
        <w:rPr>
          <w:rFonts w:cs="Arial"/>
          <w:b/>
        </w:rPr>
        <w:t xml:space="preserve">способа ведения реестра муниципального имущества </w:t>
      </w:r>
      <w:r w:rsidR="001402A5" w:rsidRPr="001402A5">
        <w:rPr>
          <w:rFonts w:cs="Arial"/>
          <w:b/>
        </w:rPr>
        <w:t>Абрамовского</w:t>
      </w:r>
      <w:r w:rsidR="00C67493" w:rsidRPr="001402A5">
        <w:rPr>
          <w:rFonts w:cs="Arial"/>
          <w:b/>
        </w:rPr>
        <w:t xml:space="preserve"> сельского поселения Таловского муниципального района Воронежской области</w:t>
      </w:r>
    </w:p>
    <w:p w:rsidR="008D2ADA" w:rsidRPr="001402A5" w:rsidRDefault="008D2ADA" w:rsidP="001402A5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p w:rsidR="00767377" w:rsidRPr="001402A5" w:rsidRDefault="00C665CB" w:rsidP="001402A5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proofErr w:type="gramStart"/>
      <w:r w:rsidRPr="001402A5">
        <w:rPr>
          <w:rFonts w:cs="Arial"/>
        </w:rPr>
        <w:t xml:space="preserve">В соответствии с </w:t>
      </w:r>
      <w:hyperlink r:id="rId10" w:history="1">
        <w:r w:rsidRPr="001402A5">
          <w:rPr>
            <w:rFonts w:cs="Arial"/>
          </w:rPr>
          <w:t>частью 5 статьи 51</w:t>
        </w:r>
      </w:hyperlink>
      <w:r w:rsidRPr="001402A5">
        <w:rPr>
          <w:rFonts w:cs="Arial"/>
        </w:rPr>
        <w:t xml:space="preserve"> Федерального закона от 6 октября 2003 г. N 131-ФЗ «Об общих принципах организации местного самоуправления в Российской Федерации», приказом Министерства финансов Российской Федерации от 10.10.2023 г. № 163н «Об утверждении порядка ведения органами местного самоуправления реестров муниципального имущества», </w:t>
      </w:r>
      <w:r w:rsidR="00071DCE" w:rsidRPr="001402A5">
        <w:rPr>
          <w:rFonts w:cs="Arial"/>
          <w:color w:val="000000" w:themeColor="text1"/>
        </w:rPr>
        <w:t>администрация</w:t>
      </w:r>
      <w:r w:rsidR="00767377" w:rsidRPr="001402A5">
        <w:rPr>
          <w:rFonts w:cs="Arial"/>
          <w:color w:val="000000" w:themeColor="text1"/>
        </w:rPr>
        <w:t xml:space="preserve"> </w:t>
      </w:r>
      <w:r w:rsidR="001402A5">
        <w:rPr>
          <w:rFonts w:cs="Arial"/>
          <w:color w:val="000000" w:themeColor="text1"/>
        </w:rPr>
        <w:t xml:space="preserve">Абрамовского </w:t>
      </w:r>
      <w:r w:rsidR="00767377" w:rsidRPr="001402A5">
        <w:rPr>
          <w:rFonts w:cs="Arial"/>
          <w:color w:val="000000" w:themeColor="text1"/>
        </w:rPr>
        <w:t xml:space="preserve">сельского поселения Таловского муниципального района </w:t>
      </w:r>
      <w:proofErr w:type="gramEnd"/>
    </w:p>
    <w:p w:rsidR="001273F1" w:rsidRPr="001402A5" w:rsidRDefault="001273F1" w:rsidP="001402A5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</w:p>
    <w:p w:rsidR="00767377" w:rsidRPr="001402A5" w:rsidRDefault="006E1E88" w:rsidP="001402A5">
      <w:pPr>
        <w:autoSpaceDE w:val="0"/>
        <w:autoSpaceDN w:val="0"/>
        <w:adjustRightInd w:val="0"/>
        <w:ind w:firstLine="709"/>
        <w:jc w:val="center"/>
        <w:rPr>
          <w:rFonts w:cs="Arial"/>
          <w:color w:val="000000" w:themeColor="text1"/>
        </w:rPr>
      </w:pPr>
      <w:r w:rsidRPr="001402A5">
        <w:rPr>
          <w:rFonts w:cs="Arial"/>
          <w:color w:val="000000" w:themeColor="text1"/>
        </w:rPr>
        <w:t>ПОСТАНОВИЛА</w:t>
      </w:r>
      <w:r w:rsidR="00071DCE" w:rsidRPr="001402A5">
        <w:rPr>
          <w:rFonts w:cs="Arial"/>
          <w:color w:val="000000" w:themeColor="text1"/>
        </w:rPr>
        <w:t>:</w:t>
      </w:r>
    </w:p>
    <w:p w:rsidR="00767377" w:rsidRPr="001402A5" w:rsidRDefault="00767377" w:rsidP="001402A5">
      <w:pPr>
        <w:autoSpaceDE w:val="0"/>
        <w:autoSpaceDN w:val="0"/>
        <w:adjustRightInd w:val="0"/>
        <w:ind w:firstLine="709"/>
        <w:rPr>
          <w:rFonts w:cs="Arial"/>
        </w:rPr>
      </w:pPr>
    </w:p>
    <w:p w:rsidR="00C665CB" w:rsidRPr="001402A5" w:rsidRDefault="001402A5" w:rsidP="001402A5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1. </w:t>
      </w:r>
      <w:r w:rsidR="00C665CB" w:rsidRPr="001402A5">
        <w:rPr>
          <w:rFonts w:cs="Arial"/>
        </w:rPr>
        <w:t xml:space="preserve">Утвердить </w:t>
      </w:r>
      <w:hyperlink r:id="rId11" w:history="1">
        <w:r w:rsidR="00452665" w:rsidRPr="001402A5">
          <w:rPr>
            <w:rFonts w:cs="Arial"/>
          </w:rPr>
          <w:t>способ</w:t>
        </w:r>
      </w:hyperlink>
      <w:r w:rsidR="00C665CB" w:rsidRPr="001402A5">
        <w:rPr>
          <w:rFonts w:cs="Arial"/>
        </w:rPr>
        <w:t xml:space="preserve"> ведения реестра муниципального имущества </w:t>
      </w:r>
      <w:r>
        <w:rPr>
          <w:rFonts w:cs="Arial"/>
        </w:rPr>
        <w:t>Абрамовского</w:t>
      </w:r>
      <w:r w:rsidR="00C665CB" w:rsidRPr="001402A5">
        <w:rPr>
          <w:rFonts w:cs="Arial"/>
        </w:rPr>
        <w:t xml:space="preserve"> сельского поселения Таловского муниципального района согласно приложению к настоящему</w:t>
      </w:r>
      <w:r w:rsidR="00071DCE" w:rsidRPr="001402A5">
        <w:rPr>
          <w:rFonts w:cs="Arial"/>
        </w:rPr>
        <w:t xml:space="preserve"> постановлению</w:t>
      </w:r>
      <w:r w:rsidR="00C665CB" w:rsidRPr="001402A5">
        <w:rPr>
          <w:rFonts w:cs="Arial"/>
        </w:rPr>
        <w:t xml:space="preserve"> (приложение № 1).</w:t>
      </w:r>
    </w:p>
    <w:p w:rsidR="006246B2" w:rsidRPr="001402A5" w:rsidRDefault="001402A5" w:rsidP="001402A5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2. </w:t>
      </w:r>
      <w:r w:rsidR="006246B2" w:rsidRPr="001402A5">
        <w:rPr>
          <w:rFonts w:cs="Arial"/>
        </w:rPr>
        <w:t xml:space="preserve">Утвердить образец выписки </w:t>
      </w:r>
      <w:r w:rsidR="005802E3" w:rsidRPr="001402A5">
        <w:rPr>
          <w:rFonts w:cs="Arial"/>
        </w:rPr>
        <w:t>из реестра муниципального имущества об объекте учета муниципального имущества</w:t>
      </w:r>
      <w:r>
        <w:rPr>
          <w:rFonts w:cs="Arial"/>
        </w:rPr>
        <w:t xml:space="preserve"> Абрамовского</w:t>
      </w:r>
      <w:r w:rsidR="006246B2" w:rsidRPr="001402A5">
        <w:rPr>
          <w:rFonts w:cs="Arial"/>
        </w:rPr>
        <w:t xml:space="preserve"> сельского поселения Таловского муниципального района согласно приложению к настоящему </w:t>
      </w:r>
      <w:r w:rsidR="00071DCE" w:rsidRPr="001402A5">
        <w:rPr>
          <w:rFonts w:cs="Arial"/>
        </w:rPr>
        <w:t>постановлению</w:t>
      </w:r>
      <w:r w:rsidR="006246B2" w:rsidRPr="001402A5">
        <w:rPr>
          <w:rFonts w:cs="Arial"/>
        </w:rPr>
        <w:t xml:space="preserve"> (приложение № 2).</w:t>
      </w:r>
    </w:p>
    <w:p w:rsidR="006246B2" w:rsidRPr="001402A5" w:rsidRDefault="001402A5" w:rsidP="001402A5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3. </w:t>
      </w:r>
      <w:r w:rsidR="006246B2" w:rsidRPr="001402A5">
        <w:rPr>
          <w:rFonts w:cs="Arial"/>
        </w:rPr>
        <w:t xml:space="preserve">Утвердить образец </w:t>
      </w:r>
      <w:r w:rsidR="006246B2" w:rsidRPr="001402A5">
        <w:rPr>
          <w:rFonts w:cs="Arial"/>
          <w:color w:val="000000"/>
        </w:rPr>
        <w:t>заявления/обращения/требования о предоставлении сведений из реестра муниципальной собственности</w:t>
      </w:r>
      <w:r w:rsidR="006246B2" w:rsidRPr="001402A5">
        <w:rPr>
          <w:rFonts w:cs="Arial"/>
        </w:rPr>
        <w:t xml:space="preserve"> </w:t>
      </w:r>
      <w:r>
        <w:rPr>
          <w:rFonts w:cs="Arial"/>
        </w:rPr>
        <w:t>Абрамовского</w:t>
      </w:r>
      <w:r w:rsidR="006246B2" w:rsidRPr="001402A5">
        <w:rPr>
          <w:rFonts w:cs="Arial"/>
        </w:rPr>
        <w:t xml:space="preserve"> сельского поселения Таловского муниципального района согласно приложению к настоящему </w:t>
      </w:r>
      <w:r w:rsidR="00071DCE" w:rsidRPr="001402A5">
        <w:rPr>
          <w:rFonts w:cs="Arial"/>
        </w:rPr>
        <w:t xml:space="preserve">постановлению </w:t>
      </w:r>
      <w:r w:rsidR="006246B2" w:rsidRPr="001402A5">
        <w:rPr>
          <w:rFonts w:cs="Arial"/>
        </w:rPr>
        <w:t>(приложение № 3).</w:t>
      </w:r>
    </w:p>
    <w:p w:rsidR="006246B2" w:rsidRPr="001402A5" w:rsidRDefault="001402A5" w:rsidP="001402A5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4. </w:t>
      </w:r>
      <w:r w:rsidR="006246B2" w:rsidRPr="001402A5">
        <w:rPr>
          <w:rFonts w:cs="Arial"/>
        </w:rPr>
        <w:t xml:space="preserve">Утвердить </w:t>
      </w:r>
      <w:r w:rsidR="006246B2" w:rsidRPr="001402A5">
        <w:rPr>
          <w:rFonts w:cs="Arial"/>
          <w:color w:val="000000"/>
        </w:rPr>
        <w:t xml:space="preserve">форму размещения информации о муниципальном имуществе </w:t>
      </w:r>
      <w:r>
        <w:rPr>
          <w:rFonts w:cs="Arial"/>
          <w:color w:val="000000"/>
        </w:rPr>
        <w:t xml:space="preserve">Абрамовского сельского </w:t>
      </w:r>
      <w:r w:rsidR="006246B2" w:rsidRPr="001402A5">
        <w:rPr>
          <w:rFonts w:cs="Arial"/>
          <w:color w:val="000000"/>
        </w:rPr>
        <w:t>поселения в сети «Интернет»</w:t>
      </w:r>
      <w:r w:rsidR="006246B2" w:rsidRPr="001402A5">
        <w:rPr>
          <w:rFonts w:cs="Arial"/>
        </w:rPr>
        <w:t xml:space="preserve"> </w:t>
      </w:r>
      <w:r>
        <w:rPr>
          <w:rFonts w:cs="Arial"/>
        </w:rPr>
        <w:t>Абрамовского</w:t>
      </w:r>
      <w:r w:rsidR="006246B2" w:rsidRPr="001402A5">
        <w:rPr>
          <w:rFonts w:cs="Arial"/>
        </w:rPr>
        <w:t xml:space="preserve"> сельского поселения Таловского муниципального района согласно приложению к настоящему </w:t>
      </w:r>
      <w:r w:rsidR="00071DCE" w:rsidRPr="001402A5">
        <w:rPr>
          <w:rFonts w:cs="Arial"/>
        </w:rPr>
        <w:t>постановлению</w:t>
      </w:r>
      <w:r w:rsidR="006246B2" w:rsidRPr="001402A5">
        <w:rPr>
          <w:rFonts w:cs="Arial"/>
        </w:rPr>
        <w:t xml:space="preserve"> (приложение № 4).</w:t>
      </w:r>
    </w:p>
    <w:p w:rsidR="006246B2" w:rsidRPr="001402A5" w:rsidRDefault="001402A5" w:rsidP="001402A5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5. </w:t>
      </w:r>
      <w:r w:rsidR="006246B2" w:rsidRPr="001402A5">
        <w:rPr>
          <w:rFonts w:cs="Arial"/>
        </w:rPr>
        <w:t xml:space="preserve">Утвердить образец </w:t>
      </w:r>
      <w:r w:rsidR="006246B2" w:rsidRPr="001402A5">
        <w:rPr>
          <w:rFonts w:cs="Arial"/>
          <w:color w:val="000000"/>
        </w:rPr>
        <w:t>уведомления об отсутствии запрашиваемой информации в реестре или отказе в предоставлении сведений из реестра</w:t>
      </w:r>
      <w:r w:rsidR="006246B2" w:rsidRPr="001402A5">
        <w:rPr>
          <w:rFonts w:cs="Arial"/>
        </w:rPr>
        <w:t xml:space="preserve"> </w:t>
      </w:r>
      <w:r>
        <w:rPr>
          <w:rFonts w:cs="Arial"/>
        </w:rPr>
        <w:t>Абрамовского</w:t>
      </w:r>
      <w:r w:rsidR="006246B2" w:rsidRPr="001402A5">
        <w:rPr>
          <w:rFonts w:cs="Arial"/>
        </w:rPr>
        <w:t xml:space="preserve"> сельского поселения Таловского муниципального района согласно приложению к настоящему </w:t>
      </w:r>
      <w:r w:rsidR="00071DCE" w:rsidRPr="001402A5">
        <w:rPr>
          <w:rFonts w:cs="Arial"/>
        </w:rPr>
        <w:t>постановлению</w:t>
      </w:r>
      <w:r w:rsidR="006246B2" w:rsidRPr="001402A5">
        <w:rPr>
          <w:rFonts w:cs="Arial"/>
        </w:rPr>
        <w:t xml:space="preserve"> (приложение № 5).</w:t>
      </w:r>
    </w:p>
    <w:p w:rsidR="00767377" w:rsidRPr="001402A5" w:rsidRDefault="001273F1" w:rsidP="001402A5">
      <w:pPr>
        <w:widowControl w:val="0"/>
        <w:ind w:firstLine="709"/>
        <w:rPr>
          <w:rFonts w:cs="Arial"/>
        </w:rPr>
      </w:pPr>
      <w:r w:rsidRPr="001402A5">
        <w:rPr>
          <w:rFonts w:cs="Arial"/>
        </w:rPr>
        <w:t>6</w:t>
      </w:r>
      <w:r w:rsidR="00452665" w:rsidRPr="001402A5">
        <w:rPr>
          <w:rFonts w:cs="Arial"/>
        </w:rPr>
        <w:t xml:space="preserve">. </w:t>
      </w:r>
      <w:proofErr w:type="gramStart"/>
      <w:r w:rsidR="001402A5">
        <w:rPr>
          <w:rFonts w:cs="Arial"/>
        </w:rPr>
        <w:t>Разместить</w:t>
      </w:r>
      <w:proofErr w:type="gramEnd"/>
      <w:r w:rsidR="00452665" w:rsidRPr="001402A5">
        <w:rPr>
          <w:rFonts w:cs="Arial"/>
        </w:rPr>
        <w:t xml:space="preserve"> настоящее постановление на официальном сайте администрации </w:t>
      </w:r>
      <w:r w:rsidR="001402A5">
        <w:rPr>
          <w:rFonts w:cs="Arial"/>
        </w:rPr>
        <w:t>Абрамовского сельского поселения</w:t>
      </w:r>
      <w:r w:rsidR="00452665" w:rsidRPr="001402A5">
        <w:rPr>
          <w:rFonts w:cs="Arial"/>
        </w:rPr>
        <w:t xml:space="preserve"> в сети Интернет.</w:t>
      </w:r>
    </w:p>
    <w:p w:rsidR="00071DCE" w:rsidRPr="001402A5" w:rsidRDefault="00071DCE" w:rsidP="001402A5">
      <w:pPr>
        <w:widowControl w:val="0"/>
        <w:ind w:firstLine="709"/>
        <w:rPr>
          <w:rFonts w:cs="Arial"/>
        </w:rPr>
      </w:pPr>
      <w:r w:rsidRPr="001402A5">
        <w:rPr>
          <w:rFonts w:cs="Arial"/>
        </w:rPr>
        <w:t>7. Признать утратившим силу постановление</w:t>
      </w:r>
      <w:r w:rsidR="001402A5">
        <w:rPr>
          <w:rFonts w:cs="Arial"/>
        </w:rPr>
        <w:t xml:space="preserve"> администрации Абрамовского </w:t>
      </w:r>
      <w:r w:rsidR="001402A5">
        <w:rPr>
          <w:rFonts w:cs="Arial"/>
        </w:rPr>
        <w:lastRenderedPageBreak/>
        <w:t>сельского поселения Таловского муниципального района Воронежской области от 20.05.2024 № 35 «Об утверждении порядка ведения реестра муниципального имущества Абрамовского сельского поселения Таловского муниципального района».</w:t>
      </w:r>
    </w:p>
    <w:p w:rsidR="00767377" w:rsidRDefault="001402A5" w:rsidP="001402A5">
      <w:pPr>
        <w:widowControl w:val="0"/>
        <w:ind w:firstLine="709"/>
        <w:rPr>
          <w:rFonts w:cs="Arial"/>
        </w:rPr>
      </w:pPr>
      <w:r>
        <w:rPr>
          <w:rFonts w:cs="Arial"/>
        </w:rPr>
        <w:t>8</w:t>
      </w:r>
      <w:r w:rsidR="00767377" w:rsidRPr="001402A5">
        <w:rPr>
          <w:rFonts w:cs="Arial"/>
        </w:rPr>
        <w:t xml:space="preserve">. </w:t>
      </w:r>
      <w:proofErr w:type="gramStart"/>
      <w:r w:rsidR="00767377" w:rsidRPr="001402A5">
        <w:rPr>
          <w:rFonts w:cs="Arial"/>
        </w:rPr>
        <w:t>Контроль за</w:t>
      </w:r>
      <w:proofErr w:type="gramEnd"/>
      <w:r w:rsidR="00767377" w:rsidRPr="001402A5">
        <w:rPr>
          <w:rFonts w:cs="Arial"/>
        </w:rPr>
        <w:t xml:space="preserve"> исполнением настоящего </w:t>
      </w:r>
      <w:r w:rsidR="00F434A5" w:rsidRPr="001402A5">
        <w:rPr>
          <w:rFonts w:cs="Arial"/>
        </w:rPr>
        <w:t>постановления</w:t>
      </w:r>
      <w:r w:rsidR="00767377" w:rsidRPr="001402A5">
        <w:rPr>
          <w:rFonts w:cs="Arial"/>
        </w:rPr>
        <w:t xml:space="preserve"> оставляю за собой</w:t>
      </w:r>
      <w:r w:rsidR="00C665CB" w:rsidRPr="001402A5">
        <w:rPr>
          <w:rFonts w:cs="Arial"/>
        </w:rPr>
        <w:t>.</w:t>
      </w:r>
    </w:p>
    <w:p w:rsidR="001402A5" w:rsidRDefault="001402A5" w:rsidP="001402A5">
      <w:pPr>
        <w:widowControl w:val="0"/>
        <w:ind w:firstLine="709"/>
        <w:rPr>
          <w:rFonts w:cs="Arial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402A5" w:rsidTr="001402A5">
        <w:tc>
          <w:tcPr>
            <w:tcW w:w="4785" w:type="dxa"/>
          </w:tcPr>
          <w:p w:rsidR="001402A5" w:rsidRDefault="001402A5" w:rsidP="001402A5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Глава Абрамовского</w:t>
            </w:r>
          </w:p>
          <w:p w:rsidR="001402A5" w:rsidRDefault="001402A5" w:rsidP="001402A5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</w:p>
        </w:tc>
        <w:tc>
          <w:tcPr>
            <w:tcW w:w="4785" w:type="dxa"/>
          </w:tcPr>
          <w:p w:rsidR="001402A5" w:rsidRDefault="001402A5" w:rsidP="001402A5">
            <w:pPr>
              <w:widowControl w:val="0"/>
              <w:ind w:firstLine="0"/>
              <w:rPr>
                <w:rFonts w:cs="Arial"/>
              </w:rPr>
            </w:pPr>
          </w:p>
          <w:p w:rsidR="001402A5" w:rsidRDefault="001402A5" w:rsidP="001402A5">
            <w:pPr>
              <w:widowControl w:val="0"/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071DCE" w:rsidRPr="001402A5" w:rsidRDefault="00071DCE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br w:type="page"/>
      </w:r>
    </w:p>
    <w:p w:rsidR="00D831D4" w:rsidRPr="001402A5" w:rsidRDefault="00D831D4" w:rsidP="001402A5">
      <w:pPr>
        <w:ind w:firstLine="709"/>
        <w:jc w:val="right"/>
        <w:rPr>
          <w:rFonts w:cs="Arial"/>
        </w:rPr>
      </w:pPr>
      <w:r w:rsidRPr="001402A5">
        <w:rPr>
          <w:rFonts w:cs="Arial"/>
        </w:rPr>
        <w:lastRenderedPageBreak/>
        <w:t>Приложение №1</w:t>
      </w:r>
    </w:p>
    <w:p w:rsidR="00AB2F0E" w:rsidRPr="001402A5" w:rsidRDefault="00AB2F0E" w:rsidP="001402A5">
      <w:pPr>
        <w:ind w:firstLine="709"/>
        <w:jc w:val="right"/>
        <w:rPr>
          <w:rFonts w:cs="Arial"/>
        </w:rPr>
      </w:pPr>
      <w:r w:rsidRPr="001402A5">
        <w:rPr>
          <w:rFonts w:cs="Arial"/>
        </w:rPr>
        <w:t xml:space="preserve">к </w:t>
      </w:r>
      <w:r w:rsidR="003F6E49" w:rsidRPr="001402A5">
        <w:rPr>
          <w:rFonts w:cs="Arial"/>
        </w:rPr>
        <w:t>постановлению администрации</w:t>
      </w:r>
    </w:p>
    <w:p w:rsidR="00C04DD6" w:rsidRPr="001402A5" w:rsidRDefault="001402A5" w:rsidP="001402A5">
      <w:pPr>
        <w:ind w:firstLine="709"/>
        <w:jc w:val="right"/>
        <w:rPr>
          <w:rFonts w:cs="Arial"/>
        </w:rPr>
      </w:pPr>
      <w:r>
        <w:rPr>
          <w:rFonts w:cs="Arial"/>
        </w:rPr>
        <w:t>Абрамовского</w:t>
      </w:r>
      <w:r w:rsidR="00F125E8" w:rsidRPr="001402A5">
        <w:rPr>
          <w:rFonts w:cs="Arial"/>
        </w:rPr>
        <w:t xml:space="preserve"> сельского поселения</w:t>
      </w:r>
    </w:p>
    <w:p w:rsidR="00C04DD6" w:rsidRDefault="00C04DD6" w:rsidP="001402A5">
      <w:pPr>
        <w:ind w:firstLine="709"/>
        <w:jc w:val="right"/>
        <w:rPr>
          <w:rFonts w:cs="Arial"/>
        </w:rPr>
      </w:pPr>
      <w:r w:rsidRPr="001402A5">
        <w:rPr>
          <w:rFonts w:cs="Arial"/>
        </w:rPr>
        <w:t>Таловского муниципального района</w:t>
      </w:r>
    </w:p>
    <w:p w:rsidR="001402A5" w:rsidRDefault="001402A5" w:rsidP="001402A5">
      <w:pPr>
        <w:ind w:firstLine="709"/>
        <w:jc w:val="right"/>
        <w:rPr>
          <w:rFonts w:cs="Arial"/>
        </w:rPr>
      </w:pPr>
      <w:r>
        <w:rPr>
          <w:rFonts w:cs="Arial"/>
        </w:rPr>
        <w:t>Воронежской области</w:t>
      </w:r>
    </w:p>
    <w:p w:rsidR="001402A5" w:rsidRPr="001402A5" w:rsidRDefault="000F5AA6" w:rsidP="001402A5">
      <w:pPr>
        <w:ind w:firstLine="709"/>
        <w:jc w:val="right"/>
        <w:rPr>
          <w:rFonts w:cs="Arial"/>
        </w:rPr>
      </w:pPr>
      <w:r>
        <w:rPr>
          <w:rFonts w:cs="Arial"/>
        </w:rPr>
        <w:t>о</w:t>
      </w:r>
      <w:bookmarkStart w:id="0" w:name="_GoBack"/>
      <w:bookmarkEnd w:id="0"/>
      <w:r w:rsidR="001402A5">
        <w:rPr>
          <w:rFonts w:cs="Arial"/>
        </w:rPr>
        <w:t>т 19.07.2024 г. № 51</w:t>
      </w:r>
    </w:p>
    <w:p w:rsidR="006246B2" w:rsidRPr="001402A5" w:rsidRDefault="006246B2" w:rsidP="001402A5">
      <w:pPr>
        <w:tabs>
          <w:tab w:val="left" w:pos="8083"/>
        </w:tabs>
        <w:autoSpaceDE w:val="0"/>
        <w:autoSpaceDN w:val="0"/>
        <w:adjustRightInd w:val="0"/>
        <w:ind w:firstLine="709"/>
        <w:rPr>
          <w:rFonts w:cs="Arial"/>
        </w:rPr>
      </w:pPr>
    </w:p>
    <w:p w:rsidR="00331720" w:rsidRPr="001402A5" w:rsidRDefault="002E543A" w:rsidP="001402A5">
      <w:pPr>
        <w:autoSpaceDE w:val="0"/>
        <w:autoSpaceDN w:val="0"/>
        <w:adjustRightInd w:val="0"/>
        <w:ind w:firstLine="709"/>
        <w:rPr>
          <w:rFonts w:cs="Arial"/>
        </w:rPr>
      </w:pPr>
      <w:r w:rsidRPr="001402A5">
        <w:rPr>
          <w:rFonts w:cs="Arial"/>
        </w:rPr>
        <w:t xml:space="preserve">Способ ведения реестра муниципального имущества </w:t>
      </w:r>
      <w:r w:rsidR="001402A5">
        <w:rPr>
          <w:rFonts w:cs="Arial"/>
        </w:rPr>
        <w:t xml:space="preserve">Абрамовского </w:t>
      </w:r>
      <w:r w:rsidRPr="001402A5">
        <w:rPr>
          <w:rFonts w:cs="Arial"/>
        </w:rPr>
        <w:t xml:space="preserve">сельского поселения </w:t>
      </w:r>
      <w:r w:rsidR="00452665" w:rsidRPr="001402A5">
        <w:rPr>
          <w:rFonts w:cs="Arial"/>
        </w:rPr>
        <w:t>Т</w:t>
      </w:r>
      <w:r w:rsidRPr="001402A5">
        <w:rPr>
          <w:rFonts w:cs="Arial"/>
        </w:rPr>
        <w:t xml:space="preserve">аловского муниципального района </w:t>
      </w:r>
    </w:p>
    <w:p w:rsidR="00E16E51" w:rsidRPr="001402A5" w:rsidRDefault="00E16E51" w:rsidP="001402A5">
      <w:pPr>
        <w:autoSpaceDE w:val="0"/>
        <w:autoSpaceDN w:val="0"/>
        <w:adjustRightInd w:val="0"/>
        <w:ind w:firstLine="709"/>
        <w:rPr>
          <w:rFonts w:cs="Arial"/>
        </w:rPr>
      </w:pPr>
    </w:p>
    <w:p w:rsidR="002E543A" w:rsidRPr="001402A5" w:rsidRDefault="00AB2F0E" w:rsidP="001402A5">
      <w:pPr>
        <w:autoSpaceDE w:val="0"/>
        <w:autoSpaceDN w:val="0"/>
        <w:adjustRightInd w:val="0"/>
        <w:ind w:firstLine="709"/>
        <w:rPr>
          <w:rFonts w:cs="Arial"/>
        </w:rPr>
      </w:pPr>
      <w:r w:rsidRPr="001402A5">
        <w:rPr>
          <w:rFonts w:cs="Arial"/>
        </w:rPr>
        <w:t xml:space="preserve">1. </w:t>
      </w:r>
      <w:proofErr w:type="gramStart"/>
      <w:r w:rsidR="00452665" w:rsidRPr="001402A5">
        <w:rPr>
          <w:rFonts w:cs="Arial"/>
        </w:rPr>
        <w:t>Ведение реестра осуществляется путем внесения в соответствующие подразделы реестра сведений об объектах учета, собственником (владельцем) которых является муниципальное образование, и о лицах, обладающих правами на объекты учета и сведениями о них, и уточнения изменившихся сведений о муниципальном имуществе, принадлежащем на вещном праве органу местного самоуправления, муниципальному бюджетному учреждению, муниципальному казенному учреждению, муниципальному автономному учреждению, муниципальному унитарному предприятию, муниципальному казенному предприятию</w:t>
      </w:r>
      <w:proofErr w:type="gramEnd"/>
      <w:r w:rsidR="00452665" w:rsidRPr="001402A5">
        <w:rPr>
          <w:rFonts w:cs="Arial"/>
        </w:rPr>
        <w:t xml:space="preserve"> или иному юридическому либо физическому лицу, которому муниципальное имущество принадлежит на вещном праве или в силу закона (далее – правообладатель), или составляющем муниципальную казну муниципального образования,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(или) деятельности правообладателя. </w:t>
      </w:r>
    </w:p>
    <w:p w:rsidR="003F6E49" w:rsidRPr="001402A5" w:rsidRDefault="003F6E49" w:rsidP="001402A5">
      <w:pPr>
        <w:ind w:firstLine="709"/>
        <w:rPr>
          <w:rFonts w:cs="Arial"/>
        </w:rPr>
      </w:pPr>
      <w:r w:rsidRPr="001402A5">
        <w:rPr>
          <w:rFonts w:cs="Arial"/>
        </w:rPr>
        <w:t>2. Неотъемлемой частью реестра являются:</w:t>
      </w:r>
    </w:p>
    <w:p w:rsidR="003F6E49" w:rsidRPr="001402A5" w:rsidRDefault="003F6E49" w:rsidP="001402A5">
      <w:pPr>
        <w:ind w:firstLine="709"/>
        <w:rPr>
          <w:rFonts w:cs="Arial"/>
        </w:rPr>
      </w:pPr>
      <w:r w:rsidRPr="001402A5">
        <w:rPr>
          <w:rFonts w:cs="Arial"/>
        </w:rPr>
        <w:t>а) документы, подтверждающие сведения, включаемые в реестр (далее – подтверждающие документы);</w:t>
      </w:r>
    </w:p>
    <w:p w:rsidR="003F6E49" w:rsidRPr="001402A5" w:rsidRDefault="003F6E49" w:rsidP="001402A5">
      <w:pPr>
        <w:ind w:firstLine="709"/>
        <w:rPr>
          <w:rFonts w:cs="Arial"/>
        </w:rPr>
      </w:pPr>
      <w:r w:rsidRPr="001402A5">
        <w:rPr>
          <w:rFonts w:cs="Arial"/>
        </w:rPr>
        <w:t>б) иные документы, предусмотренные правовыми актами органов местного самоуправления.</w:t>
      </w:r>
    </w:p>
    <w:p w:rsidR="00452665" w:rsidRPr="001402A5" w:rsidRDefault="003F6E49" w:rsidP="001402A5">
      <w:pPr>
        <w:autoSpaceDE w:val="0"/>
        <w:autoSpaceDN w:val="0"/>
        <w:adjustRightInd w:val="0"/>
        <w:ind w:firstLine="709"/>
        <w:rPr>
          <w:rFonts w:cs="Arial"/>
        </w:rPr>
      </w:pPr>
      <w:r w:rsidRPr="001402A5">
        <w:rPr>
          <w:rFonts w:cs="Arial"/>
        </w:rPr>
        <w:t>3. Учет муниципального имущества в реестре сопровождается присвоением реестрового номера муниципального имущества (далее – реестровый номер), в хронологическом порядке.</w:t>
      </w:r>
    </w:p>
    <w:p w:rsidR="00AD0BDD" w:rsidRPr="001402A5" w:rsidRDefault="003F6E49" w:rsidP="001402A5">
      <w:pPr>
        <w:autoSpaceDE w:val="0"/>
        <w:autoSpaceDN w:val="0"/>
        <w:adjustRightInd w:val="0"/>
        <w:ind w:firstLine="709"/>
        <w:rPr>
          <w:rFonts w:cs="Arial"/>
        </w:rPr>
      </w:pPr>
      <w:r w:rsidRPr="001402A5">
        <w:rPr>
          <w:rFonts w:cs="Arial"/>
        </w:rPr>
        <w:t>4</w:t>
      </w:r>
      <w:r w:rsidR="00AD0BDD" w:rsidRPr="001402A5">
        <w:rPr>
          <w:rFonts w:cs="Arial"/>
        </w:rPr>
        <w:t xml:space="preserve">. Решение о внесении в реестр сведений об имуществе, об изменении сведений об объекте учета или о </w:t>
      </w:r>
      <w:proofErr w:type="gramStart"/>
      <w:r w:rsidR="00AD0BDD" w:rsidRPr="001402A5">
        <w:rPr>
          <w:rFonts w:cs="Arial"/>
        </w:rPr>
        <w:t>лицах, обладающих правами на объект учета принимается</w:t>
      </w:r>
      <w:proofErr w:type="gramEnd"/>
      <w:r w:rsidR="00AD0BDD" w:rsidRPr="001402A5">
        <w:rPr>
          <w:rFonts w:cs="Arial"/>
        </w:rPr>
        <w:t xml:space="preserve"> в форме постановления Администрации. Решение об отказе в учете в реестре объекта учета, о приостановлении процедуры учета в реестре объекта учета оформляется в форме уведомления. Если иное не предусмотрено настоящим Порядком, сроки рассмотрения документов составляет 30 календарных дней.</w:t>
      </w:r>
    </w:p>
    <w:p w:rsidR="00452665" w:rsidRPr="001402A5" w:rsidRDefault="00452665" w:rsidP="001402A5">
      <w:pPr>
        <w:autoSpaceDE w:val="0"/>
        <w:autoSpaceDN w:val="0"/>
        <w:adjustRightInd w:val="0"/>
        <w:ind w:firstLine="709"/>
        <w:rPr>
          <w:rFonts w:cs="Arial"/>
        </w:rPr>
      </w:pPr>
      <w:r w:rsidRPr="001402A5">
        <w:rPr>
          <w:rFonts w:cs="Arial"/>
        </w:rPr>
        <w:t>5. Документом, подтверждающим факт учета муниципального имущества в реестре, является выписка из реестра,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(далее – выписка из реестра).</w:t>
      </w:r>
    </w:p>
    <w:p w:rsidR="00452665" w:rsidRPr="001402A5" w:rsidRDefault="00452665" w:rsidP="001402A5">
      <w:pPr>
        <w:autoSpaceDE w:val="0"/>
        <w:autoSpaceDN w:val="0"/>
        <w:adjustRightInd w:val="0"/>
        <w:ind w:firstLine="709"/>
        <w:rPr>
          <w:rFonts w:cs="Arial"/>
        </w:rPr>
      </w:pPr>
      <w:r w:rsidRPr="001402A5">
        <w:rPr>
          <w:rFonts w:cs="Arial"/>
        </w:rPr>
        <w:t>Образец выписки из реестра приведен в приложении</w:t>
      </w:r>
      <w:r w:rsidR="003F6E49" w:rsidRPr="001402A5">
        <w:rPr>
          <w:rFonts w:cs="Arial"/>
        </w:rPr>
        <w:t xml:space="preserve"> №</w:t>
      </w:r>
      <w:r w:rsidR="008F1642" w:rsidRPr="001402A5">
        <w:rPr>
          <w:rFonts w:cs="Arial"/>
        </w:rPr>
        <w:t>2</w:t>
      </w:r>
      <w:r w:rsidRPr="001402A5">
        <w:rPr>
          <w:rFonts w:cs="Arial"/>
        </w:rPr>
        <w:t xml:space="preserve"> к настоящему </w:t>
      </w:r>
      <w:r w:rsidR="003F6E49" w:rsidRPr="001402A5">
        <w:rPr>
          <w:rFonts w:cs="Arial"/>
        </w:rPr>
        <w:t>постановлению</w:t>
      </w:r>
      <w:r w:rsidRPr="001402A5">
        <w:rPr>
          <w:rFonts w:cs="Arial"/>
        </w:rPr>
        <w:t>.</w:t>
      </w:r>
    </w:p>
    <w:p w:rsidR="003F6E49" w:rsidRPr="001402A5" w:rsidRDefault="003F6E49" w:rsidP="001402A5">
      <w:pPr>
        <w:autoSpaceDE w:val="0"/>
        <w:autoSpaceDN w:val="0"/>
        <w:adjustRightInd w:val="0"/>
        <w:ind w:firstLine="709"/>
        <w:rPr>
          <w:rFonts w:cs="Arial"/>
        </w:rPr>
      </w:pPr>
      <w:r w:rsidRPr="001402A5">
        <w:rPr>
          <w:rFonts w:cs="Arial"/>
          <w:color w:val="000000"/>
        </w:rPr>
        <w:t xml:space="preserve">Уведомление об отсутствии запрашиваемой информации в реестре или отказе в предоставлении сведений из реестра </w:t>
      </w:r>
      <w:proofErr w:type="gramStart"/>
      <w:r w:rsidRPr="001402A5">
        <w:rPr>
          <w:rFonts w:cs="Arial"/>
        </w:rPr>
        <w:t>приведен</w:t>
      </w:r>
      <w:proofErr w:type="gramEnd"/>
      <w:r w:rsidRPr="001402A5">
        <w:rPr>
          <w:rFonts w:cs="Arial"/>
        </w:rPr>
        <w:t xml:space="preserve"> в приложении №</w:t>
      </w:r>
      <w:r w:rsidR="008F1642" w:rsidRPr="001402A5">
        <w:rPr>
          <w:rFonts w:cs="Arial"/>
        </w:rPr>
        <w:t>3</w:t>
      </w:r>
      <w:r w:rsidRPr="001402A5">
        <w:rPr>
          <w:rFonts w:cs="Arial"/>
        </w:rPr>
        <w:t xml:space="preserve"> к настоящему постановлению.</w:t>
      </w:r>
    </w:p>
    <w:p w:rsidR="00452665" w:rsidRPr="001402A5" w:rsidRDefault="003F6E49" w:rsidP="001402A5">
      <w:pPr>
        <w:autoSpaceDE w:val="0"/>
        <w:autoSpaceDN w:val="0"/>
        <w:adjustRightInd w:val="0"/>
        <w:ind w:firstLine="709"/>
        <w:rPr>
          <w:rFonts w:cs="Arial"/>
        </w:rPr>
      </w:pPr>
      <w:r w:rsidRPr="001402A5">
        <w:rPr>
          <w:rFonts w:cs="Arial"/>
        </w:rPr>
        <w:lastRenderedPageBreak/>
        <w:t>6</w:t>
      </w:r>
      <w:r w:rsidR="00452665" w:rsidRPr="001402A5">
        <w:rPr>
          <w:rFonts w:cs="Arial"/>
        </w:rPr>
        <w:t>. Зая</w:t>
      </w:r>
      <w:r w:rsidRPr="001402A5">
        <w:rPr>
          <w:rFonts w:cs="Arial"/>
        </w:rPr>
        <w:t xml:space="preserve">вления, обращение и требования </w:t>
      </w:r>
      <w:r w:rsidR="00452665" w:rsidRPr="001402A5">
        <w:rPr>
          <w:rFonts w:cs="Arial"/>
        </w:rPr>
        <w:t>направляются в Администрацию на бумажном носителе, в том числе с помощью почтовой связи, либо в электронном виде, в том числе посредством электронной почты.</w:t>
      </w:r>
    </w:p>
    <w:p w:rsidR="00AB2F0E" w:rsidRPr="001402A5" w:rsidRDefault="00452665" w:rsidP="001402A5">
      <w:pPr>
        <w:autoSpaceDE w:val="0"/>
        <w:autoSpaceDN w:val="0"/>
        <w:adjustRightInd w:val="0"/>
        <w:ind w:firstLine="709"/>
        <w:rPr>
          <w:rFonts w:cs="Arial"/>
        </w:rPr>
      </w:pPr>
      <w:r w:rsidRPr="001402A5">
        <w:rPr>
          <w:rFonts w:cs="Arial"/>
        </w:rPr>
        <w:t>Заявления, обращение и требования направляются по форме в соответствии с Приложением</w:t>
      </w:r>
      <w:r w:rsidR="003F6E49" w:rsidRPr="001402A5">
        <w:rPr>
          <w:rFonts w:cs="Arial"/>
        </w:rPr>
        <w:t xml:space="preserve"> №</w:t>
      </w:r>
      <w:r w:rsidR="008F1642" w:rsidRPr="001402A5">
        <w:rPr>
          <w:rFonts w:cs="Arial"/>
        </w:rPr>
        <w:t>5</w:t>
      </w:r>
      <w:r w:rsidRPr="001402A5">
        <w:rPr>
          <w:rFonts w:cs="Arial"/>
        </w:rPr>
        <w:t xml:space="preserve"> к настоящему постановлению.</w:t>
      </w:r>
    </w:p>
    <w:p w:rsidR="003F6E49" w:rsidRPr="001402A5" w:rsidRDefault="003F6E49" w:rsidP="001402A5">
      <w:pPr>
        <w:autoSpaceDE w:val="0"/>
        <w:autoSpaceDN w:val="0"/>
        <w:adjustRightInd w:val="0"/>
        <w:ind w:firstLine="709"/>
        <w:rPr>
          <w:rFonts w:cs="Arial"/>
        </w:rPr>
      </w:pPr>
      <w:r w:rsidRPr="001402A5">
        <w:rPr>
          <w:rFonts w:cs="Arial"/>
        </w:rPr>
        <w:t xml:space="preserve">7. Реестр </w:t>
      </w:r>
      <w:proofErr w:type="gramStart"/>
      <w:r w:rsidRPr="001402A5">
        <w:rPr>
          <w:rFonts w:cs="Arial"/>
        </w:rPr>
        <w:t>ведется на электронном носителе и распечатывается</w:t>
      </w:r>
      <w:proofErr w:type="gramEnd"/>
      <w:r w:rsidRPr="001402A5">
        <w:rPr>
          <w:rFonts w:cs="Arial"/>
        </w:rPr>
        <w:t xml:space="preserve"> на бумажном носителе ежегодно по состоянию на 1 января текущего года.</w:t>
      </w:r>
    </w:p>
    <w:p w:rsidR="003F6E49" w:rsidRPr="001402A5" w:rsidRDefault="003F6E49" w:rsidP="001402A5">
      <w:pPr>
        <w:autoSpaceDE w:val="0"/>
        <w:autoSpaceDN w:val="0"/>
        <w:adjustRightInd w:val="0"/>
        <w:ind w:firstLine="709"/>
        <w:rPr>
          <w:rFonts w:cs="Arial"/>
        </w:rPr>
      </w:pPr>
      <w:r w:rsidRPr="001402A5">
        <w:rPr>
          <w:rFonts w:cs="Arial"/>
        </w:rPr>
        <w:t>Реестр по состоянию на 1 января текущего года, размещается на официальном сайте Администрации в сети «Интернет» ежегодно до 1 февраля текущего года по форме приведенной в Приложении №</w:t>
      </w:r>
      <w:r w:rsidR="008F1642" w:rsidRPr="001402A5">
        <w:rPr>
          <w:rFonts w:cs="Arial"/>
        </w:rPr>
        <w:t>4</w:t>
      </w:r>
      <w:r w:rsidRPr="001402A5">
        <w:rPr>
          <w:rFonts w:cs="Arial"/>
        </w:rPr>
        <w:t xml:space="preserve"> к настоящему постановлению.</w:t>
      </w:r>
    </w:p>
    <w:p w:rsidR="00AB2F0E" w:rsidRPr="001402A5" w:rsidRDefault="00452665" w:rsidP="001402A5">
      <w:pPr>
        <w:ind w:firstLine="709"/>
        <w:rPr>
          <w:rFonts w:cs="Arial"/>
        </w:rPr>
      </w:pPr>
      <w:r w:rsidRPr="001402A5">
        <w:rPr>
          <w:rFonts w:cs="Arial"/>
        </w:rPr>
        <w:t>8.</w:t>
      </w:r>
      <w:r w:rsidR="00F434A5" w:rsidRPr="001402A5">
        <w:rPr>
          <w:rFonts w:cs="Arial"/>
        </w:rPr>
        <w:t xml:space="preserve"> </w:t>
      </w:r>
      <w:r w:rsidR="00AB2F0E" w:rsidRPr="001402A5">
        <w:rPr>
          <w:rFonts w:cs="Arial"/>
        </w:rPr>
        <w:t xml:space="preserve">Реестр должен </w:t>
      </w:r>
      <w:proofErr w:type="gramStart"/>
      <w:r w:rsidR="00AB2F0E" w:rsidRPr="001402A5">
        <w:rPr>
          <w:rFonts w:cs="Arial"/>
        </w:rPr>
        <w:t>храниться и обрабатываться</w:t>
      </w:r>
      <w:proofErr w:type="gramEnd"/>
      <w:r w:rsidR="00AB2F0E" w:rsidRPr="001402A5">
        <w:rPr>
          <w:rFonts w:cs="Arial"/>
        </w:rPr>
        <w:t xml:space="preserve">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AB2F0E" w:rsidRPr="001402A5" w:rsidRDefault="00452665" w:rsidP="001402A5">
      <w:pPr>
        <w:ind w:firstLine="709"/>
        <w:rPr>
          <w:rFonts w:cs="Arial"/>
        </w:rPr>
      </w:pPr>
      <w:r w:rsidRPr="001402A5">
        <w:rPr>
          <w:rFonts w:cs="Arial"/>
        </w:rPr>
        <w:t>Р</w:t>
      </w:r>
      <w:r w:rsidR="00AB2F0E" w:rsidRPr="001402A5">
        <w:rPr>
          <w:rFonts w:cs="Arial"/>
        </w:rPr>
        <w:t xml:space="preserve">еестр </w:t>
      </w:r>
      <w:proofErr w:type="gramStart"/>
      <w:r w:rsidR="00AB2F0E" w:rsidRPr="001402A5">
        <w:rPr>
          <w:rFonts w:cs="Arial"/>
        </w:rPr>
        <w:t>хранится и обрабатывается</w:t>
      </w:r>
      <w:proofErr w:type="gramEnd"/>
      <w:r w:rsidR="00AB2F0E" w:rsidRPr="001402A5">
        <w:rPr>
          <w:rFonts w:cs="Arial"/>
        </w:rPr>
        <w:t xml:space="preserve"> с соблюдением требований информационной безопасности, обеспечивающих конфиденциальность, целостность, доступность, подотчетность, аутентичность и достоверность информации.</w:t>
      </w:r>
    </w:p>
    <w:p w:rsidR="00AB2F0E" w:rsidRPr="001402A5" w:rsidRDefault="00AB2F0E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</w:rPr>
        <w:t>Сведения, содержащиеся в реестре, хранятся в соответствии с Федеральным законом от 22 октября 2004 г. № 125-ФЗ «Об архивном деле в Российской Федерации».</w:t>
      </w:r>
    </w:p>
    <w:p w:rsidR="00F434A5" w:rsidRPr="001402A5" w:rsidRDefault="00F434A5" w:rsidP="001402A5">
      <w:pPr>
        <w:ind w:firstLine="709"/>
        <w:rPr>
          <w:rFonts w:cs="Arial"/>
        </w:rPr>
      </w:pPr>
      <w:r w:rsidRPr="001402A5">
        <w:rPr>
          <w:rFonts w:cs="Arial"/>
        </w:rPr>
        <w:br w:type="page"/>
      </w:r>
    </w:p>
    <w:p w:rsidR="00D831D4" w:rsidRPr="001402A5" w:rsidRDefault="00D831D4" w:rsidP="001402A5">
      <w:pPr>
        <w:ind w:firstLine="709"/>
        <w:jc w:val="right"/>
        <w:rPr>
          <w:rFonts w:cs="Arial"/>
        </w:rPr>
      </w:pPr>
      <w:r w:rsidRPr="001402A5">
        <w:rPr>
          <w:rFonts w:cs="Arial"/>
        </w:rPr>
        <w:lastRenderedPageBreak/>
        <w:t xml:space="preserve">Приложение № </w:t>
      </w:r>
      <w:r w:rsidR="008F1642" w:rsidRPr="001402A5">
        <w:rPr>
          <w:rFonts w:cs="Arial"/>
        </w:rPr>
        <w:t>2</w:t>
      </w:r>
    </w:p>
    <w:p w:rsidR="001402A5" w:rsidRDefault="001C5931" w:rsidP="001402A5">
      <w:pPr>
        <w:ind w:firstLine="709"/>
        <w:jc w:val="right"/>
        <w:rPr>
          <w:rFonts w:cs="Arial"/>
        </w:rPr>
      </w:pPr>
      <w:r w:rsidRPr="001402A5">
        <w:rPr>
          <w:rFonts w:cs="Arial"/>
        </w:rPr>
        <w:t xml:space="preserve">к </w:t>
      </w:r>
      <w:r w:rsidR="00C67493" w:rsidRPr="001402A5">
        <w:rPr>
          <w:rFonts w:cs="Arial"/>
        </w:rPr>
        <w:t xml:space="preserve">постановлению администрации </w:t>
      </w:r>
    </w:p>
    <w:p w:rsidR="000C7EB6" w:rsidRPr="001402A5" w:rsidRDefault="001402A5" w:rsidP="001402A5">
      <w:pPr>
        <w:ind w:firstLine="709"/>
        <w:jc w:val="right"/>
        <w:rPr>
          <w:rFonts w:cs="Arial"/>
        </w:rPr>
      </w:pPr>
      <w:r>
        <w:rPr>
          <w:rFonts w:cs="Arial"/>
        </w:rPr>
        <w:t>Абрамовского</w:t>
      </w:r>
      <w:r w:rsidR="000C7EB6" w:rsidRPr="001402A5">
        <w:rPr>
          <w:rFonts w:cs="Arial"/>
        </w:rPr>
        <w:t xml:space="preserve"> сельского поселения</w:t>
      </w:r>
    </w:p>
    <w:p w:rsidR="001C5931" w:rsidRDefault="001C5931" w:rsidP="001402A5">
      <w:pPr>
        <w:ind w:firstLine="709"/>
        <w:jc w:val="right"/>
        <w:rPr>
          <w:rFonts w:cs="Arial"/>
        </w:rPr>
      </w:pPr>
      <w:r w:rsidRPr="001402A5">
        <w:rPr>
          <w:rFonts w:cs="Arial"/>
        </w:rPr>
        <w:t>Таловского муниципального района</w:t>
      </w:r>
    </w:p>
    <w:p w:rsidR="001402A5" w:rsidRDefault="001402A5" w:rsidP="001402A5">
      <w:pPr>
        <w:ind w:firstLine="709"/>
        <w:jc w:val="right"/>
        <w:rPr>
          <w:rFonts w:cs="Arial"/>
        </w:rPr>
      </w:pPr>
      <w:r>
        <w:rPr>
          <w:rFonts w:cs="Arial"/>
        </w:rPr>
        <w:t xml:space="preserve">Воронежской области </w:t>
      </w:r>
    </w:p>
    <w:p w:rsidR="001402A5" w:rsidRPr="001402A5" w:rsidRDefault="001402A5" w:rsidP="001402A5">
      <w:pPr>
        <w:ind w:firstLine="709"/>
        <w:jc w:val="right"/>
        <w:rPr>
          <w:rFonts w:cs="Arial"/>
        </w:rPr>
      </w:pPr>
      <w:r>
        <w:rPr>
          <w:rFonts w:cs="Arial"/>
        </w:rPr>
        <w:t>от 19.07.2024 г. № 51</w:t>
      </w:r>
    </w:p>
    <w:p w:rsidR="00FC0436" w:rsidRPr="001402A5" w:rsidRDefault="00FC0436" w:rsidP="001402A5">
      <w:pPr>
        <w:ind w:firstLine="709"/>
        <w:rPr>
          <w:rFonts w:cs="Arial"/>
        </w:rPr>
      </w:pPr>
    </w:p>
    <w:tbl>
      <w:tblPr>
        <w:tblW w:w="9871" w:type="dxa"/>
        <w:tblInd w:w="-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"/>
        <w:gridCol w:w="1985"/>
        <w:gridCol w:w="172"/>
        <w:gridCol w:w="677"/>
        <w:gridCol w:w="885"/>
        <w:gridCol w:w="708"/>
        <w:gridCol w:w="284"/>
        <w:gridCol w:w="262"/>
        <w:gridCol w:w="172"/>
        <w:gridCol w:w="1474"/>
        <w:gridCol w:w="287"/>
        <w:gridCol w:w="262"/>
        <w:gridCol w:w="306"/>
        <w:gridCol w:w="2154"/>
        <w:gridCol w:w="173"/>
      </w:tblGrid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9628" w:type="dxa"/>
            <w:gridSpan w:val="13"/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jc w:val="center"/>
              <w:rPr>
                <w:rFonts w:cs="Arial"/>
              </w:rPr>
            </w:pPr>
            <w:r w:rsidRPr="001402A5">
              <w:rPr>
                <w:rFonts w:cs="Arial"/>
              </w:rPr>
              <w:t>ВЫПИСКА N ____</w:t>
            </w:r>
          </w:p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jc w:val="center"/>
              <w:rPr>
                <w:rFonts w:cs="Arial"/>
              </w:rPr>
            </w:pPr>
            <w:r w:rsidRPr="001402A5">
              <w:rPr>
                <w:rFonts w:cs="Arial"/>
              </w:rPr>
              <w:t>из реестра муниципального имущества об объекте учета муниципального имущества</w:t>
            </w:r>
          </w:p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jc w:val="center"/>
              <w:rPr>
                <w:rFonts w:cs="Arial"/>
              </w:rPr>
            </w:pPr>
            <w:r w:rsidRPr="001402A5">
              <w:rPr>
                <w:rFonts w:cs="Arial"/>
              </w:rPr>
              <w:t>на "__" ________ 20__ г.</w:t>
            </w: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9628" w:type="dxa"/>
            <w:gridSpan w:val="13"/>
          </w:tcPr>
          <w:p w:rsidR="00FC0436" w:rsidRPr="001402A5" w:rsidRDefault="00FC0436" w:rsidP="001402A5">
            <w:pPr>
              <w:pStyle w:val="1"/>
              <w:autoSpaceDE w:val="0"/>
              <w:autoSpaceDN w:val="0"/>
              <w:adjustRightInd w:val="0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1402A5">
              <w:rPr>
                <w:b w:val="0"/>
                <w:sz w:val="24"/>
                <w:szCs w:val="24"/>
              </w:rPr>
              <w:t>Орган местного самоуправления, уполномоченный на ведение реестра</w:t>
            </w:r>
            <w:r w:rsidR="000F5AA6">
              <w:rPr>
                <w:b w:val="0"/>
                <w:sz w:val="24"/>
                <w:szCs w:val="24"/>
              </w:rPr>
              <w:t xml:space="preserve"> </w:t>
            </w:r>
            <w:r w:rsidRPr="001402A5">
              <w:rPr>
                <w:b w:val="0"/>
                <w:sz w:val="24"/>
                <w:szCs w:val="24"/>
              </w:rPr>
              <w:t>муниципального имущества ________________________________________</w:t>
            </w:r>
          </w:p>
          <w:p w:rsidR="00FC0436" w:rsidRPr="001402A5" w:rsidRDefault="00F434A5" w:rsidP="000F5AA6">
            <w:pPr>
              <w:pStyle w:val="1"/>
              <w:autoSpaceDE w:val="0"/>
              <w:autoSpaceDN w:val="0"/>
              <w:adjustRightInd w:val="0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1402A5">
              <w:rPr>
                <w:b w:val="0"/>
                <w:sz w:val="24"/>
                <w:szCs w:val="24"/>
              </w:rPr>
              <w:t xml:space="preserve"> </w:t>
            </w:r>
            <w:r w:rsidR="00FC0436" w:rsidRPr="001402A5">
              <w:rPr>
                <w:b w:val="0"/>
                <w:sz w:val="24"/>
                <w:szCs w:val="24"/>
              </w:rPr>
              <w:t>(наименование органа местного</w:t>
            </w:r>
            <w:r w:rsidR="000F5AA6">
              <w:rPr>
                <w:b w:val="0"/>
                <w:sz w:val="24"/>
                <w:szCs w:val="24"/>
              </w:rPr>
              <w:t xml:space="preserve"> </w:t>
            </w:r>
            <w:r w:rsidRPr="001402A5">
              <w:rPr>
                <w:b w:val="0"/>
                <w:sz w:val="24"/>
                <w:szCs w:val="24"/>
              </w:rPr>
              <w:t xml:space="preserve"> </w:t>
            </w:r>
            <w:r w:rsidR="00FC0436" w:rsidRPr="001402A5">
              <w:rPr>
                <w:b w:val="0"/>
                <w:sz w:val="24"/>
                <w:szCs w:val="24"/>
              </w:rPr>
              <w:t>самоуправления, уполномоченного на ведение</w:t>
            </w:r>
            <w:r w:rsidRPr="001402A5">
              <w:rPr>
                <w:b w:val="0"/>
                <w:sz w:val="24"/>
                <w:szCs w:val="24"/>
              </w:rPr>
              <w:t xml:space="preserve"> </w:t>
            </w:r>
            <w:r w:rsidR="00FC0436" w:rsidRPr="001402A5">
              <w:rPr>
                <w:b w:val="0"/>
                <w:sz w:val="24"/>
                <w:szCs w:val="24"/>
              </w:rPr>
              <w:t>реестра муниципального имущества)</w:t>
            </w: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9628" w:type="dxa"/>
            <w:gridSpan w:val="13"/>
          </w:tcPr>
          <w:p w:rsidR="00FC0436" w:rsidRPr="001402A5" w:rsidRDefault="00FC0436" w:rsidP="001402A5">
            <w:pPr>
              <w:pStyle w:val="1"/>
              <w:autoSpaceDE w:val="0"/>
              <w:autoSpaceDN w:val="0"/>
              <w:adjustRightInd w:val="0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1402A5">
              <w:rPr>
                <w:b w:val="0"/>
                <w:sz w:val="24"/>
                <w:szCs w:val="24"/>
              </w:rPr>
              <w:t>Заявитель _______________________________________________________</w:t>
            </w:r>
          </w:p>
          <w:p w:rsidR="00FC0436" w:rsidRPr="001402A5" w:rsidRDefault="00F434A5" w:rsidP="000F5AA6">
            <w:pPr>
              <w:pStyle w:val="1"/>
              <w:autoSpaceDE w:val="0"/>
              <w:autoSpaceDN w:val="0"/>
              <w:adjustRightInd w:val="0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1402A5">
              <w:rPr>
                <w:b w:val="0"/>
                <w:sz w:val="24"/>
                <w:szCs w:val="24"/>
              </w:rPr>
              <w:t xml:space="preserve"> </w:t>
            </w:r>
            <w:r w:rsidR="00FC0436" w:rsidRPr="001402A5">
              <w:rPr>
                <w:b w:val="0"/>
                <w:sz w:val="24"/>
                <w:szCs w:val="24"/>
              </w:rPr>
              <w:t>(наименование юридического лица, фамилия, имя, отчество</w:t>
            </w:r>
            <w:r w:rsidR="000F5AA6">
              <w:rPr>
                <w:b w:val="0"/>
                <w:sz w:val="24"/>
                <w:szCs w:val="24"/>
              </w:rPr>
              <w:t xml:space="preserve"> </w:t>
            </w:r>
            <w:r w:rsidRPr="001402A5">
              <w:rPr>
                <w:b w:val="0"/>
                <w:sz w:val="24"/>
                <w:szCs w:val="24"/>
              </w:rPr>
              <w:t xml:space="preserve"> </w:t>
            </w:r>
            <w:r w:rsidR="00FC0436" w:rsidRPr="001402A5">
              <w:rPr>
                <w:b w:val="0"/>
                <w:sz w:val="24"/>
                <w:szCs w:val="24"/>
              </w:rPr>
              <w:t>(при наличии) физического лица)</w:t>
            </w: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9628" w:type="dxa"/>
            <w:gridSpan w:val="13"/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1. Сведения об объекте муниципального имущества</w:t>
            </w: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4427" w:type="dxa"/>
            <w:gridSpan w:val="5"/>
            <w:vAlign w:val="bottom"/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Вид и наименование объекта учета</w:t>
            </w:r>
          </w:p>
        </w:tc>
        <w:tc>
          <w:tcPr>
            <w:tcW w:w="5201" w:type="dxa"/>
            <w:gridSpan w:val="8"/>
            <w:tcBorders>
              <w:bottom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4427" w:type="dxa"/>
            <w:gridSpan w:val="5"/>
            <w:tcBorders>
              <w:bottom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5201" w:type="dxa"/>
            <w:gridSpan w:val="8"/>
            <w:tcBorders>
              <w:top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Реестровый номер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2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Дата присвоения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9628" w:type="dxa"/>
            <w:gridSpan w:val="13"/>
            <w:tcBorders>
              <w:bottom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5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Наименования сведений</w:t>
            </w: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Значения сведений</w:t>
            </w: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5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1</w:t>
            </w: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2</w:t>
            </w: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5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5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4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9628" w:type="dxa"/>
            <w:gridSpan w:val="13"/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2. Информация об изменении сведений об объекте учета муниципального имущества</w:t>
            </w: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Наименование изменения</w:t>
            </w:r>
          </w:p>
        </w:tc>
        <w:tc>
          <w:tcPr>
            <w:tcW w:w="2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Значение сведений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Дата изменения</w:t>
            </w: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1</w:t>
            </w:r>
          </w:p>
        </w:tc>
        <w:tc>
          <w:tcPr>
            <w:tcW w:w="2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2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3</w:t>
            </w: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2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  <w:tr w:rsidR="00FC0436" w:rsidRPr="001402A5" w:rsidTr="000F5AA6">
        <w:trPr>
          <w:gridBefore w:val="1"/>
          <w:gridAfter w:val="1"/>
          <w:wBefore w:w="70" w:type="dxa"/>
          <w:wAfter w:w="173" w:type="dxa"/>
        </w:trPr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2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36" w:rsidRPr="001402A5" w:rsidRDefault="00FC0436" w:rsidP="001402A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  <w:tr w:rsidR="00FC0436" w:rsidRPr="001402A5" w:rsidTr="000F5A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205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FC0436" w:rsidRPr="001402A5" w:rsidRDefault="00FC0436" w:rsidP="001402A5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Ответственный исполнитель:</w:t>
            </w:r>
          </w:p>
        </w:tc>
        <w:tc>
          <w:tcPr>
            <w:tcW w:w="17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 </w:t>
            </w:r>
          </w:p>
        </w:tc>
        <w:tc>
          <w:tcPr>
            <w:tcW w:w="2554" w:type="dxa"/>
            <w:gridSpan w:val="4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1402A5">
            <w:pPr>
              <w:ind w:firstLine="709"/>
              <w:rPr>
                <w:rFonts w:cs="Arial"/>
              </w:rPr>
            </w:pPr>
          </w:p>
        </w:tc>
        <w:tc>
          <w:tcPr>
            <w:tcW w:w="262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 </w:t>
            </w:r>
          </w:p>
        </w:tc>
        <w:tc>
          <w:tcPr>
            <w:tcW w:w="1933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1402A5">
            <w:pPr>
              <w:ind w:firstLine="709"/>
              <w:rPr>
                <w:rFonts w:cs="Arial"/>
              </w:rPr>
            </w:pPr>
          </w:p>
        </w:tc>
        <w:tc>
          <w:tcPr>
            <w:tcW w:w="262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 </w:t>
            </w:r>
          </w:p>
        </w:tc>
        <w:tc>
          <w:tcPr>
            <w:tcW w:w="2633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1402A5">
            <w:pPr>
              <w:ind w:firstLine="709"/>
              <w:rPr>
                <w:rFonts w:cs="Arial"/>
              </w:rPr>
            </w:pPr>
          </w:p>
        </w:tc>
      </w:tr>
      <w:tr w:rsidR="00FC0436" w:rsidRPr="001402A5" w:rsidTr="000F5A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205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1402A5">
            <w:pPr>
              <w:ind w:firstLine="709"/>
              <w:rPr>
                <w:rFonts w:cs="Arial"/>
              </w:rPr>
            </w:pPr>
          </w:p>
        </w:tc>
        <w:tc>
          <w:tcPr>
            <w:tcW w:w="17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 </w:t>
            </w:r>
          </w:p>
        </w:tc>
        <w:tc>
          <w:tcPr>
            <w:tcW w:w="255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(должность)</w:t>
            </w:r>
          </w:p>
        </w:tc>
        <w:tc>
          <w:tcPr>
            <w:tcW w:w="26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 </w:t>
            </w:r>
          </w:p>
        </w:tc>
        <w:tc>
          <w:tcPr>
            <w:tcW w:w="19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(подпись)</w:t>
            </w:r>
          </w:p>
        </w:tc>
        <w:tc>
          <w:tcPr>
            <w:tcW w:w="26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 </w:t>
            </w:r>
          </w:p>
        </w:tc>
        <w:tc>
          <w:tcPr>
            <w:tcW w:w="26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1402A5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(расшифровка подписи)</w:t>
            </w:r>
          </w:p>
        </w:tc>
      </w:tr>
      <w:tr w:rsidR="00FC0436" w:rsidRPr="001402A5" w:rsidTr="000F5A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9871" w:type="dxa"/>
            <w:gridSpan w:val="1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0436" w:rsidRPr="001402A5" w:rsidRDefault="00FC0436" w:rsidP="001402A5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lastRenderedPageBreak/>
              <w:t>«_____» ________________ 20___ г.»</w:t>
            </w:r>
          </w:p>
        </w:tc>
      </w:tr>
    </w:tbl>
    <w:p w:rsidR="000E0022" w:rsidRPr="001402A5" w:rsidRDefault="000E0022" w:rsidP="001402A5">
      <w:pPr>
        <w:ind w:firstLine="709"/>
        <w:rPr>
          <w:rFonts w:cs="Arial"/>
        </w:rPr>
      </w:pPr>
    </w:p>
    <w:p w:rsidR="000E0022" w:rsidRPr="001402A5" w:rsidRDefault="000E0022" w:rsidP="001402A5">
      <w:pPr>
        <w:ind w:firstLine="709"/>
        <w:rPr>
          <w:rFonts w:cs="Arial"/>
        </w:rPr>
      </w:pPr>
      <w:r w:rsidRPr="001402A5">
        <w:rPr>
          <w:rFonts w:cs="Arial"/>
        </w:rPr>
        <w:br w:type="page"/>
      </w:r>
    </w:p>
    <w:p w:rsidR="000E0022" w:rsidRPr="001402A5" w:rsidRDefault="001402A5" w:rsidP="001402A5">
      <w:pPr>
        <w:ind w:firstLine="709"/>
        <w:jc w:val="right"/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 xml:space="preserve">Приложение </w:t>
      </w:r>
      <w:r w:rsidR="008F1642" w:rsidRPr="001402A5">
        <w:rPr>
          <w:rFonts w:cs="Arial"/>
          <w:color w:val="000000"/>
        </w:rPr>
        <w:t>3</w:t>
      </w:r>
    </w:p>
    <w:p w:rsidR="001402A5" w:rsidRDefault="000E0022" w:rsidP="001402A5">
      <w:pPr>
        <w:ind w:firstLine="709"/>
        <w:jc w:val="right"/>
        <w:rPr>
          <w:rFonts w:cs="Arial"/>
        </w:rPr>
      </w:pPr>
      <w:r w:rsidRPr="001402A5">
        <w:rPr>
          <w:rFonts w:cs="Arial"/>
        </w:rPr>
        <w:t xml:space="preserve">к </w:t>
      </w:r>
      <w:r w:rsidR="00C67493" w:rsidRPr="001402A5">
        <w:rPr>
          <w:rFonts w:cs="Arial"/>
        </w:rPr>
        <w:t xml:space="preserve">постановлению администрации </w:t>
      </w:r>
    </w:p>
    <w:p w:rsidR="000E0022" w:rsidRPr="001402A5" w:rsidRDefault="001402A5" w:rsidP="001402A5">
      <w:pPr>
        <w:ind w:firstLine="709"/>
        <w:jc w:val="right"/>
        <w:rPr>
          <w:rFonts w:cs="Arial"/>
        </w:rPr>
      </w:pPr>
      <w:r>
        <w:rPr>
          <w:rFonts w:cs="Arial"/>
        </w:rPr>
        <w:t>Абрамовского</w:t>
      </w:r>
      <w:r w:rsidR="000E0022" w:rsidRPr="001402A5">
        <w:rPr>
          <w:rFonts w:cs="Arial"/>
        </w:rPr>
        <w:t xml:space="preserve"> сельского поселения</w:t>
      </w:r>
    </w:p>
    <w:p w:rsidR="000E0022" w:rsidRDefault="000E0022" w:rsidP="001402A5">
      <w:pPr>
        <w:ind w:firstLine="709"/>
        <w:jc w:val="right"/>
        <w:rPr>
          <w:rFonts w:cs="Arial"/>
        </w:rPr>
      </w:pPr>
      <w:r w:rsidRPr="001402A5">
        <w:rPr>
          <w:rFonts w:cs="Arial"/>
        </w:rPr>
        <w:t>Таловского муниципального района</w:t>
      </w:r>
    </w:p>
    <w:p w:rsidR="000F5AA6" w:rsidRDefault="000F5AA6" w:rsidP="001402A5">
      <w:pPr>
        <w:ind w:firstLine="709"/>
        <w:jc w:val="right"/>
        <w:rPr>
          <w:rFonts w:cs="Arial"/>
        </w:rPr>
      </w:pPr>
      <w:r>
        <w:rPr>
          <w:rFonts w:cs="Arial"/>
        </w:rPr>
        <w:t>Воронежской области</w:t>
      </w:r>
    </w:p>
    <w:p w:rsidR="000F5AA6" w:rsidRPr="001402A5" w:rsidRDefault="000F5AA6" w:rsidP="001402A5">
      <w:pPr>
        <w:ind w:firstLine="709"/>
        <w:jc w:val="right"/>
        <w:rPr>
          <w:rFonts w:cs="Arial"/>
        </w:rPr>
      </w:pPr>
      <w:r>
        <w:rPr>
          <w:rFonts w:cs="Arial"/>
        </w:rPr>
        <w:t>от 19.07.2024 г. № 51</w:t>
      </w:r>
    </w:p>
    <w:p w:rsidR="000E0022" w:rsidRPr="001402A5" w:rsidRDefault="000E0022" w:rsidP="001402A5">
      <w:pPr>
        <w:ind w:firstLine="709"/>
        <w:jc w:val="right"/>
        <w:rPr>
          <w:rFonts w:cs="Arial"/>
          <w:color w:val="000000"/>
        </w:rPr>
      </w:pPr>
    </w:p>
    <w:p w:rsidR="00ED4CA8" w:rsidRPr="001402A5" w:rsidRDefault="00ED4CA8" w:rsidP="000F5AA6">
      <w:pPr>
        <w:ind w:firstLine="709"/>
        <w:jc w:val="right"/>
        <w:rPr>
          <w:rFonts w:cs="Arial"/>
          <w:color w:val="000000"/>
        </w:rPr>
      </w:pPr>
      <w:r w:rsidRPr="001402A5">
        <w:rPr>
          <w:rFonts w:cs="Arial"/>
          <w:color w:val="000000"/>
        </w:rPr>
        <w:t>Главе ___________</w:t>
      </w:r>
    </w:p>
    <w:p w:rsidR="00ED4CA8" w:rsidRPr="001402A5" w:rsidRDefault="00ED4CA8" w:rsidP="000F5AA6">
      <w:pPr>
        <w:ind w:firstLine="709"/>
        <w:jc w:val="right"/>
        <w:rPr>
          <w:rFonts w:cs="Arial"/>
          <w:color w:val="000000"/>
        </w:rPr>
      </w:pPr>
      <w:r w:rsidRPr="001402A5">
        <w:rPr>
          <w:rFonts w:cs="Arial"/>
          <w:color w:val="000000"/>
        </w:rPr>
        <w:t>от ____________________________________</w:t>
      </w:r>
    </w:p>
    <w:p w:rsidR="00ED4CA8" w:rsidRPr="001402A5" w:rsidRDefault="00ED4CA8" w:rsidP="000F5AA6">
      <w:pPr>
        <w:ind w:firstLine="709"/>
        <w:jc w:val="right"/>
        <w:rPr>
          <w:rFonts w:cs="Arial"/>
          <w:color w:val="000000"/>
        </w:rPr>
      </w:pPr>
      <w:r w:rsidRPr="001402A5">
        <w:rPr>
          <w:rFonts w:cs="Arial"/>
          <w:color w:val="000000"/>
        </w:rPr>
        <w:t>Тел. ___________________________________</w:t>
      </w:r>
    </w:p>
    <w:p w:rsidR="00ED4CA8" w:rsidRPr="001402A5" w:rsidRDefault="00ED4CA8" w:rsidP="000F5AA6">
      <w:pPr>
        <w:ind w:firstLine="709"/>
        <w:jc w:val="right"/>
        <w:rPr>
          <w:rFonts w:cs="Arial"/>
          <w:color w:val="000000"/>
        </w:rPr>
      </w:pPr>
      <w:r w:rsidRPr="001402A5">
        <w:rPr>
          <w:rFonts w:cs="Arial"/>
          <w:color w:val="000000"/>
        </w:rPr>
        <w:t> </w:t>
      </w:r>
    </w:p>
    <w:p w:rsidR="000F5AA6" w:rsidRDefault="000F5AA6" w:rsidP="001402A5">
      <w:pPr>
        <w:ind w:firstLine="709"/>
        <w:rPr>
          <w:rFonts w:cs="Arial"/>
          <w:color w:val="000000"/>
        </w:rPr>
      </w:pPr>
    </w:p>
    <w:p w:rsidR="00ED4CA8" w:rsidRPr="001402A5" w:rsidRDefault="00ED4CA8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t>Заявление/обращение/требование</w:t>
      </w:r>
    </w:p>
    <w:p w:rsidR="00ED4CA8" w:rsidRPr="001402A5" w:rsidRDefault="00ED4CA8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t>о предоставлении сведений из реестра муниципальной собственности</w:t>
      </w:r>
    </w:p>
    <w:p w:rsidR="00ED4CA8" w:rsidRPr="001402A5" w:rsidRDefault="00ED4CA8" w:rsidP="001402A5">
      <w:pPr>
        <w:ind w:firstLine="709"/>
        <w:rPr>
          <w:rFonts w:cs="Arial"/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1"/>
        <w:gridCol w:w="4779"/>
      </w:tblGrid>
      <w:tr w:rsidR="00ED4CA8" w:rsidRPr="001402A5" w:rsidTr="00FA7750">
        <w:tc>
          <w:tcPr>
            <w:tcW w:w="4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CA8" w:rsidRPr="001402A5" w:rsidRDefault="00ED4CA8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Наименование объекта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CA8" w:rsidRPr="001402A5" w:rsidRDefault="00ED4CA8" w:rsidP="000F5AA6">
            <w:pPr>
              <w:ind w:firstLine="0"/>
              <w:rPr>
                <w:rFonts w:cs="Arial"/>
              </w:rPr>
            </w:pPr>
          </w:p>
        </w:tc>
      </w:tr>
      <w:tr w:rsidR="00ED4CA8" w:rsidRPr="001402A5" w:rsidTr="00FA7750">
        <w:tc>
          <w:tcPr>
            <w:tcW w:w="4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CA8" w:rsidRPr="001402A5" w:rsidRDefault="00ED4CA8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Вид объекта (земельный участок, здание, сооружение, жилое помещение, нежилое помещение)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CA8" w:rsidRPr="001402A5" w:rsidRDefault="00ED4CA8" w:rsidP="000F5AA6">
            <w:pPr>
              <w:ind w:firstLine="0"/>
              <w:rPr>
                <w:rFonts w:cs="Arial"/>
              </w:rPr>
            </w:pPr>
          </w:p>
        </w:tc>
      </w:tr>
      <w:tr w:rsidR="00ED4CA8" w:rsidRPr="001402A5" w:rsidTr="00FA7750">
        <w:tc>
          <w:tcPr>
            <w:tcW w:w="4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CA8" w:rsidRPr="001402A5" w:rsidRDefault="00ED4CA8" w:rsidP="000F5AA6">
            <w:pPr>
              <w:ind w:firstLine="0"/>
              <w:rPr>
                <w:rFonts w:cs="Arial"/>
              </w:rPr>
            </w:pP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4CA8" w:rsidRPr="001402A5" w:rsidRDefault="00ED4CA8" w:rsidP="000F5AA6">
            <w:pPr>
              <w:ind w:firstLine="0"/>
              <w:rPr>
                <w:rFonts w:cs="Arial"/>
              </w:rPr>
            </w:pPr>
          </w:p>
        </w:tc>
      </w:tr>
    </w:tbl>
    <w:p w:rsidR="00ED4CA8" w:rsidRPr="001402A5" w:rsidRDefault="00ED4CA8" w:rsidP="001402A5">
      <w:pPr>
        <w:ind w:firstLine="709"/>
        <w:rPr>
          <w:rFonts w:cs="Arial"/>
          <w:color w:val="000000"/>
        </w:rPr>
      </w:pPr>
    </w:p>
    <w:p w:rsidR="00ED4CA8" w:rsidRPr="001402A5" w:rsidRDefault="00ED4CA8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t>Информацию прошу направить</w:t>
      </w:r>
    </w:p>
    <w:p w:rsidR="00ED4CA8" w:rsidRPr="001402A5" w:rsidRDefault="00ED4CA8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t>по почтовому адресу:</w:t>
      </w:r>
    </w:p>
    <w:p w:rsidR="00ED4CA8" w:rsidRPr="001402A5" w:rsidRDefault="00ED4CA8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t>по электронной почте:</w:t>
      </w:r>
    </w:p>
    <w:p w:rsidR="00ED4CA8" w:rsidRPr="001402A5" w:rsidRDefault="00ED4CA8" w:rsidP="001402A5">
      <w:pPr>
        <w:ind w:firstLine="709"/>
        <w:rPr>
          <w:rFonts w:cs="Arial"/>
          <w:color w:val="000000"/>
        </w:rPr>
      </w:pPr>
    </w:p>
    <w:p w:rsidR="00ED4CA8" w:rsidRPr="001402A5" w:rsidRDefault="00ED4CA8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t>Подпись_____________________</w:t>
      </w:r>
    </w:p>
    <w:p w:rsidR="00ED4CA8" w:rsidRPr="001402A5" w:rsidRDefault="00ED4CA8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t>Дата ____________________</w:t>
      </w:r>
    </w:p>
    <w:p w:rsidR="00ED4CA8" w:rsidRPr="001402A5" w:rsidRDefault="00ED4CA8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t> </w:t>
      </w:r>
    </w:p>
    <w:p w:rsidR="000E0022" w:rsidRPr="001402A5" w:rsidRDefault="000E0022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br w:type="page"/>
      </w:r>
    </w:p>
    <w:p w:rsidR="000E0022" w:rsidRPr="001402A5" w:rsidRDefault="000F5AA6" w:rsidP="000F5AA6">
      <w:pPr>
        <w:ind w:firstLine="709"/>
        <w:jc w:val="right"/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 xml:space="preserve">Приложение </w:t>
      </w:r>
      <w:r w:rsidR="006246B2" w:rsidRPr="001402A5">
        <w:rPr>
          <w:rFonts w:cs="Arial"/>
          <w:color w:val="000000"/>
        </w:rPr>
        <w:t>4</w:t>
      </w:r>
    </w:p>
    <w:p w:rsidR="000F5AA6" w:rsidRDefault="000F5AA6" w:rsidP="000F5AA6">
      <w:pPr>
        <w:ind w:firstLine="709"/>
        <w:jc w:val="right"/>
        <w:rPr>
          <w:rFonts w:cs="Arial"/>
        </w:rPr>
      </w:pPr>
      <w:r w:rsidRPr="001402A5">
        <w:rPr>
          <w:rFonts w:cs="Arial"/>
        </w:rPr>
        <w:t xml:space="preserve">к постановлению администрации </w:t>
      </w:r>
    </w:p>
    <w:p w:rsidR="000F5AA6" w:rsidRPr="001402A5" w:rsidRDefault="000F5AA6" w:rsidP="000F5AA6">
      <w:pPr>
        <w:ind w:firstLine="709"/>
        <w:jc w:val="right"/>
        <w:rPr>
          <w:rFonts w:cs="Arial"/>
        </w:rPr>
      </w:pPr>
      <w:r>
        <w:rPr>
          <w:rFonts w:cs="Arial"/>
        </w:rPr>
        <w:t>Абрамовского</w:t>
      </w:r>
      <w:r w:rsidRPr="001402A5">
        <w:rPr>
          <w:rFonts w:cs="Arial"/>
        </w:rPr>
        <w:t xml:space="preserve"> сельского поселения</w:t>
      </w:r>
    </w:p>
    <w:p w:rsidR="000F5AA6" w:rsidRDefault="000F5AA6" w:rsidP="000F5AA6">
      <w:pPr>
        <w:ind w:firstLine="709"/>
        <w:jc w:val="right"/>
        <w:rPr>
          <w:rFonts w:cs="Arial"/>
        </w:rPr>
      </w:pPr>
      <w:r w:rsidRPr="001402A5">
        <w:rPr>
          <w:rFonts w:cs="Arial"/>
        </w:rPr>
        <w:t>Таловского муниципального района</w:t>
      </w:r>
    </w:p>
    <w:p w:rsidR="000F5AA6" w:rsidRDefault="000F5AA6" w:rsidP="000F5AA6">
      <w:pPr>
        <w:ind w:firstLine="709"/>
        <w:jc w:val="right"/>
        <w:rPr>
          <w:rFonts w:cs="Arial"/>
        </w:rPr>
      </w:pPr>
      <w:r>
        <w:rPr>
          <w:rFonts w:cs="Arial"/>
        </w:rPr>
        <w:t>Воронежской области</w:t>
      </w:r>
    </w:p>
    <w:p w:rsidR="000F5AA6" w:rsidRPr="001402A5" w:rsidRDefault="000F5AA6" w:rsidP="000F5AA6">
      <w:pPr>
        <w:ind w:firstLine="709"/>
        <w:jc w:val="right"/>
        <w:rPr>
          <w:rFonts w:cs="Arial"/>
        </w:rPr>
      </w:pPr>
      <w:r>
        <w:rPr>
          <w:rFonts w:cs="Arial"/>
        </w:rPr>
        <w:t>от 19.07.2024 г. № 51</w:t>
      </w:r>
    </w:p>
    <w:p w:rsidR="000E0022" w:rsidRPr="001402A5" w:rsidRDefault="000E0022" w:rsidP="001402A5">
      <w:pPr>
        <w:ind w:firstLine="709"/>
        <w:rPr>
          <w:rFonts w:cs="Arial"/>
          <w:color w:val="000000"/>
        </w:rPr>
      </w:pPr>
    </w:p>
    <w:p w:rsidR="000E0022" w:rsidRPr="001402A5" w:rsidRDefault="000E0022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t xml:space="preserve">Форма размещения информации о муниципальном имуществе </w:t>
      </w:r>
      <w:r w:rsidR="000F5AA6">
        <w:rPr>
          <w:rFonts w:cs="Arial"/>
          <w:color w:val="000000"/>
        </w:rPr>
        <w:t xml:space="preserve">Абрамовского сельского </w:t>
      </w:r>
      <w:r w:rsidRPr="001402A5">
        <w:rPr>
          <w:rFonts w:cs="Arial"/>
          <w:color w:val="000000"/>
        </w:rPr>
        <w:t>поселения</w:t>
      </w:r>
      <w:r w:rsidR="000F5AA6">
        <w:rPr>
          <w:rFonts w:cs="Arial"/>
          <w:color w:val="000000"/>
        </w:rPr>
        <w:t xml:space="preserve"> </w:t>
      </w:r>
      <w:r w:rsidRPr="001402A5">
        <w:rPr>
          <w:rFonts w:cs="Arial"/>
          <w:color w:val="000000"/>
        </w:rPr>
        <w:t>в сети «Интернет»</w:t>
      </w:r>
    </w:p>
    <w:p w:rsidR="000E0022" w:rsidRPr="001402A5" w:rsidRDefault="000E0022" w:rsidP="001402A5">
      <w:pPr>
        <w:ind w:firstLine="709"/>
        <w:rPr>
          <w:rFonts w:cs="Arial"/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74"/>
        <w:gridCol w:w="1114"/>
        <w:gridCol w:w="1694"/>
        <w:gridCol w:w="2243"/>
        <w:gridCol w:w="2396"/>
      </w:tblGrid>
      <w:tr w:rsidR="000E0022" w:rsidRPr="001402A5" w:rsidTr="002E543A"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022" w:rsidRPr="001402A5" w:rsidRDefault="000E0022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 xml:space="preserve">№ </w:t>
            </w:r>
            <w:proofErr w:type="gramStart"/>
            <w:r w:rsidRPr="001402A5">
              <w:rPr>
                <w:rFonts w:cs="Arial"/>
              </w:rPr>
              <w:t>п</w:t>
            </w:r>
            <w:proofErr w:type="gramEnd"/>
            <w:r w:rsidRPr="001402A5">
              <w:rPr>
                <w:rFonts w:cs="Arial"/>
              </w:rPr>
              <w:t>/п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022" w:rsidRPr="001402A5" w:rsidRDefault="000E0022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Реестровый номер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022" w:rsidRPr="001402A5" w:rsidRDefault="000E0022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Объект реестра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022" w:rsidRPr="001402A5" w:rsidRDefault="000E0022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Кадастровый номер*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022" w:rsidRPr="001402A5" w:rsidRDefault="000E0022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Правообладатель</w:t>
            </w: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022" w:rsidRPr="001402A5" w:rsidRDefault="000E0022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Количественна ха</w:t>
            </w:r>
            <w:r w:rsidR="000F5AA6">
              <w:rPr>
                <w:rFonts w:cs="Arial"/>
              </w:rPr>
              <w:t>рактеристика (</w:t>
            </w:r>
            <w:proofErr w:type="spellStart"/>
            <w:proofErr w:type="gramStart"/>
            <w:r w:rsidR="000F5AA6">
              <w:rPr>
                <w:rFonts w:cs="Arial"/>
              </w:rPr>
              <w:t>ед</w:t>
            </w:r>
            <w:proofErr w:type="spellEnd"/>
            <w:proofErr w:type="gramEnd"/>
            <w:r w:rsidR="000F5AA6">
              <w:rPr>
                <w:rFonts w:cs="Arial"/>
              </w:rPr>
              <w:t>/</w:t>
            </w:r>
            <w:proofErr w:type="spellStart"/>
            <w:r w:rsidR="000F5AA6">
              <w:rPr>
                <w:rFonts w:cs="Arial"/>
              </w:rPr>
              <w:t>шт</w:t>
            </w:r>
            <w:proofErr w:type="spellEnd"/>
            <w:r w:rsidR="000F5AA6">
              <w:rPr>
                <w:rFonts w:cs="Arial"/>
              </w:rPr>
              <w:t>/м2/</w:t>
            </w:r>
            <w:proofErr w:type="spellStart"/>
            <w:r w:rsidR="000F5AA6">
              <w:rPr>
                <w:rFonts w:cs="Arial"/>
              </w:rPr>
              <w:t>м.пог.м</w:t>
            </w:r>
            <w:proofErr w:type="spellEnd"/>
            <w:r w:rsidR="000F5AA6">
              <w:rPr>
                <w:rFonts w:cs="Arial"/>
              </w:rPr>
              <w:t>/</w:t>
            </w:r>
            <w:r w:rsidRPr="001402A5">
              <w:rPr>
                <w:rFonts w:cs="Arial"/>
              </w:rPr>
              <w:t>)</w:t>
            </w:r>
          </w:p>
        </w:tc>
      </w:tr>
      <w:tr w:rsidR="000E0022" w:rsidRPr="001402A5" w:rsidTr="002E543A">
        <w:tc>
          <w:tcPr>
            <w:tcW w:w="96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022" w:rsidRPr="001402A5" w:rsidRDefault="000E0022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Номер раздела</w:t>
            </w:r>
          </w:p>
        </w:tc>
      </w:tr>
      <w:tr w:rsidR="000E0022" w:rsidRPr="001402A5" w:rsidTr="002E543A"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022" w:rsidRPr="001402A5" w:rsidRDefault="000E0022" w:rsidP="000F5AA6">
            <w:pPr>
              <w:ind w:firstLine="0"/>
              <w:rPr>
                <w:rFonts w:cs="Arial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022" w:rsidRPr="001402A5" w:rsidRDefault="000E0022" w:rsidP="000F5AA6">
            <w:pPr>
              <w:ind w:firstLine="0"/>
              <w:rPr>
                <w:rFonts w:cs="Arial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022" w:rsidRPr="001402A5" w:rsidRDefault="000E0022" w:rsidP="000F5AA6">
            <w:pPr>
              <w:ind w:firstLine="0"/>
              <w:rPr>
                <w:rFonts w:cs="Arial"/>
              </w:rPr>
            </w:pPr>
          </w:p>
        </w:tc>
        <w:tc>
          <w:tcPr>
            <w:tcW w:w="38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022" w:rsidRPr="001402A5" w:rsidRDefault="000E0022" w:rsidP="000F5AA6">
            <w:pPr>
              <w:ind w:firstLine="0"/>
              <w:rPr>
                <w:rFonts w:cs="Arial"/>
              </w:rPr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022" w:rsidRPr="001402A5" w:rsidRDefault="000E0022" w:rsidP="000F5AA6">
            <w:pPr>
              <w:ind w:firstLine="0"/>
              <w:rPr>
                <w:rFonts w:cs="Arial"/>
              </w:rPr>
            </w:pPr>
          </w:p>
        </w:tc>
      </w:tr>
    </w:tbl>
    <w:p w:rsidR="000E0022" w:rsidRPr="001402A5" w:rsidRDefault="000E0022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t>*Заполняется для объектов недвижимого имущества</w:t>
      </w:r>
    </w:p>
    <w:p w:rsidR="000E0022" w:rsidRPr="001402A5" w:rsidRDefault="000E0022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br w:type="page"/>
      </w:r>
    </w:p>
    <w:p w:rsidR="000E0022" w:rsidRPr="001402A5" w:rsidRDefault="000F5AA6" w:rsidP="000F5AA6">
      <w:pPr>
        <w:ind w:firstLine="709"/>
        <w:jc w:val="right"/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 xml:space="preserve">Приложение </w:t>
      </w:r>
      <w:r w:rsidR="008F1642" w:rsidRPr="001402A5">
        <w:rPr>
          <w:rFonts w:cs="Arial"/>
          <w:color w:val="000000"/>
        </w:rPr>
        <w:t>5</w:t>
      </w:r>
    </w:p>
    <w:p w:rsidR="000F5AA6" w:rsidRDefault="000F5AA6" w:rsidP="000F5AA6">
      <w:pPr>
        <w:ind w:firstLine="709"/>
        <w:jc w:val="right"/>
        <w:rPr>
          <w:rFonts w:cs="Arial"/>
        </w:rPr>
      </w:pPr>
      <w:r w:rsidRPr="001402A5">
        <w:rPr>
          <w:rFonts w:cs="Arial"/>
        </w:rPr>
        <w:t xml:space="preserve">к постановлению администрации </w:t>
      </w:r>
    </w:p>
    <w:p w:rsidR="000F5AA6" w:rsidRPr="001402A5" w:rsidRDefault="000F5AA6" w:rsidP="000F5AA6">
      <w:pPr>
        <w:ind w:firstLine="709"/>
        <w:jc w:val="right"/>
        <w:rPr>
          <w:rFonts w:cs="Arial"/>
        </w:rPr>
      </w:pPr>
      <w:r>
        <w:rPr>
          <w:rFonts w:cs="Arial"/>
        </w:rPr>
        <w:t>Абрамовского</w:t>
      </w:r>
      <w:r w:rsidRPr="001402A5">
        <w:rPr>
          <w:rFonts w:cs="Arial"/>
        </w:rPr>
        <w:t xml:space="preserve"> сельского поселения</w:t>
      </w:r>
    </w:p>
    <w:p w:rsidR="000F5AA6" w:rsidRDefault="000F5AA6" w:rsidP="000F5AA6">
      <w:pPr>
        <w:ind w:firstLine="709"/>
        <w:jc w:val="right"/>
        <w:rPr>
          <w:rFonts w:cs="Arial"/>
        </w:rPr>
      </w:pPr>
      <w:r w:rsidRPr="001402A5">
        <w:rPr>
          <w:rFonts w:cs="Arial"/>
        </w:rPr>
        <w:t>Таловского муниципального района</w:t>
      </w:r>
    </w:p>
    <w:p w:rsidR="000F5AA6" w:rsidRDefault="000F5AA6" w:rsidP="000F5AA6">
      <w:pPr>
        <w:ind w:firstLine="709"/>
        <w:jc w:val="right"/>
        <w:rPr>
          <w:rFonts w:cs="Arial"/>
        </w:rPr>
      </w:pPr>
      <w:r>
        <w:rPr>
          <w:rFonts w:cs="Arial"/>
        </w:rPr>
        <w:t>Воронежской области</w:t>
      </w:r>
    </w:p>
    <w:p w:rsidR="000F5AA6" w:rsidRPr="001402A5" w:rsidRDefault="000F5AA6" w:rsidP="000F5AA6">
      <w:pPr>
        <w:ind w:firstLine="709"/>
        <w:jc w:val="right"/>
        <w:rPr>
          <w:rFonts w:cs="Arial"/>
        </w:rPr>
      </w:pPr>
      <w:r>
        <w:rPr>
          <w:rFonts w:cs="Arial"/>
        </w:rPr>
        <w:t>от 19.07.2024 г. № 51</w:t>
      </w:r>
    </w:p>
    <w:p w:rsidR="00474552" w:rsidRPr="001402A5" w:rsidRDefault="00474552" w:rsidP="001402A5">
      <w:pPr>
        <w:ind w:firstLine="709"/>
        <w:rPr>
          <w:rFonts w:cs="Arial"/>
          <w:color w:val="000000"/>
        </w:rPr>
      </w:pPr>
    </w:p>
    <w:p w:rsidR="00474552" w:rsidRPr="001402A5" w:rsidRDefault="00474552" w:rsidP="001402A5">
      <w:pPr>
        <w:ind w:firstLine="709"/>
        <w:rPr>
          <w:rFonts w:cs="Arial"/>
          <w:color w:val="000000"/>
        </w:rPr>
      </w:pPr>
      <w:r w:rsidRPr="001402A5">
        <w:rPr>
          <w:rFonts w:cs="Arial"/>
          <w:color w:val="000000"/>
        </w:rPr>
        <w:t>Уведомление об отсутствии запрашиваемой информации в реестре или отказе в предоставлении сведений из реестра</w:t>
      </w:r>
    </w:p>
    <w:p w:rsidR="00474552" w:rsidRPr="001402A5" w:rsidRDefault="00474552" w:rsidP="001402A5">
      <w:pPr>
        <w:ind w:firstLine="709"/>
        <w:rPr>
          <w:rFonts w:cs="Arial"/>
          <w:color w:val="000000"/>
        </w:rPr>
      </w:pPr>
    </w:p>
    <w:tbl>
      <w:tblPr>
        <w:tblW w:w="9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692"/>
        <w:gridCol w:w="1946"/>
        <w:gridCol w:w="692"/>
        <w:gridCol w:w="1669"/>
        <w:gridCol w:w="691"/>
        <w:gridCol w:w="1748"/>
      </w:tblGrid>
      <w:tr w:rsidR="00474552" w:rsidRPr="001402A5" w:rsidTr="000F5AA6">
        <w:tc>
          <w:tcPr>
            <w:tcW w:w="956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Орган местного самоуправления, уполномоченный на ведение реестра</w:t>
            </w:r>
          </w:p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муниципального имущества ________________________________________</w:t>
            </w:r>
          </w:p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proofErr w:type="gramStart"/>
            <w:r w:rsidRPr="001402A5">
              <w:rPr>
                <w:rFonts w:cs="Arial"/>
              </w:rPr>
              <w:t>(наименование органа местного</w:t>
            </w:r>
            <w:r w:rsidR="000F5AA6">
              <w:rPr>
                <w:rFonts w:cs="Arial"/>
              </w:rPr>
              <w:t xml:space="preserve"> </w:t>
            </w:r>
            <w:r w:rsidRPr="001402A5">
              <w:rPr>
                <w:rFonts w:cs="Arial"/>
              </w:rPr>
              <w:t>самоуправления, уполномоченного на ведение</w:t>
            </w:r>
            <w:proofErr w:type="gramEnd"/>
          </w:p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реестра муниципального имущества)</w:t>
            </w:r>
          </w:p>
        </w:tc>
      </w:tr>
      <w:tr w:rsidR="00474552" w:rsidRPr="001402A5" w:rsidTr="000F5AA6">
        <w:tc>
          <w:tcPr>
            <w:tcW w:w="956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Заявитель _______________________________________________________</w:t>
            </w:r>
          </w:p>
          <w:p w:rsidR="00474552" w:rsidRPr="001402A5" w:rsidRDefault="00474552" w:rsidP="000F5AA6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(наименование юридического лица, фамилия, имя, отчество</w:t>
            </w:r>
            <w:r w:rsidR="000F5AA6">
              <w:rPr>
                <w:rFonts w:cs="Arial"/>
              </w:rPr>
              <w:t xml:space="preserve"> </w:t>
            </w:r>
            <w:r w:rsidRPr="001402A5">
              <w:rPr>
                <w:rFonts w:cs="Arial"/>
              </w:rPr>
              <w:t>(при наличии) физического лица)</w:t>
            </w:r>
          </w:p>
        </w:tc>
      </w:tr>
      <w:tr w:rsidR="00474552" w:rsidRPr="001402A5" w:rsidTr="000F5AA6">
        <w:tc>
          <w:tcPr>
            <w:tcW w:w="956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</w:p>
        </w:tc>
      </w:tr>
      <w:tr w:rsidR="00474552" w:rsidRPr="001402A5" w:rsidTr="000F5AA6">
        <w:tc>
          <w:tcPr>
            <w:tcW w:w="956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Причины отказа</w:t>
            </w:r>
          </w:p>
        </w:tc>
      </w:tr>
      <w:tr w:rsidR="00474552" w:rsidRPr="001402A5" w:rsidTr="000F5AA6">
        <w:tc>
          <w:tcPr>
            <w:tcW w:w="956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</w:p>
        </w:tc>
      </w:tr>
      <w:tr w:rsidR="00474552" w:rsidRPr="001402A5" w:rsidTr="000F5AA6">
        <w:tc>
          <w:tcPr>
            <w:tcW w:w="9560" w:type="dxa"/>
            <w:gridSpan w:val="7"/>
            <w:tcBorders>
              <w:top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</w:p>
        </w:tc>
      </w:tr>
      <w:tr w:rsidR="00474552" w:rsidRPr="001402A5" w:rsidTr="000F5AA6">
        <w:tc>
          <w:tcPr>
            <w:tcW w:w="9560" w:type="dxa"/>
            <w:gridSpan w:val="7"/>
            <w:tcBorders>
              <w:top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</w:p>
        </w:tc>
      </w:tr>
      <w:tr w:rsidR="00474552" w:rsidRPr="001402A5" w:rsidTr="000F5AA6">
        <w:tc>
          <w:tcPr>
            <w:tcW w:w="9560" w:type="dxa"/>
            <w:gridSpan w:val="7"/>
            <w:tcBorders>
              <w:top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</w:p>
        </w:tc>
      </w:tr>
      <w:tr w:rsidR="00474552" w:rsidRPr="001402A5" w:rsidTr="000F5AA6">
        <w:tc>
          <w:tcPr>
            <w:tcW w:w="9560" w:type="dxa"/>
            <w:gridSpan w:val="7"/>
            <w:tcBorders>
              <w:top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</w:p>
        </w:tc>
      </w:tr>
      <w:tr w:rsidR="00474552" w:rsidRPr="001402A5" w:rsidTr="000F5AA6">
        <w:tc>
          <w:tcPr>
            <w:tcW w:w="9560" w:type="dxa"/>
            <w:gridSpan w:val="7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</w:p>
        </w:tc>
      </w:tr>
      <w:tr w:rsidR="00474552" w:rsidRPr="001402A5" w:rsidTr="000F5AA6">
        <w:tc>
          <w:tcPr>
            <w:tcW w:w="956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ОТМЕТКА О ПОДТВЕРЖДЕНИИ СВЕДЕНИЙ,</w:t>
            </w:r>
          </w:p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proofErr w:type="gramStart"/>
            <w:r w:rsidRPr="001402A5">
              <w:rPr>
                <w:rFonts w:cs="Arial"/>
              </w:rPr>
              <w:t>СОДЕРЖАЩИХСЯ</w:t>
            </w:r>
            <w:proofErr w:type="gramEnd"/>
            <w:r w:rsidRPr="001402A5">
              <w:rPr>
                <w:rFonts w:cs="Arial"/>
              </w:rPr>
              <w:t xml:space="preserve"> В НАСТОЯЩЕЙ ВЫПИСКЕ</w:t>
            </w:r>
          </w:p>
        </w:tc>
      </w:tr>
      <w:tr w:rsidR="00474552" w:rsidRPr="001402A5" w:rsidTr="000F5AA6">
        <w:tc>
          <w:tcPr>
            <w:tcW w:w="21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474552" w:rsidRPr="001402A5" w:rsidRDefault="00474552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Ответственный</w:t>
            </w:r>
          </w:p>
        </w:tc>
        <w:tc>
          <w:tcPr>
            <w:tcW w:w="73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 </w:t>
            </w:r>
          </w:p>
        </w:tc>
        <w:tc>
          <w:tcPr>
            <w:tcW w:w="1978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</w:p>
        </w:tc>
        <w:tc>
          <w:tcPr>
            <w:tcW w:w="73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 </w:t>
            </w:r>
          </w:p>
        </w:tc>
        <w:tc>
          <w:tcPr>
            <w:tcW w:w="1706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</w:p>
        </w:tc>
        <w:tc>
          <w:tcPr>
            <w:tcW w:w="73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 </w:t>
            </w:r>
          </w:p>
        </w:tc>
        <w:tc>
          <w:tcPr>
            <w:tcW w:w="1542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</w:p>
        </w:tc>
      </w:tr>
      <w:tr w:rsidR="00474552" w:rsidRPr="001402A5" w:rsidTr="000F5AA6">
        <w:tc>
          <w:tcPr>
            <w:tcW w:w="212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исполнитель:</w:t>
            </w:r>
          </w:p>
        </w:tc>
        <w:tc>
          <w:tcPr>
            <w:tcW w:w="73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 </w:t>
            </w:r>
          </w:p>
        </w:tc>
        <w:tc>
          <w:tcPr>
            <w:tcW w:w="1978" w:type="dxa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(должность)</w:t>
            </w:r>
          </w:p>
        </w:tc>
        <w:tc>
          <w:tcPr>
            <w:tcW w:w="73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 </w:t>
            </w:r>
          </w:p>
        </w:tc>
        <w:tc>
          <w:tcPr>
            <w:tcW w:w="1706" w:type="dxa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(подпись)</w:t>
            </w:r>
          </w:p>
        </w:tc>
        <w:tc>
          <w:tcPr>
            <w:tcW w:w="73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 </w:t>
            </w:r>
          </w:p>
        </w:tc>
        <w:tc>
          <w:tcPr>
            <w:tcW w:w="1542" w:type="dxa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0F5AA6">
            <w:pPr>
              <w:ind w:firstLine="0"/>
              <w:rPr>
                <w:rFonts w:cs="Arial"/>
              </w:rPr>
            </w:pPr>
            <w:r w:rsidRPr="001402A5">
              <w:rPr>
                <w:rFonts w:cs="Arial"/>
              </w:rPr>
              <w:t>(расшифровка подписи)</w:t>
            </w:r>
          </w:p>
        </w:tc>
      </w:tr>
      <w:tr w:rsidR="00474552" w:rsidRPr="001402A5" w:rsidTr="000F5AA6">
        <w:tc>
          <w:tcPr>
            <w:tcW w:w="956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4552" w:rsidRPr="001402A5" w:rsidRDefault="00474552" w:rsidP="001402A5">
            <w:pPr>
              <w:ind w:firstLine="709"/>
              <w:rPr>
                <w:rFonts w:cs="Arial"/>
              </w:rPr>
            </w:pPr>
            <w:r w:rsidRPr="001402A5">
              <w:rPr>
                <w:rFonts w:cs="Arial"/>
              </w:rPr>
              <w:t>"__" ________________ 20__ г.</w:t>
            </w:r>
          </w:p>
        </w:tc>
      </w:tr>
    </w:tbl>
    <w:p w:rsidR="000E0022" w:rsidRPr="001402A5" w:rsidRDefault="000E0022" w:rsidP="001402A5">
      <w:pPr>
        <w:ind w:firstLine="709"/>
        <w:rPr>
          <w:rFonts w:cs="Arial"/>
          <w:color w:val="000000"/>
        </w:rPr>
      </w:pPr>
    </w:p>
    <w:sectPr w:rsidR="000E0022" w:rsidRPr="001402A5" w:rsidSect="000F5AA6">
      <w:headerReference w:type="even" r:id="rId12"/>
      <w:pgSz w:w="11906" w:h="16838"/>
      <w:pgMar w:top="1134" w:right="851" w:bottom="1134" w:left="1701" w:header="39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D9" w:rsidRDefault="009D2FD9" w:rsidP="00EF5C3E">
      <w:r>
        <w:separator/>
      </w:r>
    </w:p>
  </w:endnote>
  <w:endnote w:type="continuationSeparator" w:id="0">
    <w:p w:rsidR="009D2FD9" w:rsidRDefault="009D2FD9" w:rsidP="00EF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D9" w:rsidRDefault="009D2FD9" w:rsidP="00EF5C3E">
      <w:r>
        <w:separator/>
      </w:r>
    </w:p>
  </w:footnote>
  <w:footnote w:type="continuationSeparator" w:id="0">
    <w:p w:rsidR="009D2FD9" w:rsidRDefault="009D2FD9" w:rsidP="00EF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DD" w:rsidRDefault="00AD0BD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BCF2194" wp14:editId="54481337">
              <wp:simplePos x="0" y="0"/>
              <wp:positionH relativeFrom="page">
                <wp:posOffset>4074795</wp:posOffset>
              </wp:positionH>
              <wp:positionV relativeFrom="page">
                <wp:posOffset>494030</wp:posOffset>
              </wp:positionV>
              <wp:extent cx="133985" cy="153035"/>
              <wp:effectExtent l="0" t="0" r="1270" b="1841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0BDD" w:rsidRDefault="00AD0BDD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1163A">
                            <w:rPr>
                              <w:rStyle w:val="af1"/>
                              <w:noProof/>
                            </w:rPr>
                            <w:t>17</w:t>
                          </w:r>
                          <w:r>
                            <w:rPr>
                              <w:rStyle w:val="af1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320.85pt;margin-top:38.9pt;width:10.55pt;height:12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" filled="f" stroked="f">
              <v:textbox style="mso-fit-shape-to-text:t" inset="0,0,0,0">
                <w:txbxContent>
                  <w:p w:rsidR="00AD0BDD" w:rsidRDefault="00AD0BDD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1163A">
                      <w:rPr>
                        <w:rStyle w:val="af1"/>
                        <w:noProof/>
                      </w:rPr>
                      <w:t>17</w:t>
                    </w:r>
                    <w:r>
                      <w:rPr>
                        <w:rStyle w:val="af1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0A0"/>
    <w:multiLevelType w:val="hybridMultilevel"/>
    <w:tmpl w:val="E1CC0E7E"/>
    <w:lvl w:ilvl="0" w:tplc="22149FBE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0CB830CF"/>
    <w:multiLevelType w:val="hybridMultilevel"/>
    <w:tmpl w:val="298A1552"/>
    <w:lvl w:ilvl="0" w:tplc="DA6AB7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54DC0"/>
    <w:multiLevelType w:val="hybridMultilevel"/>
    <w:tmpl w:val="828EFD4C"/>
    <w:lvl w:ilvl="0" w:tplc="A3187C22">
      <w:start w:val="1"/>
      <w:numFmt w:val="decimal"/>
      <w:lvlText w:val="%1."/>
      <w:lvlJc w:val="center"/>
      <w:pPr>
        <w:ind w:left="720" w:hanging="360"/>
      </w:pPr>
      <w:rPr>
        <w:rFonts w:ascii="13" w:hAnsi="13" w:hint="default"/>
        <w:b w:val="0"/>
        <w:i w:val="0"/>
        <w:color w:val="auto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41210"/>
    <w:multiLevelType w:val="hybridMultilevel"/>
    <w:tmpl w:val="D6CE1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38"/>
    <w:rsid w:val="000004C5"/>
    <w:rsid w:val="00000E81"/>
    <w:rsid w:val="00002414"/>
    <w:rsid w:val="00006B05"/>
    <w:rsid w:val="00011378"/>
    <w:rsid w:val="0001279C"/>
    <w:rsid w:val="00012CF1"/>
    <w:rsid w:val="000132A8"/>
    <w:rsid w:val="00016EE8"/>
    <w:rsid w:val="000224A2"/>
    <w:rsid w:val="00024DDB"/>
    <w:rsid w:val="00033A73"/>
    <w:rsid w:val="00035CB9"/>
    <w:rsid w:val="00046BCD"/>
    <w:rsid w:val="0005239E"/>
    <w:rsid w:val="00052A4E"/>
    <w:rsid w:val="000654F9"/>
    <w:rsid w:val="0006665A"/>
    <w:rsid w:val="00071DCE"/>
    <w:rsid w:val="00073F4F"/>
    <w:rsid w:val="00077EA3"/>
    <w:rsid w:val="0008516E"/>
    <w:rsid w:val="00090B1A"/>
    <w:rsid w:val="0009433E"/>
    <w:rsid w:val="00094D24"/>
    <w:rsid w:val="000B5010"/>
    <w:rsid w:val="000B513D"/>
    <w:rsid w:val="000B5551"/>
    <w:rsid w:val="000C4B2D"/>
    <w:rsid w:val="000C517C"/>
    <w:rsid w:val="000C77DF"/>
    <w:rsid w:val="000C7EB6"/>
    <w:rsid w:val="000E0022"/>
    <w:rsid w:val="000E7F01"/>
    <w:rsid w:val="000F5AA6"/>
    <w:rsid w:val="000F7805"/>
    <w:rsid w:val="00106A24"/>
    <w:rsid w:val="0011033C"/>
    <w:rsid w:val="001108E5"/>
    <w:rsid w:val="00113742"/>
    <w:rsid w:val="00113B91"/>
    <w:rsid w:val="00113C32"/>
    <w:rsid w:val="00113E96"/>
    <w:rsid w:val="00115F0A"/>
    <w:rsid w:val="00123FCF"/>
    <w:rsid w:val="0012415D"/>
    <w:rsid w:val="001273F1"/>
    <w:rsid w:val="001315B5"/>
    <w:rsid w:val="0013288E"/>
    <w:rsid w:val="0013311A"/>
    <w:rsid w:val="001363B6"/>
    <w:rsid w:val="00136E63"/>
    <w:rsid w:val="001372FF"/>
    <w:rsid w:val="001402A5"/>
    <w:rsid w:val="00140FCE"/>
    <w:rsid w:val="001454D8"/>
    <w:rsid w:val="001510D9"/>
    <w:rsid w:val="001530CC"/>
    <w:rsid w:val="0016010E"/>
    <w:rsid w:val="00165FD2"/>
    <w:rsid w:val="00171486"/>
    <w:rsid w:val="0018011D"/>
    <w:rsid w:val="001857FD"/>
    <w:rsid w:val="00186CAE"/>
    <w:rsid w:val="00190562"/>
    <w:rsid w:val="00196BF4"/>
    <w:rsid w:val="001A13A0"/>
    <w:rsid w:val="001A4046"/>
    <w:rsid w:val="001A6A22"/>
    <w:rsid w:val="001B2FDC"/>
    <w:rsid w:val="001B317E"/>
    <w:rsid w:val="001B4F92"/>
    <w:rsid w:val="001B5C8C"/>
    <w:rsid w:val="001C0997"/>
    <w:rsid w:val="001C1CDC"/>
    <w:rsid w:val="001C4DD3"/>
    <w:rsid w:val="001C4FDE"/>
    <w:rsid w:val="001C5931"/>
    <w:rsid w:val="001D04FB"/>
    <w:rsid w:val="001D2E8F"/>
    <w:rsid w:val="001D4D1B"/>
    <w:rsid w:val="001E03E4"/>
    <w:rsid w:val="001E16C2"/>
    <w:rsid w:val="001E6C7E"/>
    <w:rsid w:val="001F20E1"/>
    <w:rsid w:val="001F227C"/>
    <w:rsid w:val="001F5E30"/>
    <w:rsid w:val="001F7ED3"/>
    <w:rsid w:val="00202350"/>
    <w:rsid w:val="00203E3D"/>
    <w:rsid w:val="00223657"/>
    <w:rsid w:val="002276DF"/>
    <w:rsid w:val="002320EE"/>
    <w:rsid w:val="0023580A"/>
    <w:rsid w:val="00235D24"/>
    <w:rsid w:val="002362C3"/>
    <w:rsid w:val="0023742C"/>
    <w:rsid w:val="0024405F"/>
    <w:rsid w:val="00245D3A"/>
    <w:rsid w:val="002514F4"/>
    <w:rsid w:val="00251667"/>
    <w:rsid w:val="0025346E"/>
    <w:rsid w:val="002573F2"/>
    <w:rsid w:val="00260ECC"/>
    <w:rsid w:val="00261BCD"/>
    <w:rsid w:val="00262E0C"/>
    <w:rsid w:val="002651B9"/>
    <w:rsid w:val="00272706"/>
    <w:rsid w:val="00273302"/>
    <w:rsid w:val="00273E89"/>
    <w:rsid w:val="002758CA"/>
    <w:rsid w:val="00275C46"/>
    <w:rsid w:val="0028321A"/>
    <w:rsid w:val="00287F6E"/>
    <w:rsid w:val="00290C0E"/>
    <w:rsid w:val="002B13DE"/>
    <w:rsid w:val="002B7F49"/>
    <w:rsid w:val="002C4FE8"/>
    <w:rsid w:val="002D5D0C"/>
    <w:rsid w:val="002E2634"/>
    <w:rsid w:val="002E543A"/>
    <w:rsid w:val="002E5727"/>
    <w:rsid w:val="002F22E5"/>
    <w:rsid w:val="002F2517"/>
    <w:rsid w:val="002F5A30"/>
    <w:rsid w:val="0030663F"/>
    <w:rsid w:val="00306782"/>
    <w:rsid w:val="003166DC"/>
    <w:rsid w:val="00324BA5"/>
    <w:rsid w:val="00324EBB"/>
    <w:rsid w:val="003304D0"/>
    <w:rsid w:val="00331720"/>
    <w:rsid w:val="00341AAF"/>
    <w:rsid w:val="00341F6C"/>
    <w:rsid w:val="0034774D"/>
    <w:rsid w:val="00353887"/>
    <w:rsid w:val="00353E82"/>
    <w:rsid w:val="00355A04"/>
    <w:rsid w:val="00361D3E"/>
    <w:rsid w:val="00365DD3"/>
    <w:rsid w:val="00370213"/>
    <w:rsid w:val="00372BE5"/>
    <w:rsid w:val="003759AF"/>
    <w:rsid w:val="00376960"/>
    <w:rsid w:val="00381853"/>
    <w:rsid w:val="003830D8"/>
    <w:rsid w:val="00383215"/>
    <w:rsid w:val="0038476A"/>
    <w:rsid w:val="00392BA5"/>
    <w:rsid w:val="00393C39"/>
    <w:rsid w:val="0039586F"/>
    <w:rsid w:val="003A3B2A"/>
    <w:rsid w:val="003A601E"/>
    <w:rsid w:val="003B446E"/>
    <w:rsid w:val="003C059F"/>
    <w:rsid w:val="003C1F63"/>
    <w:rsid w:val="003C2FAD"/>
    <w:rsid w:val="003C7A01"/>
    <w:rsid w:val="003D32E3"/>
    <w:rsid w:val="003D3748"/>
    <w:rsid w:val="003D71F6"/>
    <w:rsid w:val="003E0238"/>
    <w:rsid w:val="003E269D"/>
    <w:rsid w:val="003E4250"/>
    <w:rsid w:val="003E52FB"/>
    <w:rsid w:val="003F5909"/>
    <w:rsid w:val="003F6E49"/>
    <w:rsid w:val="00400CB3"/>
    <w:rsid w:val="00401991"/>
    <w:rsid w:val="00420121"/>
    <w:rsid w:val="00427D77"/>
    <w:rsid w:val="00435C37"/>
    <w:rsid w:val="00436E3F"/>
    <w:rsid w:val="004413E3"/>
    <w:rsid w:val="004438A0"/>
    <w:rsid w:val="004452A5"/>
    <w:rsid w:val="00447888"/>
    <w:rsid w:val="004502A0"/>
    <w:rsid w:val="00452665"/>
    <w:rsid w:val="00452DC2"/>
    <w:rsid w:val="00462112"/>
    <w:rsid w:val="004631E7"/>
    <w:rsid w:val="004637FC"/>
    <w:rsid w:val="00474552"/>
    <w:rsid w:val="0048032E"/>
    <w:rsid w:val="00480734"/>
    <w:rsid w:val="004820EA"/>
    <w:rsid w:val="004830D0"/>
    <w:rsid w:val="00484E3C"/>
    <w:rsid w:val="00486BDC"/>
    <w:rsid w:val="004A2620"/>
    <w:rsid w:val="004A5753"/>
    <w:rsid w:val="004B20A7"/>
    <w:rsid w:val="004B2E89"/>
    <w:rsid w:val="004B648A"/>
    <w:rsid w:val="004C0495"/>
    <w:rsid w:val="004C502C"/>
    <w:rsid w:val="004C6196"/>
    <w:rsid w:val="004E3D02"/>
    <w:rsid w:val="004F22E0"/>
    <w:rsid w:val="004F364C"/>
    <w:rsid w:val="00500BA8"/>
    <w:rsid w:val="0050440F"/>
    <w:rsid w:val="005109EE"/>
    <w:rsid w:val="0051251D"/>
    <w:rsid w:val="0052497D"/>
    <w:rsid w:val="0053476C"/>
    <w:rsid w:val="005360BF"/>
    <w:rsid w:val="00542096"/>
    <w:rsid w:val="00542CE2"/>
    <w:rsid w:val="00543352"/>
    <w:rsid w:val="00550CF1"/>
    <w:rsid w:val="00553DD3"/>
    <w:rsid w:val="00553FD8"/>
    <w:rsid w:val="00554FB3"/>
    <w:rsid w:val="005637A8"/>
    <w:rsid w:val="00564E55"/>
    <w:rsid w:val="00571565"/>
    <w:rsid w:val="005802E3"/>
    <w:rsid w:val="0058106A"/>
    <w:rsid w:val="00584F38"/>
    <w:rsid w:val="00586572"/>
    <w:rsid w:val="00590D81"/>
    <w:rsid w:val="00591A74"/>
    <w:rsid w:val="00592925"/>
    <w:rsid w:val="005A46BC"/>
    <w:rsid w:val="005A5B63"/>
    <w:rsid w:val="005A6F14"/>
    <w:rsid w:val="005B031C"/>
    <w:rsid w:val="005B23E8"/>
    <w:rsid w:val="005B5A8C"/>
    <w:rsid w:val="005C17B4"/>
    <w:rsid w:val="005C284A"/>
    <w:rsid w:val="005C3DDA"/>
    <w:rsid w:val="005C6784"/>
    <w:rsid w:val="005D23A6"/>
    <w:rsid w:val="005D49AC"/>
    <w:rsid w:val="005D67F4"/>
    <w:rsid w:val="005E6011"/>
    <w:rsid w:val="005F4ED0"/>
    <w:rsid w:val="005F77D1"/>
    <w:rsid w:val="00601750"/>
    <w:rsid w:val="00601D72"/>
    <w:rsid w:val="006042F6"/>
    <w:rsid w:val="006044DE"/>
    <w:rsid w:val="00604E02"/>
    <w:rsid w:val="00607616"/>
    <w:rsid w:val="0061380E"/>
    <w:rsid w:val="006246B2"/>
    <w:rsid w:val="00626565"/>
    <w:rsid w:val="00627EB0"/>
    <w:rsid w:val="00633DF2"/>
    <w:rsid w:val="00644279"/>
    <w:rsid w:val="0065667C"/>
    <w:rsid w:val="0066095D"/>
    <w:rsid w:val="00660E58"/>
    <w:rsid w:val="00660FFE"/>
    <w:rsid w:val="00663D12"/>
    <w:rsid w:val="006720D3"/>
    <w:rsid w:val="00672EB5"/>
    <w:rsid w:val="00674533"/>
    <w:rsid w:val="00676DCC"/>
    <w:rsid w:val="006770E6"/>
    <w:rsid w:val="00680B35"/>
    <w:rsid w:val="00691CF7"/>
    <w:rsid w:val="00692054"/>
    <w:rsid w:val="0069349F"/>
    <w:rsid w:val="006949AD"/>
    <w:rsid w:val="00697A46"/>
    <w:rsid w:val="006A3B02"/>
    <w:rsid w:val="006A3E0C"/>
    <w:rsid w:val="006A45CD"/>
    <w:rsid w:val="006B03DF"/>
    <w:rsid w:val="006B0983"/>
    <w:rsid w:val="006B174D"/>
    <w:rsid w:val="006B2B3D"/>
    <w:rsid w:val="006B67EE"/>
    <w:rsid w:val="006C5F5B"/>
    <w:rsid w:val="006D3057"/>
    <w:rsid w:val="006D3353"/>
    <w:rsid w:val="006D52B8"/>
    <w:rsid w:val="006D624A"/>
    <w:rsid w:val="006E0260"/>
    <w:rsid w:val="006E1E88"/>
    <w:rsid w:val="006E3842"/>
    <w:rsid w:val="006F3EDE"/>
    <w:rsid w:val="006F5135"/>
    <w:rsid w:val="006F7897"/>
    <w:rsid w:val="00700C9E"/>
    <w:rsid w:val="00710032"/>
    <w:rsid w:val="00714432"/>
    <w:rsid w:val="0071793A"/>
    <w:rsid w:val="00721988"/>
    <w:rsid w:val="00721B71"/>
    <w:rsid w:val="00726421"/>
    <w:rsid w:val="00726BC4"/>
    <w:rsid w:val="0073199E"/>
    <w:rsid w:val="00734C83"/>
    <w:rsid w:val="00744369"/>
    <w:rsid w:val="00746524"/>
    <w:rsid w:val="00750D48"/>
    <w:rsid w:val="00760151"/>
    <w:rsid w:val="00767377"/>
    <w:rsid w:val="007759FE"/>
    <w:rsid w:val="00776C3D"/>
    <w:rsid w:val="00791CEE"/>
    <w:rsid w:val="00793A9B"/>
    <w:rsid w:val="007A2178"/>
    <w:rsid w:val="007B0DAC"/>
    <w:rsid w:val="007B1C9B"/>
    <w:rsid w:val="007B5243"/>
    <w:rsid w:val="007B5E48"/>
    <w:rsid w:val="007B6696"/>
    <w:rsid w:val="007B693C"/>
    <w:rsid w:val="007C1901"/>
    <w:rsid w:val="007D15AC"/>
    <w:rsid w:val="007D38D4"/>
    <w:rsid w:val="007E0CCD"/>
    <w:rsid w:val="007E39FD"/>
    <w:rsid w:val="007F35C0"/>
    <w:rsid w:val="007F3D86"/>
    <w:rsid w:val="007F6CC0"/>
    <w:rsid w:val="007F7881"/>
    <w:rsid w:val="00800095"/>
    <w:rsid w:val="00801712"/>
    <w:rsid w:val="00802CB3"/>
    <w:rsid w:val="0080478C"/>
    <w:rsid w:val="008056DA"/>
    <w:rsid w:val="00811C82"/>
    <w:rsid w:val="00811CE5"/>
    <w:rsid w:val="0081499D"/>
    <w:rsid w:val="00815713"/>
    <w:rsid w:val="008175A7"/>
    <w:rsid w:val="0081772C"/>
    <w:rsid w:val="00824324"/>
    <w:rsid w:val="008279D6"/>
    <w:rsid w:val="00832C73"/>
    <w:rsid w:val="00835F99"/>
    <w:rsid w:val="00836361"/>
    <w:rsid w:val="00841CE0"/>
    <w:rsid w:val="00845388"/>
    <w:rsid w:val="00850B6F"/>
    <w:rsid w:val="008533DB"/>
    <w:rsid w:val="00857DE0"/>
    <w:rsid w:val="0086277C"/>
    <w:rsid w:val="00864EF8"/>
    <w:rsid w:val="008655C0"/>
    <w:rsid w:val="0087163A"/>
    <w:rsid w:val="00871DF7"/>
    <w:rsid w:val="008721ED"/>
    <w:rsid w:val="00895B01"/>
    <w:rsid w:val="008A2B42"/>
    <w:rsid w:val="008A36A9"/>
    <w:rsid w:val="008A7ABC"/>
    <w:rsid w:val="008B3C20"/>
    <w:rsid w:val="008B4FAE"/>
    <w:rsid w:val="008B58AB"/>
    <w:rsid w:val="008C2251"/>
    <w:rsid w:val="008C7189"/>
    <w:rsid w:val="008D0FD5"/>
    <w:rsid w:val="008D2ADA"/>
    <w:rsid w:val="008D3FAE"/>
    <w:rsid w:val="008D577D"/>
    <w:rsid w:val="008D66C9"/>
    <w:rsid w:val="008E04E2"/>
    <w:rsid w:val="008F1642"/>
    <w:rsid w:val="00900F61"/>
    <w:rsid w:val="00903C42"/>
    <w:rsid w:val="00912053"/>
    <w:rsid w:val="00913BFC"/>
    <w:rsid w:val="00916D89"/>
    <w:rsid w:val="009201CD"/>
    <w:rsid w:val="0092040D"/>
    <w:rsid w:val="009228F7"/>
    <w:rsid w:val="0093042D"/>
    <w:rsid w:val="0093511A"/>
    <w:rsid w:val="00936CBF"/>
    <w:rsid w:val="009416C4"/>
    <w:rsid w:val="0094280D"/>
    <w:rsid w:val="009428BE"/>
    <w:rsid w:val="00944F14"/>
    <w:rsid w:val="00945FE8"/>
    <w:rsid w:val="009502C7"/>
    <w:rsid w:val="009541C3"/>
    <w:rsid w:val="00954A27"/>
    <w:rsid w:val="00970C8E"/>
    <w:rsid w:val="009722C7"/>
    <w:rsid w:val="009757A3"/>
    <w:rsid w:val="009776B2"/>
    <w:rsid w:val="00987CE0"/>
    <w:rsid w:val="009918B4"/>
    <w:rsid w:val="00992591"/>
    <w:rsid w:val="00992E22"/>
    <w:rsid w:val="00996451"/>
    <w:rsid w:val="009A0CA7"/>
    <w:rsid w:val="009A3DB9"/>
    <w:rsid w:val="009B3CE2"/>
    <w:rsid w:val="009C2190"/>
    <w:rsid w:val="009C2F44"/>
    <w:rsid w:val="009C30CE"/>
    <w:rsid w:val="009C45F5"/>
    <w:rsid w:val="009D020F"/>
    <w:rsid w:val="009D2FD9"/>
    <w:rsid w:val="009D5FC0"/>
    <w:rsid w:val="009E46EA"/>
    <w:rsid w:val="009F3D29"/>
    <w:rsid w:val="009F5F28"/>
    <w:rsid w:val="009F732C"/>
    <w:rsid w:val="00A00B5D"/>
    <w:rsid w:val="00A00BFD"/>
    <w:rsid w:val="00A07E54"/>
    <w:rsid w:val="00A12A2F"/>
    <w:rsid w:val="00A1735B"/>
    <w:rsid w:val="00A22201"/>
    <w:rsid w:val="00A255F4"/>
    <w:rsid w:val="00A3775D"/>
    <w:rsid w:val="00A40348"/>
    <w:rsid w:val="00A430EE"/>
    <w:rsid w:val="00A43735"/>
    <w:rsid w:val="00A50359"/>
    <w:rsid w:val="00A53740"/>
    <w:rsid w:val="00A65E7A"/>
    <w:rsid w:val="00A70C14"/>
    <w:rsid w:val="00A822F3"/>
    <w:rsid w:val="00A82622"/>
    <w:rsid w:val="00A8345C"/>
    <w:rsid w:val="00A92A18"/>
    <w:rsid w:val="00AA28E0"/>
    <w:rsid w:val="00AA329B"/>
    <w:rsid w:val="00AB1080"/>
    <w:rsid w:val="00AB2F0E"/>
    <w:rsid w:val="00AC69CB"/>
    <w:rsid w:val="00AD0BDD"/>
    <w:rsid w:val="00AD1E1B"/>
    <w:rsid w:val="00AD3455"/>
    <w:rsid w:val="00AD7D39"/>
    <w:rsid w:val="00AE0A1E"/>
    <w:rsid w:val="00AE4EC0"/>
    <w:rsid w:val="00AE6D8C"/>
    <w:rsid w:val="00B20E32"/>
    <w:rsid w:val="00B33AC5"/>
    <w:rsid w:val="00B34EE9"/>
    <w:rsid w:val="00B37054"/>
    <w:rsid w:val="00B464F0"/>
    <w:rsid w:val="00B46A82"/>
    <w:rsid w:val="00B509D9"/>
    <w:rsid w:val="00B51A8F"/>
    <w:rsid w:val="00B65BA1"/>
    <w:rsid w:val="00B669BF"/>
    <w:rsid w:val="00B70579"/>
    <w:rsid w:val="00B76C5F"/>
    <w:rsid w:val="00B77056"/>
    <w:rsid w:val="00B80708"/>
    <w:rsid w:val="00B90449"/>
    <w:rsid w:val="00B96644"/>
    <w:rsid w:val="00BA1D3B"/>
    <w:rsid w:val="00BA2C0C"/>
    <w:rsid w:val="00BA36F1"/>
    <w:rsid w:val="00BB2C1F"/>
    <w:rsid w:val="00BC2FD0"/>
    <w:rsid w:val="00BC395C"/>
    <w:rsid w:val="00BC5DFD"/>
    <w:rsid w:val="00BD3CDC"/>
    <w:rsid w:val="00BD6D5E"/>
    <w:rsid w:val="00BE00EF"/>
    <w:rsid w:val="00BE037B"/>
    <w:rsid w:val="00BE3240"/>
    <w:rsid w:val="00BE357C"/>
    <w:rsid w:val="00BE6729"/>
    <w:rsid w:val="00BE7A10"/>
    <w:rsid w:val="00BF1366"/>
    <w:rsid w:val="00BF34A3"/>
    <w:rsid w:val="00BF7BE7"/>
    <w:rsid w:val="00C00F38"/>
    <w:rsid w:val="00C04DD6"/>
    <w:rsid w:val="00C13618"/>
    <w:rsid w:val="00C16761"/>
    <w:rsid w:val="00C256CB"/>
    <w:rsid w:val="00C3051D"/>
    <w:rsid w:val="00C3124C"/>
    <w:rsid w:val="00C31347"/>
    <w:rsid w:val="00C36289"/>
    <w:rsid w:val="00C36B2D"/>
    <w:rsid w:val="00C43666"/>
    <w:rsid w:val="00C440E2"/>
    <w:rsid w:val="00C55632"/>
    <w:rsid w:val="00C57F27"/>
    <w:rsid w:val="00C60D74"/>
    <w:rsid w:val="00C665CB"/>
    <w:rsid w:val="00C67493"/>
    <w:rsid w:val="00C711F6"/>
    <w:rsid w:val="00C809FB"/>
    <w:rsid w:val="00C90252"/>
    <w:rsid w:val="00C941D4"/>
    <w:rsid w:val="00C97347"/>
    <w:rsid w:val="00CA140B"/>
    <w:rsid w:val="00CA1ADC"/>
    <w:rsid w:val="00CB19E6"/>
    <w:rsid w:val="00CC0341"/>
    <w:rsid w:val="00CD1890"/>
    <w:rsid w:val="00CD3DBC"/>
    <w:rsid w:val="00CD7BDD"/>
    <w:rsid w:val="00CE0788"/>
    <w:rsid w:val="00CE08C9"/>
    <w:rsid w:val="00CE2A3C"/>
    <w:rsid w:val="00CE4329"/>
    <w:rsid w:val="00CE6173"/>
    <w:rsid w:val="00CF1866"/>
    <w:rsid w:val="00D02AF5"/>
    <w:rsid w:val="00D075F9"/>
    <w:rsid w:val="00D07FBC"/>
    <w:rsid w:val="00D13E7A"/>
    <w:rsid w:val="00D149AF"/>
    <w:rsid w:val="00D1500D"/>
    <w:rsid w:val="00D22204"/>
    <w:rsid w:val="00D228BC"/>
    <w:rsid w:val="00D26BFF"/>
    <w:rsid w:val="00D34137"/>
    <w:rsid w:val="00D52325"/>
    <w:rsid w:val="00D57642"/>
    <w:rsid w:val="00D60CB6"/>
    <w:rsid w:val="00D626F5"/>
    <w:rsid w:val="00D66CF3"/>
    <w:rsid w:val="00D67F17"/>
    <w:rsid w:val="00D71649"/>
    <w:rsid w:val="00D72C81"/>
    <w:rsid w:val="00D80903"/>
    <w:rsid w:val="00D81DB2"/>
    <w:rsid w:val="00D82290"/>
    <w:rsid w:val="00D831D4"/>
    <w:rsid w:val="00D831F5"/>
    <w:rsid w:val="00D90C46"/>
    <w:rsid w:val="00D91891"/>
    <w:rsid w:val="00D94ACF"/>
    <w:rsid w:val="00DA608A"/>
    <w:rsid w:val="00DB20F1"/>
    <w:rsid w:val="00DB7FE6"/>
    <w:rsid w:val="00DD20E2"/>
    <w:rsid w:val="00DD4689"/>
    <w:rsid w:val="00DE3FB1"/>
    <w:rsid w:val="00DE5710"/>
    <w:rsid w:val="00DE6E3A"/>
    <w:rsid w:val="00DF051F"/>
    <w:rsid w:val="00DF121D"/>
    <w:rsid w:val="00DF7F0F"/>
    <w:rsid w:val="00E05120"/>
    <w:rsid w:val="00E05A9A"/>
    <w:rsid w:val="00E11F67"/>
    <w:rsid w:val="00E11F94"/>
    <w:rsid w:val="00E16E51"/>
    <w:rsid w:val="00E20ACF"/>
    <w:rsid w:val="00E27A18"/>
    <w:rsid w:val="00E32888"/>
    <w:rsid w:val="00E435FE"/>
    <w:rsid w:val="00E50149"/>
    <w:rsid w:val="00E56547"/>
    <w:rsid w:val="00E57CCB"/>
    <w:rsid w:val="00E601B6"/>
    <w:rsid w:val="00E60B78"/>
    <w:rsid w:val="00E64856"/>
    <w:rsid w:val="00E82A63"/>
    <w:rsid w:val="00E84802"/>
    <w:rsid w:val="00E862B3"/>
    <w:rsid w:val="00E87C8A"/>
    <w:rsid w:val="00E90AF2"/>
    <w:rsid w:val="00E92B4C"/>
    <w:rsid w:val="00E93FB2"/>
    <w:rsid w:val="00E95832"/>
    <w:rsid w:val="00EA27BC"/>
    <w:rsid w:val="00EA2C5A"/>
    <w:rsid w:val="00EB12AE"/>
    <w:rsid w:val="00EC158F"/>
    <w:rsid w:val="00EC2615"/>
    <w:rsid w:val="00EC5EE3"/>
    <w:rsid w:val="00ED3CB6"/>
    <w:rsid w:val="00ED4CA8"/>
    <w:rsid w:val="00EE0665"/>
    <w:rsid w:val="00EE1005"/>
    <w:rsid w:val="00EF0370"/>
    <w:rsid w:val="00EF0412"/>
    <w:rsid w:val="00EF44A8"/>
    <w:rsid w:val="00EF5C3E"/>
    <w:rsid w:val="00F01CB8"/>
    <w:rsid w:val="00F06323"/>
    <w:rsid w:val="00F10AB8"/>
    <w:rsid w:val="00F1163A"/>
    <w:rsid w:val="00F11CCE"/>
    <w:rsid w:val="00F125E8"/>
    <w:rsid w:val="00F1741E"/>
    <w:rsid w:val="00F17B63"/>
    <w:rsid w:val="00F22B1D"/>
    <w:rsid w:val="00F25026"/>
    <w:rsid w:val="00F26D58"/>
    <w:rsid w:val="00F33F39"/>
    <w:rsid w:val="00F434A5"/>
    <w:rsid w:val="00F44BE5"/>
    <w:rsid w:val="00F46541"/>
    <w:rsid w:val="00F46BFA"/>
    <w:rsid w:val="00F53CF9"/>
    <w:rsid w:val="00F65691"/>
    <w:rsid w:val="00F66258"/>
    <w:rsid w:val="00F73B5A"/>
    <w:rsid w:val="00F757A9"/>
    <w:rsid w:val="00F803E0"/>
    <w:rsid w:val="00F926B2"/>
    <w:rsid w:val="00F97A85"/>
    <w:rsid w:val="00FA0271"/>
    <w:rsid w:val="00FA55B7"/>
    <w:rsid w:val="00FA7FC5"/>
    <w:rsid w:val="00FC0436"/>
    <w:rsid w:val="00FC0D63"/>
    <w:rsid w:val="00FC25EE"/>
    <w:rsid w:val="00FC44A1"/>
    <w:rsid w:val="00FC5751"/>
    <w:rsid w:val="00FC72A8"/>
    <w:rsid w:val="00FD5153"/>
    <w:rsid w:val="00FD6EB0"/>
    <w:rsid w:val="00FE2FBF"/>
    <w:rsid w:val="00FE587E"/>
    <w:rsid w:val="00FE7BD5"/>
    <w:rsid w:val="00FE7DFB"/>
    <w:rsid w:val="00FF023C"/>
    <w:rsid w:val="00FF1CD3"/>
    <w:rsid w:val="00FF268C"/>
    <w:rsid w:val="00FF28C3"/>
    <w:rsid w:val="00FF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802E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00CB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00CB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00CB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00CB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,Знак"/>
    <w:basedOn w:val="a"/>
    <w:link w:val="a4"/>
    <w:uiPriority w:val="99"/>
    <w:rsid w:val="00B509D9"/>
    <w:pPr>
      <w:tabs>
        <w:tab w:val="center" w:pos="4536"/>
        <w:tab w:val="right" w:pos="9072"/>
      </w:tabs>
    </w:pPr>
  </w:style>
  <w:style w:type="paragraph" w:styleId="a5">
    <w:name w:val="Title"/>
    <w:basedOn w:val="a"/>
    <w:link w:val="a6"/>
    <w:qFormat/>
    <w:rsid w:val="00B509D9"/>
    <w:pPr>
      <w:jc w:val="center"/>
    </w:pPr>
    <w:rPr>
      <w:b/>
      <w:bCs/>
    </w:rPr>
  </w:style>
  <w:style w:type="table" w:styleId="a7">
    <w:name w:val="Table Grid"/>
    <w:basedOn w:val="a1"/>
    <w:rsid w:val="00B50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 Знак Знак"/>
    <w:basedOn w:val="a"/>
    <w:rsid w:val="00B509D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8">
    <w:name w:val="Знак Знак Знак Знак Знак Знак"/>
    <w:basedOn w:val="a"/>
    <w:rsid w:val="00046BCD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21">
    <w:name w:val="Основной текст 21"/>
    <w:basedOn w:val="a"/>
    <w:rsid w:val="00EE1005"/>
    <w:pPr>
      <w:ind w:firstLine="708"/>
    </w:pPr>
  </w:style>
  <w:style w:type="paragraph" w:styleId="22">
    <w:name w:val="Body Text Indent 2"/>
    <w:basedOn w:val="a"/>
    <w:link w:val="23"/>
    <w:rsid w:val="00EE100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E1005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F5C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F5C3E"/>
    <w:rPr>
      <w:sz w:val="28"/>
    </w:rPr>
  </w:style>
  <w:style w:type="character" w:customStyle="1" w:styleId="a4">
    <w:name w:val="Верхний колонтитул Знак"/>
    <w:aliases w:val=" Знак Знак,Знак Знак"/>
    <w:link w:val="a3"/>
    <w:uiPriority w:val="99"/>
    <w:rsid w:val="00EF5C3E"/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D57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8D577D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8E04E2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8E04E2"/>
    <w:rPr>
      <w:sz w:val="28"/>
    </w:rPr>
  </w:style>
  <w:style w:type="character" w:customStyle="1" w:styleId="a6">
    <w:name w:val="Название Знак"/>
    <w:link w:val="a5"/>
    <w:rsid w:val="00721988"/>
    <w:rPr>
      <w:b/>
      <w:bCs/>
      <w:sz w:val="24"/>
    </w:rPr>
  </w:style>
  <w:style w:type="paragraph" w:customStyle="1" w:styleId="Default">
    <w:name w:val="Default"/>
    <w:rsid w:val="00A437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C04DD6"/>
    <w:pPr>
      <w:suppressAutoHyphens/>
      <w:autoSpaceDN w:val="0"/>
      <w:textAlignment w:val="baseline"/>
    </w:pPr>
    <w:rPr>
      <w:kern w:val="3"/>
      <w:sz w:val="28"/>
      <w:lang w:eastAsia="zh-CN"/>
    </w:rPr>
  </w:style>
  <w:style w:type="paragraph" w:customStyle="1" w:styleId="caaieiaie2">
    <w:name w:val="caaieiaie 2"/>
    <w:basedOn w:val="a"/>
    <w:next w:val="a"/>
    <w:rsid w:val="004830D0"/>
    <w:pPr>
      <w:keepNext/>
      <w:widowControl w:val="0"/>
      <w:spacing w:line="220" w:lineRule="exact"/>
      <w:ind w:left="20"/>
      <w:jc w:val="center"/>
    </w:pPr>
    <w:rPr>
      <w:b/>
    </w:rPr>
  </w:style>
  <w:style w:type="paragraph" w:customStyle="1" w:styleId="210">
    <w:name w:val="Основной текст 21"/>
    <w:basedOn w:val="a"/>
    <w:rsid w:val="0052497D"/>
    <w:pPr>
      <w:widowControl w:val="0"/>
      <w:ind w:right="-1" w:firstLine="709"/>
    </w:pPr>
  </w:style>
  <w:style w:type="character" w:customStyle="1" w:styleId="20">
    <w:name w:val="Заголовок 2 Знак"/>
    <w:aliases w:val="!Разделы документа Знак"/>
    <w:link w:val="2"/>
    <w:rsid w:val="00140FCE"/>
    <w:rPr>
      <w:rFonts w:ascii="Arial" w:hAnsi="Arial" w:cs="Arial"/>
      <w:b/>
      <w:bCs/>
      <w:iCs/>
      <w:sz w:val="30"/>
      <w:szCs w:val="28"/>
    </w:rPr>
  </w:style>
  <w:style w:type="paragraph" w:customStyle="1" w:styleId="ConsPlusNonformat">
    <w:name w:val="ConsPlusNonformat"/>
    <w:rsid w:val="0006665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No Spacing"/>
    <w:uiPriority w:val="1"/>
    <w:qFormat/>
    <w:rsid w:val="002D5D0C"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(2)_"/>
    <w:link w:val="25"/>
    <w:rsid w:val="00B80708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B80708"/>
    <w:pPr>
      <w:widowControl w:val="0"/>
      <w:shd w:val="clear" w:color="auto" w:fill="FFFFFF"/>
      <w:spacing w:before="300" w:after="300" w:line="322" w:lineRule="exact"/>
      <w:ind w:hanging="2060"/>
    </w:pPr>
    <w:rPr>
      <w:sz w:val="26"/>
      <w:szCs w:val="26"/>
    </w:rPr>
  </w:style>
  <w:style w:type="character" w:customStyle="1" w:styleId="211pt">
    <w:name w:val="Основной текст (2) + 11 pt"/>
    <w:rsid w:val="00393C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link w:val="60"/>
    <w:rsid w:val="00A53740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53740"/>
    <w:pPr>
      <w:widowControl w:val="0"/>
      <w:shd w:val="clear" w:color="auto" w:fill="FFFFFF"/>
      <w:spacing w:before="240" w:after="240" w:line="250" w:lineRule="exact"/>
    </w:pPr>
    <w:rPr>
      <w:b/>
      <w:bCs/>
      <w:sz w:val="20"/>
    </w:rPr>
  </w:style>
  <w:style w:type="character" w:customStyle="1" w:styleId="5">
    <w:name w:val="Основной текст (5)_"/>
    <w:link w:val="50"/>
    <w:rsid w:val="00A53740"/>
    <w:rPr>
      <w:sz w:val="22"/>
      <w:szCs w:val="22"/>
      <w:shd w:val="clear" w:color="auto" w:fill="FFFFFF"/>
    </w:rPr>
  </w:style>
  <w:style w:type="character" w:customStyle="1" w:styleId="5Exact">
    <w:name w:val="Основной текст (5) Exact"/>
    <w:rsid w:val="00A537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0">
    <w:name w:val="Основной текст (5)"/>
    <w:basedOn w:val="a"/>
    <w:link w:val="5"/>
    <w:rsid w:val="00A53740"/>
    <w:pPr>
      <w:widowControl w:val="0"/>
      <w:shd w:val="clear" w:color="auto" w:fill="FFFFFF"/>
      <w:spacing w:line="274" w:lineRule="exact"/>
      <w:ind w:hanging="100"/>
      <w:jc w:val="center"/>
    </w:pPr>
    <w:rPr>
      <w:sz w:val="22"/>
      <w:szCs w:val="22"/>
    </w:rPr>
  </w:style>
  <w:style w:type="character" w:customStyle="1" w:styleId="af0">
    <w:name w:val="Колонтитул_"/>
    <w:rsid w:val="00A53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f1">
    <w:name w:val="Колонтитул"/>
    <w:rsid w:val="00A53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pt">
    <w:name w:val="Колонтитул + 14 pt;Не полужирный"/>
    <w:rsid w:val="00A53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_"/>
    <w:link w:val="13"/>
    <w:rsid w:val="00A53740"/>
    <w:rPr>
      <w:b/>
      <w:bCs/>
      <w:sz w:val="28"/>
      <w:szCs w:val="28"/>
      <w:shd w:val="clear" w:color="auto" w:fill="FFFFFF"/>
    </w:rPr>
  </w:style>
  <w:style w:type="character" w:customStyle="1" w:styleId="41">
    <w:name w:val="Основной текст (4)_"/>
    <w:link w:val="42"/>
    <w:rsid w:val="00A53740"/>
    <w:rPr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A53740"/>
    <w:pPr>
      <w:widowControl w:val="0"/>
      <w:shd w:val="clear" w:color="auto" w:fill="FFFFFF"/>
      <w:spacing w:line="322" w:lineRule="exact"/>
      <w:jc w:val="center"/>
      <w:outlineLvl w:val="0"/>
    </w:pPr>
    <w:rPr>
      <w:b/>
      <w:bCs/>
      <w:szCs w:val="28"/>
    </w:rPr>
  </w:style>
  <w:style w:type="paragraph" w:customStyle="1" w:styleId="42">
    <w:name w:val="Основной текст (4)"/>
    <w:basedOn w:val="a"/>
    <w:link w:val="41"/>
    <w:rsid w:val="00A53740"/>
    <w:pPr>
      <w:widowControl w:val="0"/>
      <w:shd w:val="clear" w:color="auto" w:fill="FFFFFF"/>
      <w:spacing w:before="120" w:after="300" w:line="322" w:lineRule="exact"/>
      <w:jc w:val="center"/>
    </w:pPr>
    <w:rPr>
      <w:b/>
      <w:bCs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8D2ADA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!Главы документа Знак"/>
    <w:link w:val="3"/>
    <w:rsid w:val="008D2AD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8D2AD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00CB3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400CB3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link w:val="af2"/>
    <w:semiHidden/>
    <w:rsid w:val="008D2AD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00CB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rsid w:val="00400CB3"/>
    <w:rPr>
      <w:color w:val="0000FF"/>
      <w:u w:val="none"/>
    </w:rPr>
  </w:style>
  <w:style w:type="paragraph" w:customStyle="1" w:styleId="Application">
    <w:name w:val="Application!Приложение"/>
    <w:rsid w:val="00400CB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00CB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00CB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f5">
    <w:name w:val="List Paragraph"/>
    <w:basedOn w:val="a"/>
    <w:uiPriority w:val="34"/>
    <w:qFormat/>
    <w:rsid w:val="001402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802E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00CB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00CB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00CB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00CB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,Знак"/>
    <w:basedOn w:val="a"/>
    <w:link w:val="a4"/>
    <w:uiPriority w:val="99"/>
    <w:rsid w:val="00B509D9"/>
    <w:pPr>
      <w:tabs>
        <w:tab w:val="center" w:pos="4536"/>
        <w:tab w:val="right" w:pos="9072"/>
      </w:tabs>
    </w:pPr>
  </w:style>
  <w:style w:type="paragraph" w:styleId="a5">
    <w:name w:val="Title"/>
    <w:basedOn w:val="a"/>
    <w:link w:val="a6"/>
    <w:qFormat/>
    <w:rsid w:val="00B509D9"/>
    <w:pPr>
      <w:jc w:val="center"/>
    </w:pPr>
    <w:rPr>
      <w:b/>
      <w:bCs/>
    </w:rPr>
  </w:style>
  <w:style w:type="table" w:styleId="a7">
    <w:name w:val="Table Grid"/>
    <w:basedOn w:val="a1"/>
    <w:rsid w:val="00B50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 Знак Знак"/>
    <w:basedOn w:val="a"/>
    <w:rsid w:val="00B509D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8">
    <w:name w:val="Знак Знак Знак Знак Знак Знак"/>
    <w:basedOn w:val="a"/>
    <w:rsid w:val="00046BCD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21">
    <w:name w:val="Основной текст 21"/>
    <w:basedOn w:val="a"/>
    <w:rsid w:val="00EE1005"/>
    <w:pPr>
      <w:ind w:firstLine="708"/>
    </w:pPr>
  </w:style>
  <w:style w:type="paragraph" w:styleId="22">
    <w:name w:val="Body Text Indent 2"/>
    <w:basedOn w:val="a"/>
    <w:link w:val="23"/>
    <w:rsid w:val="00EE100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E1005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F5C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F5C3E"/>
    <w:rPr>
      <w:sz w:val="28"/>
    </w:rPr>
  </w:style>
  <w:style w:type="character" w:customStyle="1" w:styleId="a4">
    <w:name w:val="Верхний колонтитул Знак"/>
    <w:aliases w:val=" Знак Знак,Знак Знак"/>
    <w:link w:val="a3"/>
    <w:uiPriority w:val="99"/>
    <w:rsid w:val="00EF5C3E"/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D57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8D577D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8E04E2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8E04E2"/>
    <w:rPr>
      <w:sz w:val="28"/>
    </w:rPr>
  </w:style>
  <w:style w:type="character" w:customStyle="1" w:styleId="a6">
    <w:name w:val="Название Знак"/>
    <w:link w:val="a5"/>
    <w:rsid w:val="00721988"/>
    <w:rPr>
      <w:b/>
      <w:bCs/>
      <w:sz w:val="24"/>
    </w:rPr>
  </w:style>
  <w:style w:type="paragraph" w:customStyle="1" w:styleId="Default">
    <w:name w:val="Default"/>
    <w:rsid w:val="00A437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C04DD6"/>
    <w:pPr>
      <w:suppressAutoHyphens/>
      <w:autoSpaceDN w:val="0"/>
      <w:textAlignment w:val="baseline"/>
    </w:pPr>
    <w:rPr>
      <w:kern w:val="3"/>
      <w:sz w:val="28"/>
      <w:lang w:eastAsia="zh-CN"/>
    </w:rPr>
  </w:style>
  <w:style w:type="paragraph" w:customStyle="1" w:styleId="caaieiaie2">
    <w:name w:val="caaieiaie 2"/>
    <w:basedOn w:val="a"/>
    <w:next w:val="a"/>
    <w:rsid w:val="004830D0"/>
    <w:pPr>
      <w:keepNext/>
      <w:widowControl w:val="0"/>
      <w:spacing w:line="220" w:lineRule="exact"/>
      <w:ind w:left="20"/>
      <w:jc w:val="center"/>
    </w:pPr>
    <w:rPr>
      <w:b/>
    </w:rPr>
  </w:style>
  <w:style w:type="paragraph" w:customStyle="1" w:styleId="210">
    <w:name w:val="Основной текст 21"/>
    <w:basedOn w:val="a"/>
    <w:rsid w:val="0052497D"/>
    <w:pPr>
      <w:widowControl w:val="0"/>
      <w:ind w:right="-1" w:firstLine="709"/>
    </w:pPr>
  </w:style>
  <w:style w:type="character" w:customStyle="1" w:styleId="20">
    <w:name w:val="Заголовок 2 Знак"/>
    <w:aliases w:val="!Разделы документа Знак"/>
    <w:link w:val="2"/>
    <w:rsid w:val="00140FCE"/>
    <w:rPr>
      <w:rFonts w:ascii="Arial" w:hAnsi="Arial" w:cs="Arial"/>
      <w:b/>
      <w:bCs/>
      <w:iCs/>
      <w:sz w:val="30"/>
      <w:szCs w:val="28"/>
    </w:rPr>
  </w:style>
  <w:style w:type="paragraph" w:customStyle="1" w:styleId="ConsPlusNonformat">
    <w:name w:val="ConsPlusNonformat"/>
    <w:rsid w:val="0006665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No Spacing"/>
    <w:uiPriority w:val="1"/>
    <w:qFormat/>
    <w:rsid w:val="002D5D0C"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(2)_"/>
    <w:link w:val="25"/>
    <w:rsid w:val="00B80708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B80708"/>
    <w:pPr>
      <w:widowControl w:val="0"/>
      <w:shd w:val="clear" w:color="auto" w:fill="FFFFFF"/>
      <w:spacing w:before="300" w:after="300" w:line="322" w:lineRule="exact"/>
      <w:ind w:hanging="2060"/>
    </w:pPr>
    <w:rPr>
      <w:sz w:val="26"/>
      <w:szCs w:val="26"/>
    </w:rPr>
  </w:style>
  <w:style w:type="character" w:customStyle="1" w:styleId="211pt">
    <w:name w:val="Основной текст (2) + 11 pt"/>
    <w:rsid w:val="00393C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link w:val="60"/>
    <w:rsid w:val="00A53740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53740"/>
    <w:pPr>
      <w:widowControl w:val="0"/>
      <w:shd w:val="clear" w:color="auto" w:fill="FFFFFF"/>
      <w:spacing w:before="240" w:after="240" w:line="250" w:lineRule="exact"/>
    </w:pPr>
    <w:rPr>
      <w:b/>
      <w:bCs/>
      <w:sz w:val="20"/>
    </w:rPr>
  </w:style>
  <w:style w:type="character" w:customStyle="1" w:styleId="5">
    <w:name w:val="Основной текст (5)_"/>
    <w:link w:val="50"/>
    <w:rsid w:val="00A53740"/>
    <w:rPr>
      <w:sz w:val="22"/>
      <w:szCs w:val="22"/>
      <w:shd w:val="clear" w:color="auto" w:fill="FFFFFF"/>
    </w:rPr>
  </w:style>
  <w:style w:type="character" w:customStyle="1" w:styleId="5Exact">
    <w:name w:val="Основной текст (5) Exact"/>
    <w:rsid w:val="00A537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0">
    <w:name w:val="Основной текст (5)"/>
    <w:basedOn w:val="a"/>
    <w:link w:val="5"/>
    <w:rsid w:val="00A53740"/>
    <w:pPr>
      <w:widowControl w:val="0"/>
      <w:shd w:val="clear" w:color="auto" w:fill="FFFFFF"/>
      <w:spacing w:line="274" w:lineRule="exact"/>
      <w:ind w:hanging="100"/>
      <w:jc w:val="center"/>
    </w:pPr>
    <w:rPr>
      <w:sz w:val="22"/>
      <w:szCs w:val="22"/>
    </w:rPr>
  </w:style>
  <w:style w:type="character" w:customStyle="1" w:styleId="af0">
    <w:name w:val="Колонтитул_"/>
    <w:rsid w:val="00A53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f1">
    <w:name w:val="Колонтитул"/>
    <w:rsid w:val="00A53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pt">
    <w:name w:val="Колонтитул + 14 pt;Не полужирный"/>
    <w:rsid w:val="00A53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_"/>
    <w:link w:val="13"/>
    <w:rsid w:val="00A53740"/>
    <w:rPr>
      <w:b/>
      <w:bCs/>
      <w:sz w:val="28"/>
      <w:szCs w:val="28"/>
      <w:shd w:val="clear" w:color="auto" w:fill="FFFFFF"/>
    </w:rPr>
  </w:style>
  <w:style w:type="character" w:customStyle="1" w:styleId="41">
    <w:name w:val="Основной текст (4)_"/>
    <w:link w:val="42"/>
    <w:rsid w:val="00A53740"/>
    <w:rPr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A53740"/>
    <w:pPr>
      <w:widowControl w:val="0"/>
      <w:shd w:val="clear" w:color="auto" w:fill="FFFFFF"/>
      <w:spacing w:line="322" w:lineRule="exact"/>
      <w:jc w:val="center"/>
      <w:outlineLvl w:val="0"/>
    </w:pPr>
    <w:rPr>
      <w:b/>
      <w:bCs/>
      <w:szCs w:val="28"/>
    </w:rPr>
  </w:style>
  <w:style w:type="paragraph" w:customStyle="1" w:styleId="42">
    <w:name w:val="Основной текст (4)"/>
    <w:basedOn w:val="a"/>
    <w:link w:val="41"/>
    <w:rsid w:val="00A53740"/>
    <w:pPr>
      <w:widowControl w:val="0"/>
      <w:shd w:val="clear" w:color="auto" w:fill="FFFFFF"/>
      <w:spacing w:before="120" w:after="300" w:line="322" w:lineRule="exact"/>
      <w:jc w:val="center"/>
    </w:pPr>
    <w:rPr>
      <w:b/>
      <w:bCs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8D2ADA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!Главы документа Знак"/>
    <w:link w:val="3"/>
    <w:rsid w:val="008D2AD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8D2AD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00CB3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400CB3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link w:val="af2"/>
    <w:semiHidden/>
    <w:rsid w:val="008D2AD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00CB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rsid w:val="00400CB3"/>
    <w:rPr>
      <w:color w:val="0000FF"/>
      <w:u w:val="none"/>
    </w:rPr>
  </w:style>
  <w:style w:type="paragraph" w:customStyle="1" w:styleId="Application">
    <w:name w:val="Application!Приложение"/>
    <w:rsid w:val="00400CB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00CB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00CB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f5">
    <w:name w:val="List Paragraph"/>
    <w:basedOn w:val="a"/>
    <w:uiPriority w:val="34"/>
    <w:qFormat/>
    <w:rsid w:val="00140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4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3827&amp;dst=10001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9798&amp;dst=19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58B53-6048-4A64-B7B3-628ADF1F0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170</TotalTime>
  <Pages>9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Links>
    <vt:vector size="120" baseType="variant">
      <vt:variant>
        <vt:i4>6488117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Par173</vt:lpwstr>
      </vt:variant>
      <vt:variant>
        <vt:i4>6750263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6291510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6488119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Par153</vt:lpwstr>
      </vt:variant>
      <vt:variant>
        <vt:i4>6553654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Par144</vt:lpwstr>
      </vt:variant>
      <vt:variant>
        <vt:i4>6291510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6553654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Par144</vt:lpwstr>
      </vt:variant>
      <vt:variant>
        <vt:i4>6619246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https://login.consultant.ru/link/?req=doc&amp;base=LAW&amp;n=149911</vt:lpwstr>
      </vt:variant>
      <vt:variant>
        <vt:lpwstr/>
      </vt:variant>
      <vt:variant>
        <vt:i4>6619246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https://login.consultant.ru/link/?req=doc&amp;base=LAW&amp;n=149911</vt:lpwstr>
      </vt:variant>
      <vt:variant>
        <vt:lpwstr/>
      </vt:variant>
      <vt:variant>
        <vt:i4>6619246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https://login.consultant.ru/link/?req=doc&amp;base=LAW&amp;n=149911</vt:lpwstr>
      </vt:variant>
      <vt:variant>
        <vt:lpwstr/>
      </vt:variant>
      <vt:variant>
        <vt:i4>6619246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https://login.consultant.ru/link/?req=doc&amp;base=LAW&amp;n=149911</vt:lpwstr>
      </vt:variant>
      <vt:variant>
        <vt:lpwstr/>
      </vt:variant>
      <vt:variant>
        <vt:i4>6619246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https://login.consultant.ru/link/?req=doc&amp;base=LAW&amp;n=149911</vt:lpwstr>
      </vt:variant>
      <vt:variant>
        <vt:lpwstr/>
      </vt:variant>
      <vt:variant>
        <vt:i4>6619246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https://login.consultant.ru/link/?req=doc&amp;base=LAW&amp;n=149911</vt:lpwstr>
      </vt:variant>
      <vt:variant>
        <vt:lpwstr/>
      </vt:variant>
      <vt:variant>
        <vt:i4>6619246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https://login.consultant.ru/link/?req=doc&amp;base=LAW&amp;n=149911</vt:lpwstr>
      </vt:variant>
      <vt:variant>
        <vt:lpwstr/>
      </vt:variant>
      <vt:variant>
        <vt:i4>6619246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https://login.consultant.ru/link/?req=doc&amp;base=LAW&amp;n=149911</vt:lpwstr>
      </vt:variant>
      <vt:variant>
        <vt:lpwstr/>
      </vt:variant>
      <vt:variant>
        <vt:i4>6619246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https://login.consultant.ru/link/?req=doc&amp;base=LAW&amp;n=149911</vt:lpwstr>
      </vt:variant>
      <vt:variant>
        <vt:lpwstr/>
      </vt:variant>
      <vt:variant>
        <vt:i4>7209056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https://login.consultant.ru/link/?req=doc&amp;base=LAW&amp;n=465535</vt:lpwstr>
      </vt:variant>
      <vt:variant>
        <vt:lpwstr/>
      </vt:variant>
      <vt:variant>
        <vt:i4>3735676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https://login.consultant.ru/link/?req=doc&amp;base=LAW&amp;n=454288&amp;dst=100114</vt:lpwstr>
      </vt:variant>
      <vt:variant>
        <vt:lpwstr/>
      </vt:variant>
      <vt:variant>
        <vt:i4>3145850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https://login.consultant.ru/link/?req=doc&amp;base=LAW&amp;n=463827&amp;dst=100011</vt:lpwstr>
      </vt:variant>
      <vt:variant>
        <vt:lpwstr/>
      </vt:variant>
      <vt:variant>
        <vt:i4>3735675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https://login.consultant.ru/link/?req=doc&amp;base=LAW&amp;n=469798&amp;dst=192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cp:lastModifiedBy>User</cp:lastModifiedBy>
  <cp:revision>28</cp:revision>
  <cp:lastPrinted>2024-07-19T10:23:00Z</cp:lastPrinted>
  <dcterms:created xsi:type="dcterms:W3CDTF">2024-07-19T05:26:00Z</dcterms:created>
  <dcterms:modified xsi:type="dcterms:W3CDTF">2024-07-19T13:10:00Z</dcterms:modified>
</cp:coreProperties>
</file>