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326" w:rsidRPr="00653145" w:rsidRDefault="00EC3326" w:rsidP="00EC3326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lang w:eastAsia="x-none"/>
        </w:rPr>
      </w:pPr>
      <w:r w:rsidRPr="00653145">
        <w:rPr>
          <w:rFonts w:cs="Arial"/>
          <w:noProof/>
        </w:rPr>
        <w:drawing>
          <wp:inline distT="0" distB="0" distL="0" distR="0" wp14:anchorId="390A0A34" wp14:editId="51363160">
            <wp:extent cx="685800" cy="8096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3326" w:rsidRPr="00653145" w:rsidRDefault="00EC3326" w:rsidP="00EC3326">
      <w:pPr>
        <w:suppressAutoHyphens/>
        <w:ind w:firstLine="709"/>
        <w:jc w:val="center"/>
        <w:rPr>
          <w:rFonts w:cs="Arial"/>
          <w:spacing w:val="20"/>
        </w:rPr>
      </w:pPr>
      <w:r w:rsidRPr="00653145">
        <w:rPr>
          <w:rFonts w:cs="Arial"/>
          <w:spacing w:val="20"/>
        </w:rPr>
        <w:t>СОВЕТ НАРОДНЫХ ДЕПУТАТОВ</w:t>
      </w:r>
    </w:p>
    <w:p w:rsidR="00EC3326" w:rsidRPr="00653145" w:rsidRDefault="00397349" w:rsidP="00EC3326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spacing w:val="20"/>
          <w:lang w:val="x-none" w:eastAsia="x-none"/>
        </w:rPr>
      </w:pPr>
      <w:r w:rsidRPr="00653145">
        <w:rPr>
          <w:rFonts w:cs="Arial"/>
          <w:spacing w:val="20"/>
          <w:lang w:eastAsia="x-none"/>
        </w:rPr>
        <w:t>АБРАМОВСКОГО</w:t>
      </w:r>
      <w:r w:rsidR="00EC3326" w:rsidRPr="00653145">
        <w:rPr>
          <w:rFonts w:cs="Arial"/>
          <w:spacing w:val="20"/>
          <w:lang w:val="x-none" w:eastAsia="x-none"/>
        </w:rPr>
        <w:t xml:space="preserve"> СЕЛЬСКОГО ПОСЕЛЕНИЯ</w:t>
      </w:r>
    </w:p>
    <w:p w:rsidR="00EC3326" w:rsidRPr="00653145" w:rsidRDefault="00EC3326" w:rsidP="00EC3326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lang w:val="x-none" w:eastAsia="x-none"/>
        </w:rPr>
      </w:pPr>
      <w:r w:rsidRPr="00653145">
        <w:rPr>
          <w:rFonts w:cs="Arial"/>
          <w:lang w:val="x-none" w:eastAsia="x-none"/>
        </w:rPr>
        <w:t>ТАЛОВСКОГО МУНИЦИПАЛЬНОГО РАЙОНА</w:t>
      </w:r>
    </w:p>
    <w:p w:rsidR="00EC3326" w:rsidRPr="00653145" w:rsidRDefault="00EC3326" w:rsidP="00EC3326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lang w:val="x-none" w:eastAsia="x-none"/>
        </w:rPr>
      </w:pPr>
      <w:r w:rsidRPr="00653145">
        <w:rPr>
          <w:rFonts w:cs="Arial"/>
          <w:lang w:val="x-none" w:eastAsia="x-none"/>
        </w:rPr>
        <w:t>ВОРОНЕЖСКОЙ ОБЛАСТИ</w:t>
      </w:r>
    </w:p>
    <w:p w:rsidR="00EC3326" w:rsidRPr="00653145" w:rsidRDefault="00EC3326" w:rsidP="00EC3326">
      <w:pPr>
        <w:tabs>
          <w:tab w:val="left" w:pos="708"/>
          <w:tab w:val="center" w:pos="4536"/>
          <w:tab w:val="right" w:pos="9072"/>
        </w:tabs>
        <w:suppressAutoHyphens/>
        <w:ind w:firstLine="709"/>
        <w:rPr>
          <w:rFonts w:cs="Arial"/>
          <w:lang w:val="x-none" w:eastAsia="x-none"/>
        </w:rPr>
      </w:pPr>
    </w:p>
    <w:p w:rsidR="00EC3326" w:rsidRPr="00653145" w:rsidRDefault="00EC3326" w:rsidP="00EC3326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spacing w:val="20"/>
          <w:lang w:eastAsia="x-none"/>
        </w:rPr>
      </w:pPr>
      <w:r w:rsidRPr="00653145">
        <w:rPr>
          <w:rFonts w:cs="Arial"/>
          <w:spacing w:val="20"/>
          <w:lang w:val="x-none" w:eastAsia="x-none"/>
        </w:rPr>
        <w:t>РЕШЕНИЕ</w:t>
      </w:r>
    </w:p>
    <w:p w:rsidR="00DC04CE" w:rsidRPr="00DC04CE" w:rsidRDefault="00DC04CE" w:rsidP="00EC3326">
      <w:pPr>
        <w:tabs>
          <w:tab w:val="left" w:pos="708"/>
          <w:tab w:val="center" w:pos="4536"/>
          <w:tab w:val="right" w:pos="9072"/>
        </w:tabs>
        <w:suppressAutoHyphens/>
        <w:ind w:firstLine="709"/>
        <w:jc w:val="center"/>
        <w:rPr>
          <w:rFonts w:cs="Arial"/>
          <w:b/>
          <w:spacing w:val="20"/>
          <w:lang w:eastAsia="x-none"/>
        </w:rPr>
      </w:pPr>
    </w:p>
    <w:p w:rsidR="00EC3326" w:rsidRPr="00DC04CE" w:rsidRDefault="00430948" w:rsidP="00EC3326">
      <w:pPr>
        <w:shd w:val="clear" w:color="auto" w:fill="FFFFFF"/>
        <w:tabs>
          <w:tab w:val="left" w:pos="5760"/>
        </w:tabs>
        <w:suppressAutoHyphens/>
        <w:ind w:firstLine="0"/>
        <w:jc w:val="left"/>
        <w:rPr>
          <w:rFonts w:cs="Arial"/>
        </w:rPr>
      </w:pPr>
      <w:r w:rsidRPr="00DC04CE">
        <w:rPr>
          <w:rFonts w:cs="Arial"/>
        </w:rPr>
        <w:t xml:space="preserve">от </w:t>
      </w:r>
      <w:r w:rsidR="00653145">
        <w:rPr>
          <w:rFonts w:cs="Arial"/>
        </w:rPr>
        <w:t>10 ноября 2023 года</w:t>
      </w:r>
      <w:r w:rsidR="00EC3326" w:rsidRPr="00DC04CE">
        <w:rPr>
          <w:rFonts w:cs="Arial"/>
        </w:rPr>
        <w:t xml:space="preserve"> № </w:t>
      </w:r>
      <w:r w:rsidR="00653145">
        <w:rPr>
          <w:rFonts w:cs="Arial"/>
        </w:rPr>
        <w:t>99</w:t>
      </w:r>
    </w:p>
    <w:p w:rsidR="00EC3326" w:rsidRPr="00DC04CE" w:rsidRDefault="00EC3326" w:rsidP="00EC3326">
      <w:pPr>
        <w:shd w:val="clear" w:color="auto" w:fill="FFFFFF"/>
        <w:tabs>
          <w:tab w:val="left" w:pos="5760"/>
        </w:tabs>
        <w:suppressAutoHyphens/>
        <w:ind w:firstLine="0"/>
        <w:jc w:val="left"/>
        <w:rPr>
          <w:rFonts w:cs="Arial"/>
        </w:rPr>
      </w:pPr>
      <w:r w:rsidRPr="00DC04CE">
        <w:rPr>
          <w:rFonts w:cs="Arial"/>
        </w:rPr>
        <w:t>п.</w:t>
      </w:r>
      <w:r w:rsidR="00397349" w:rsidRPr="00DC04CE">
        <w:rPr>
          <w:rFonts w:cs="Arial"/>
        </w:rPr>
        <w:t xml:space="preserve"> Абрамовка</w:t>
      </w:r>
    </w:p>
    <w:p w:rsidR="00FF0CC2" w:rsidRPr="00DC04CE" w:rsidRDefault="005D2B56" w:rsidP="00CE3737">
      <w:pPr>
        <w:pStyle w:val="Title"/>
        <w:ind w:right="4534" w:firstLine="0"/>
        <w:jc w:val="both"/>
        <w:rPr>
          <w:sz w:val="24"/>
          <w:szCs w:val="24"/>
        </w:rPr>
      </w:pPr>
      <w:bookmarkStart w:id="0" w:name="_GoBack"/>
      <w:r w:rsidRPr="00DC04CE">
        <w:rPr>
          <w:sz w:val="24"/>
          <w:szCs w:val="24"/>
        </w:rPr>
        <w:t xml:space="preserve">О внесении изменений в решение Совета народных депутатов </w:t>
      </w:r>
      <w:r w:rsidR="00397349" w:rsidRPr="00DC04CE">
        <w:rPr>
          <w:sz w:val="24"/>
          <w:szCs w:val="24"/>
        </w:rPr>
        <w:t>Абрамовского</w:t>
      </w:r>
      <w:r w:rsidRPr="00DC04CE">
        <w:rPr>
          <w:sz w:val="24"/>
          <w:szCs w:val="24"/>
        </w:rPr>
        <w:t xml:space="preserve"> сельского поселения Таловского муниципального района Воронежской области от </w:t>
      </w:r>
      <w:r w:rsidR="00397349" w:rsidRPr="00DC04CE">
        <w:rPr>
          <w:sz w:val="24"/>
          <w:szCs w:val="24"/>
        </w:rPr>
        <w:t xml:space="preserve">25.09.2023 </w:t>
      </w:r>
      <w:r w:rsidRPr="00DC04CE">
        <w:rPr>
          <w:sz w:val="24"/>
          <w:szCs w:val="24"/>
        </w:rPr>
        <w:t xml:space="preserve">№ </w:t>
      </w:r>
      <w:r w:rsidR="00397349" w:rsidRPr="00DC04CE">
        <w:rPr>
          <w:sz w:val="24"/>
          <w:szCs w:val="24"/>
        </w:rPr>
        <w:t xml:space="preserve">87 </w:t>
      </w:r>
      <w:r w:rsidRPr="00DC04CE">
        <w:rPr>
          <w:sz w:val="24"/>
          <w:szCs w:val="24"/>
        </w:rPr>
        <w:t>«</w:t>
      </w:r>
      <w:r w:rsidR="00FF0CC2" w:rsidRPr="00DC04CE">
        <w:rPr>
          <w:sz w:val="24"/>
          <w:szCs w:val="24"/>
        </w:rPr>
        <w:t xml:space="preserve">Об утверждении </w:t>
      </w:r>
      <w:proofErr w:type="gramStart"/>
      <w:r w:rsidR="00FF0CC2" w:rsidRPr="00DC04CE">
        <w:rPr>
          <w:sz w:val="24"/>
          <w:szCs w:val="24"/>
        </w:rPr>
        <w:t>Перечня индикаторов риска нарушения обязательных требований</w:t>
      </w:r>
      <w:proofErr w:type="gramEnd"/>
      <w:r w:rsidR="00FF0CC2" w:rsidRPr="00DC04CE">
        <w:rPr>
          <w:sz w:val="24"/>
          <w:szCs w:val="24"/>
        </w:rPr>
        <w:t xml:space="preserve"> при осуществлении муниципального контроля в сфере благоустройства на территории </w:t>
      </w:r>
      <w:r w:rsidR="00397349" w:rsidRPr="00DC04CE">
        <w:rPr>
          <w:sz w:val="24"/>
          <w:szCs w:val="24"/>
        </w:rPr>
        <w:t>Абрамовского</w:t>
      </w:r>
      <w:r w:rsidR="00FF0CC2" w:rsidRPr="00DC04CE">
        <w:rPr>
          <w:sz w:val="24"/>
          <w:szCs w:val="24"/>
        </w:rPr>
        <w:t xml:space="preserve"> сельского поселения</w:t>
      </w:r>
      <w:r w:rsidRPr="00DC04CE">
        <w:rPr>
          <w:sz w:val="24"/>
          <w:szCs w:val="24"/>
        </w:rPr>
        <w:t>»</w:t>
      </w:r>
    </w:p>
    <w:p w:rsidR="00FF0CC2" w:rsidRPr="00DC04CE" w:rsidRDefault="00FF0CC2" w:rsidP="00EE3D7B">
      <w:pPr>
        <w:shd w:val="clear" w:color="auto" w:fill="FFFFFF"/>
        <w:ind w:firstLine="709"/>
        <w:contextualSpacing/>
        <w:rPr>
          <w:rFonts w:cs="Arial"/>
          <w:color w:val="000000"/>
        </w:rPr>
      </w:pPr>
    </w:p>
    <w:bookmarkEnd w:id="0"/>
    <w:p w:rsidR="00EC3326" w:rsidRPr="00DC04CE" w:rsidRDefault="00FF0CC2" w:rsidP="00F82B06">
      <w:pPr>
        <w:shd w:val="clear" w:color="auto" w:fill="FFFFFF"/>
        <w:ind w:firstLine="709"/>
        <w:contextualSpacing/>
        <w:rPr>
          <w:rFonts w:cs="Arial"/>
          <w:color w:val="000000"/>
        </w:rPr>
      </w:pPr>
      <w:r w:rsidRPr="00DC04CE">
        <w:rPr>
          <w:rFonts w:cs="Arial"/>
          <w:color w:val="000000"/>
        </w:rPr>
        <w:t>В соответст</w:t>
      </w:r>
      <w:r w:rsidR="00EC3326" w:rsidRPr="00DC04CE">
        <w:rPr>
          <w:rFonts w:cs="Arial"/>
          <w:color w:val="000000"/>
        </w:rPr>
        <w:t>вии с Федеральным законом от 31.07.</w:t>
      </w:r>
      <w:r w:rsidRPr="00DC04CE">
        <w:rPr>
          <w:rFonts w:cs="Arial"/>
          <w:color w:val="000000"/>
        </w:rPr>
        <w:t xml:space="preserve">2020 № 248-ФЗ «О государственном контроле (надзоре) и муниципальном контроле в Российской Федерации», решением Совета народных депутатов </w:t>
      </w:r>
      <w:r w:rsidR="00397349" w:rsidRPr="00DC04CE">
        <w:rPr>
          <w:rFonts w:cs="Arial"/>
          <w:color w:val="000000"/>
        </w:rPr>
        <w:t>Абрамовского</w:t>
      </w:r>
      <w:r w:rsidRPr="00DC04CE">
        <w:rPr>
          <w:rFonts w:cs="Arial"/>
          <w:color w:val="000000"/>
        </w:rPr>
        <w:t xml:space="preserve"> сельского поселения </w:t>
      </w:r>
      <w:r w:rsidR="00EC3326" w:rsidRPr="00DC04CE">
        <w:rPr>
          <w:rFonts w:cs="Arial"/>
          <w:color w:val="000000"/>
        </w:rPr>
        <w:t>Таловского</w:t>
      </w:r>
      <w:r w:rsidRPr="00DC04CE">
        <w:rPr>
          <w:rFonts w:cs="Arial"/>
          <w:color w:val="000000"/>
        </w:rPr>
        <w:t xml:space="preserve"> муниципального района Воронежской области от </w:t>
      </w:r>
      <w:r w:rsidR="00397349" w:rsidRPr="00DC04CE">
        <w:rPr>
          <w:rFonts w:cs="Arial"/>
          <w:color w:val="000000"/>
        </w:rPr>
        <w:t>25.09.2023  86</w:t>
      </w:r>
      <w:r w:rsidR="00756D1D" w:rsidRPr="00DC04CE">
        <w:rPr>
          <w:rFonts w:cs="Arial"/>
          <w:color w:val="000000"/>
        </w:rPr>
        <w:t xml:space="preserve"> </w:t>
      </w:r>
      <w:r w:rsidRPr="00DC04CE">
        <w:rPr>
          <w:rFonts w:cs="Arial"/>
          <w:color w:val="000000"/>
        </w:rPr>
        <w:t>«</w:t>
      </w:r>
      <w:r w:rsidR="00C91201" w:rsidRPr="00DC04CE">
        <w:rPr>
          <w:rFonts w:cs="Arial"/>
          <w:color w:val="000000"/>
        </w:rPr>
        <w:t xml:space="preserve">Об утверждении Положения о муниципальном контроле в сфере благоустройства на территории </w:t>
      </w:r>
      <w:r w:rsidR="00397349" w:rsidRPr="00DC04CE">
        <w:rPr>
          <w:rFonts w:cs="Arial"/>
          <w:color w:val="000000"/>
        </w:rPr>
        <w:t xml:space="preserve">Абрамовского </w:t>
      </w:r>
      <w:r w:rsidR="00C91201" w:rsidRPr="00DC04CE">
        <w:rPr>
          <w:rFonts w:cs="Arial"/>
          <w:color w:val="000000"/>
        </w:rPr>
        <w:t>сельского поселения Таловского муниципального района Воронежской области</w:t>
      </w:r>
      <w:r w:rsidRPr="00DC04CE">
        <w:rPr>
          <w:rFonts w:cs="Arial"/>
          <w:color w:val="000000"/>
        </w:rPr>
        <w:t xml:space="preserve">», Совет народных депутатов </w:t>
      </w:r>
      <w:r w:rsidR="00397349" w:rsidRPr="00DC04CE">
        <w:rPr>
          <w:rFonts w:cs="Arial"/>
          <w:color w:val="000000"/>
        </w:rPr>
        <w:t>Абрамовского</w:t>
      </w:r>
      <w:r w:rsidRPr="00DC04CE">
        <w:rPr>
          <w:rFonts w:cs="Arial"/>
          <w:color w:val="000000"/>
        </w:rPr>
        <w:t xml:space="preserve"> сельского поселения </w:t>
      </w:r>
      <w:r w:rsidR="00EC3326" w:rsidRPr="00DC04CE">
        <w:rPr>
          <w:rFonts w:cs="Arial"/>
          <w:color w:val="000000"/>
        </w:rPr>
        <w:t>Таловского</w:t>
      </w:r>
      <w:r w:rsidRPr="00DC04CE">
        <w:rPr>
          <w:rFonts w:cs="Arial"/>
          <w:color w:val="000000"/>
        </w:rPr>
        <w:t xml:space="preserve"> муниципального района Воронежской области</w:t>
      </w:r>
      <w:r w:rsidR="001F63A9" w:rsidRPr="00DC04CE">
        <w:rPr>
          <w:rFonts w:cs="Arial"/>
          <w:color w:val="000000"/>
        </w:rPr>
        <w:t xml:space="preserve"> </w:t>
      </w:r>
    </w:p>
    <w:p w:rsidR="00397349" w:rsidRPr="00DC04CE" w:rsidRDefault="00397349" w:rsidP="00F82B06">
      <w:pPr>
        <w:shd w:val="clear" w:color="auto" w:fill="FFFFFF"/>
        <w:ind w:firstLine="709"/>
        <w:contextualSpacing/>
        <w:rPr>
          <w:rFonts w:cs="Arial"/>
          <w:color w:val="000000"/>
        </w:rPr>
      </w:pPr>
    </w:p>
    <w:p w:rsidR="00FF0CC2" w:rsidRPr="00DC04CE" w:rsidRDefault="00FF0CC2" w:rsidP="00EC3326">
      <w:pPr>
        <w:shd w:val="clear" w:color="auto" w:fill="FFFFFF"/>
        <w:ind w:firstLine="709"/>
        <w:contextualSpacing/>
        <w:jc w:val="center"/>
        <w:rPr>
          <w:rFonts w:cs="Arial"/>
          <w:bCs/>
          <w:color w:val="000000"/>
        </w:rPr>
      </w:pPr>
      <w:r w:rsidRPr="00DC04CE">
        <w:rPr>
          <w:rFonts w:cs="Arial"/>
          <w:bCs/>
          <w:color w:val="000000"/>
        </w:rPr>
        <w:t>РЕШИЛ:</w:t>
      </w:r>
    </w:p>
    <w:p w:rsidR="00397349" w:rsidRPr="00DC04CE" w:rsidRDefault="00397349" w:rsidP="00EC3326">
      <w:pPr>
        <w:shd w:val="clear" w:color="auto" w:fill="FFFFFF"/>
        <w:ind w:firstLine="709"/>
        <w:contextualSpacing/>
        <w:jc w:val="center"/>
        <w:rPr>
          <w:rFonts w:cs="Arial"/>
          <w:bCs/>
          <w:color w:val="000000"/>
        </w:rPr>
      </w:pPr>
    </w:p>
    <w:p w:rsidR="005D2B56" w:rsidRPr="00DC04CE" w:rsidRDefault="005D2B56" w:rsidP="009D6EAB">
      <w:pPr>
        <w:shd w:val="clear" w:color="auto" w:fill="FFFFFF"/>
        <w:ind w:firstLine="709"/>
        <w:contextualSpacing/>
        <w:rPr>
          <w:rFonts w:cs="Arial"/>
          <w:color w:val="000000"/>
        </w:rPr>
      </w:pPr>
      <w:r w:rsidRPr="00DC04CE">
        <w:rPr>
          <w:rFonts w:cs="Arial"/>
          <w:bCs/>
          <w:color w:val="000000"/>
        </w:rPr>
        <w:t>1.</w:t>
      </w:r>
      <w:r w:rsidR="00397349" w:rsidRPr="00DC04CE">
        <w:rPr>
          <w:rFonts w:cs="Arial"/>
          <w:bCs/>
          <w:color w:val="000000"/>
        </w:rPr>
        <w:t xml:space="preserve"> </w:t>
      </w:r>
      <w:r w:rsidRPr="00DC04CE">
        <w:rPr>
          <w:rFonts w:cs="Arial"/>
          <w:bCs/>
          <w:color w:val="000000"/>
        </w:rPr>
        <w:t>Внести в Переч</w:t>
      </w:r>
      <w:r w:rsidR="00397349" w:rsidRPr="00DC04CE">
        <w:rPr>
          <w:rFonts w:cs="Arial"/>
          <w:bCs/>
          <w:color w:val="000000"/>
        </w:rPr>
        <w:t>е</w:t>
      </w:r>
      <w:r w:rsidRPr="00DC04CE">
        <w:rPr>
          <w:rFonts w:cs="Arial"/>
          <w:bCs/>
          <w:color w:val="000000"/>
        </w:rPr>
        <w:t xml:space="preserve">нь индикаторов риска нарушения обязательных требований при осуществлении муниципального контроля в сфере благоустройства на территории </w:t>
      </w:r>
      <w:r w:rsidR="00397349" w:rsidRPr="00DC04CE">
        <w:rPr>
          <w:rFonts w:cs="Arial"/>
          <w:bCs/>
          <w:color w:val="000000"/>
        </w:rPr>
        <w:t>Абрамовского</w:t>
      </w:r>
      <w:r w:rsidRPr="00DC04CE">
        <w:rPr>
          <w:rFonts w:cs="Arial"/>
          <w:bCs/>
          <w:color w:val="000000"/>
        </w:rPr>
        <w:t xml:space="preserve"> сельского по</w:t>
      </w:r>
      <w:r w:rsidR="00397349" w:rsidRPr="00DC04CE">
        <w:rPr>
          <w:rFonts w:cs="Arial"/>
          <w:bCs/>
          <w:color w:val="000000"/>
        </w:rPr>
        <w:t xml:space="preserve">селения, утвержденный решением </w:t>
      </w:r>
      <w:r w:rsidRPr="00DC04CE">
        <w:rPr>
          <w:rFonts w:cs="Arial"/>
          <w:bCs/>
          <w:color w:val="000000"/>
        </w:rPr>
        <w:t>Совета народных депутатов</w:t>
      </w:r>
      <w:r w:rsidR="00397349" w:rsidRPr="00DC04CE">
        <w:rPr>
          <w:rFonts w:cs="Arial"/>
          <w:bCs/>
          <w:color w:val="000000"/>
        </w:rPr>
        <w:t xml:space="preserve"> Абрамовского </w:t>
      </w:r>
      <w:r w:rsidRPr="00DC04CE">
        <w:rPr>
          <w:rFonts w:cs="Arial"/>
          <w:bCs/>
          <w:color w:val="000000"/>
        </w:rPr>
        <w:t xml:space="preserve">сельского поселения Таловского муниципального района Воронежской области от </w:t>
      </w:r>
      <w:r w:rsidR="00397349" w:rsidRPr="00DC04CE">
        <w:rPr>
          <w:rFonts w:cs="Arial"/>
          <w:bCs/>
          <w:color w:val="000000"/>
        </w:rPr>
        <w:t xml:space="preserve">25.09.2023 </w:t>
      </w:r>
      <w:r w:rsidRPr="00DC04CE">
        <w:rPr>
          <w:rFonts w:cs="Arial"/>
          <w:bCs/>
          <w:color w:val="000000"/>
        </w:rPr>
        <w:t xml:space="preserve">№ </w:t>
      </w:r>
      <w:r w:rsidR="00397349" w:rsidRPr="00DC04CE">
        <w:rPr>
          <w:rFonts w:cs="Arial"/>
          <w:bCs/>
          <w:color w:val="000000"/>
        </w:rPr>
        <w:t xml:space="preserve">87 </w:t>
      </w:r>
      <w:r w:rsidRPr="00DC04CE">
        <w:rPr>
          <w:rFonts w:cs="Arial"/>
          <w:bCs/>
          <w:color w:val="000000"/>
        </w:rPr>
        <w:t>(далее – Перечень индикаторов риска) следующие изменения:</w:t>
      </w:r>
    </w:p>
    <w:p w:rsidR="005D2B56" w:rsidRDefault="00397349" w:rsidP="009D6EAB">
      <w:pPr>
        <w:shd w:val="clear" w:color="auto" w:fill="FFFFFF"/>
        <w:ind w:firstLine="709"/>
        <w:contextualSpacing/>
        <w:rPr>
          <w:rFonts w:cs="Arial"/>
          <w:bCs/>
          <w:color w:val="000000"/>
        </w:rPr>
      </w:pPr>
      <w:r w:rsidRPr="00DC04CE">
        <w:rPr>
          <w:rFonts w:cs="Arial"/>
          <w:color w:val="000000"/>
        </w:rPr>
        <w:t>1.</w:t>
      </w:r>
      <w:r w:rsidR="009D6EAB" w:rsidRPr="00DC04CE">
        <w:rPr>
          <w:rFonts w:cs="Arial"/>
          <w:color w:val="000000"/>
        </w:rPr>
        <w:t>2</w:t>
      </w:r>
      <w:r w:rsidR="00FF0CC2" w:rsidRPr="00DC04CE">
        <w:rPr>
          <w:rFonts w:cs="Arial"/>
          <w:color w:val="000000"/>
        </w:rPr>
        <w:t>.</w:t>
      </w:r>
      <w:r w:rsidR="003D27F4" w:rsidRPr="00DC04CE">
        <w:rPr>
          <w:rFonts w:cs="Arial"/>
          <w:color w:val="000000"/>
        </w:rPr>
        <w:t xml:space="preserve"> </w:t>
      </w:r>
      <w:r w:rsidR="005D2B56" w:rsidRPr="00DC04CE">
        <w:rPr>
          <w:rFonts w:cs="Arial"/>
          <w:color w:val="000000"/>
        </w:rPr>
        <w:t>Раздел «</w:t>
      </w:r>
      <w:r w:rsidR="005D2B56" w:rsidRPr="00DC04CE">
        <w:rPr>
          <w:rFonts w:cs="Arial"/>
          <w:bCs/>
          <w:color w:val="000000"/>
        </w:rPr>
        <w:t>Индикаторы</w:t>
      </w:r>
      <w:r w:rsidRPr="00DC04CE">
        <w:rPr>
          <w:rFonts w:cs="Arial"/>
          <w:bCs/>
          <w:color w:val="000000"/>
        </w:rPr>
        <w:t xml:space="preserve"> </w:t>
      </w:r>
      <w:r w:rsidR="005D2B56" w:rsidRPr="00DC04CE">
        <w:rPr>
          <w:rFonts w:cs="Arial"/>
          <w:bCs/>
          <w:color w:val="000000"/>
        </w:rPr>
        <w:t>риска нарушения обязательных требований, используемых для определения необходимости проведения внеплановой проверки при осуществлении муниципального контроля в сфере благоустройства» изложить в новой редакции:</w:t>
      </w:r>
    </w:p>
    <w:p w:rsidR="00A837A0" w:rsidRPr="00A837A0" w:rsidRDefault="00A837A0" w:rsidP="00A837A0">
      <w:pPr>
        <w:shd w:val="clear" w:color="auto" w:fill="FFFFFF"/>
        <w:ind w:firstLine="709"/>
        <w:rPr>
          <w:rFonts w:cs="Arial"/>
          <w:color w:val="000000"/>
        </w:rPr>
      </w:pPr>
      <w:r w:rsidRPr="00A837A0">
        <w:rPr>
          <w:rFonts w:cs="Arial"/>
          <w:color w:val="000000"/>
        </w:rPr>
        <w:t>«</w:t>
      </w:r>
      <w:r w:rsidRPr="00A837A0">
        <w:rPr>
          <w:rFonts w:cs="Arial"/>
          <w:bCs/>
          <w:color w:val="000000"/>
        </w:rPr>
        <w:t>Индикаторы риска нарушения обязательных требований, используемых для определения необходимости проведения внеплановой проверки при осуществлении муниципального контроля в сфере благоустройства</w:t>
      </w:r>
    </w:p>
    <w:p w:rsidR="00A837A0" w:rsidRPr="00DC04CE" w:rsidRDefault="00A837A0" w:rsidP="009D6EAB">
      <w:pPr>
        <w:shd w:val="clear" w:color="auto" w:fill="FFFFFF"/>
        <w:ind w:firstLine="709"/>
        <w:contextualSpacing/>
        <w:rPr>
          <w:rFonts w:cs="Arial"/>
          <w:color w:val="000000"/>
        </w:rPr>
      </w:pPr>
    </w:p>
    <w:p w:rsidR="009D6EAB" w:rsidRPr="00DC04CE" w:rsidRDefault="009D6EAB" w:rsidP="009D6EAB">
      <w:pPr>
        <w:shd w:val="clear" w:color="auto" w:fill="FFFFFF"/>
        <w:ind w:firstLine="709"/>
        <w:contextualSpacing/>
        <w:rPr>
          <w:rFonts w:cs="Arial"/>
          <w:color w:val="000000"/>
        </w:rPr>
      </w:pPr>
      <w:r w:rsidRPr="00DC04CE">
        <w:rPr>
          <w:rFonts w:cs="Arial"/>
          <w:color w:val="000000"/>
        </w:rPr>
        <w:t xml:space="preserve">1. Размещение в средствах массовой информации, информационно-телекоммуникационной сети «Интернет» в течение одного месяца трех и </w:t>
      </w:r>
      <w:proofErr w:type="gramStart"/>
      <w:r w:rsidRPr="00DC04CE">
        <w:rPr>
          <w:rFonts w:cs="Arial"/>
          <w:color w:val="000000"/>
        </w:rPr>
        <w:t>более отрицательных</w:t>
      </w:r>
      <w:proofErr w:type="gramEnd"/>
      <w:r w:rsidRPr="00DC04CE">
        <w:rPr>
          <w:rFonts w:cs="Arial"/>
          <w:color w:val="000000"/>
        </w:rPr>
        <w:t xml:space="preserve"> отзывов о качестве содержания прилегающей территории.</w:t>
      </w:r>
    </w:p>
    <w:p w:rsidR="005D2B56" w:rsidRPr="00DC04CE" w:rsidRDefault="009D6EAB" w:rsidP="009D6EAB">
      <w:pPr>
        <w:shd w:val="clear" w:color="auto" w:fill="FFFFFF"/>
        <w:ind w:firstLine="709"/>
        <w:contextualSpacing/>
        <w:rPr>
          <w:rFonts w:cs="Arial"/>
          <w:color w:val="000000"/>
        </w:rPr>
      </w:pPr>
      <w:r w:rsidRPr="00DC04CE">
        <w:rPr>
          <w:rFonts w:cs="Arial"/>
          <w:color w:val="000000"/>
        </w:rPr>
        <w:t>2. Отсутствие сведений о завершении земляных работ и восстановлении благоустройства в месте производства земляных работ по истечении 2 дней после окончания срока действия выданного специального разрешения на право производства земляных работ (ордера).»</w:t>
      </w:r>
      <w:r w:rsidR="00397349" w:rsidRPr="00DC04CE">
        <w:rPr>
          <w:rFonts w:cs="Arial"/>
          <w:color w:val="000000"/>
        </w:rPr>
        <w:t>.</w:t>
      </w:r>
    </w:p>
    <w:p w:rsidR="00FF0CC2" w:rsidRPr="00DC04CE" w:rsidRDefault="00102C3B" w:rsidP="009D6EAB">
      <w:pPr>
        <w:shd w:val="clear" w:color="auto" w:fill="FFFFFF"/>
        <w:ind w:firstLine="709"/>
        <w:contextualSpacing/>
        <w:rPr>
          <w:rFonts w:cs="Arial"/>
          <w:color w:val="000000"/>
        </w:rPr>
      </w:pPr>
      <w:r w:rsidRPr="00DC04CE">
        <w:rPr>
          <w:rFonts w:cs="Arial"/>
          <w:color w:val="000000"/>
        </w:rPr>
        <w:t>2</w:t>
      </w:r>
      <w:r w:rsidR="00FF0CC2" w:rsidRPr="00DC04CE">
        <w:rPr>
          <w:rFonts w:cs="Arial"/>
          <w:color w:val="000000"/>
        </w:rPr>
        <w:t>.</w:t>
      </w:r>
      <w:r w:rsidR="003D27F4" w:rsidRPr="00DC04CE">
        <w:rPr>
          <w:rFonts w:cs="Arial"/>
          <w:color w:val="000000"/>
        </w:rPr>
        <w:t xml:space="preserve"> </w:t>
      </w:r>
      <w:r w:rsidR="00FF0CC2" w:rsidRPr="00DC04CE">
        <w:rPr>
          <w:rFonts w:cs="Arial"/>
          <w:color w:val="000000"/>
        </w:rPr>
        <w:t>Установить, что данный Перечень индикаторов риска используется для определения необходимости проведения внеплановых проверок при осуществлении муниципального контроля в сфере благоустройства.</w:t>
      </w:r>
    </w:p>
    <w:p w:rsidR="00EC3326" w:rsidRPr="00DC04CE" w:rsidRDefault="00397349" w:rsidP="009D6EAB">
      <w:pPr>
        <w:ind w:firstLine="709"/>
        <w:rPr>
          <w:rFonts w:cs="Arial"/>
          <w:color w:val="000000"/>
        </w:rPr>
      </w:pPr>
      <w:r w:rsidRPr="00DC04CE">
        <w:rPr>
          <w:rFonts w:cs="Arial"/>
          <w:color w:val="000000"/>
        </w:rPr>
        <w:t>3</w:t>
      </w:r>
      <w:r w:rsidR="00EC3326" w:rsidRPr="00DC04CE">
        <w:rPr>
          <w:rFonts w:cs="Arial"/>
          <w:color w:val="000000"/>
        </w:rPr>
        <w:t xml:space="preserve">. Настоящее решение вступает в силу с момента его официального обнародования. </w:t>
      </w:r>
    </w:p>
    <w:p w:rsidR="00724902" w:rsidRPr="00DC04CE" w:rsidRDefault="00724902" w:rsidP="009D6EAB">
      <w:pPr>
        <w:pStyle w:val="a7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3152"/>
        <w:gridCol w:w="3510"/>
      </w:tblGrid>
      <w:tr w:rsidR="00EE3D7B" w:rsidRPr="00DC04CE" w:rsidTr="00DC04CE">
        <w:tc>
          <w:tcPr>
            <w:tcW w:w="2802" w:type="dxa"/>
            <w:shd w:val="clear" w:color="auto" w:fill="auto"/>
          </w:tcPr>
          <w:p w:rsidR="00724902" w:rsidRPr="00DC04CE" w:rsidRDefault="00724902" w:rsidP="00102C3B">
            <w:pPr>
              <w:pStyle w:val="a7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04CE">
              <w:rPr>
                <w:rFonts w:ascii="Arial" w:hAnsi="Arial" w:cs="Arial"/>
                <w:color w:val="000000"/>
                <w:sz w:val="24"/>
                <w:szCs w:val="24"/>
              </w:rPr>
              <w:t xml:space="preserve">Глава </w:t>
            </w:r>
            <w:r w:rsidR="00102C3B" w:rsidRPr="00DC04CE">
              <w:rPr>
                <w:rFonts w:ascii="Arial" w:hAnsi="Arial" w:cs="Arial"/>
                <w:color w:val="000000"/>
                <w:sz w:val="24"/>
                <w:szCs w:val="24"/>
              </w:rPr>
              <w:t xml:space="preserve">Абрамовского </w:t>
            </w:r>
            <w:r w:rsidRPr="00DC04CE">
              <w:rPr>
                <w:rFonts w:ascii="Arial" w:hAnsi="Arial" w:cs="Arial"/>
                <w:color w:val="000000"/>
                <w:sz w:val="24"/>
                <w:szCs w:val="24"/>
              </w:rPr>
              <w:t>сельского поселения</w:t>
            </w:r>
          </w:p>
        </w:tc>
        <w:tc>
          <w:tcPr>
            <w:tcW w:w="3152" w:type="dxa"/>
            <w:shd w:val="clear" w:color="auto" w:fill="auto"/>
          </w:tcPr>
          <w:p w:rsidR="00724902" w:rsidRPr="00DC04CE" w:rsidRDefault="00724902" w:rsidP="009D6EAB">
            <w:pPr>
              <w:pStyle w:val="a7"/>
              <w:ind w:firstLine="70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  <w:shd w:val="clear" w:color="auto" w:fill="auto"/>
          </w:tcPr>
          <w:p w:rsidR="00DC04CE" w:rsidRPr="00DC04CE" w:rsidRDefault="00DC04CE" w:rsidP="009D6EAB">
            <w:pPr>
              <w:pStyle w:val="a7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24902" w:rsidRPr="00DC04CE" w:rsidRDefault="00102C3B" w:rsidP="00DC04CE">
            <w:pPr>
              <w:pStyle w:val="a7"/>
              <w:ind w:right="-136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C04CE">
              <w:rPr>
                <w:rFonts w:ascii="Arial" w:hAnsi="Arial" w:cs="Arial"/>
                <w:color w:val="000000"/>
                <w:sz w:val="24"/>
                <w:szCs w:val="24"/>
              </w:rPr>
              <w:t>О.Н. Соболева</w:t>
            </w:r>
          </w:p>
        </w:tc>
      </w:tr>
    </w:tbl>
    <w:p w:rsidR="00724902" w:rsidRPr="00DC04CE" w:rsidRDefault="00724902" w:rsidP="00DC04CE">
      <w:pPr>
        <w:pStyle w:val="a7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724902" w:rsidRPr="00DC04CE" w:rsidSect="00940E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8AC" w:rsidRDefault="00E668AC" w:rsidP="0043560D">
      <w:r>
        <w:separator/>
      </w:r>
    </w:p>
  </w:endnote>
  <w:endnote w:type="continuationSeparator" w:id="0">
    <w:p w:rsidR="00E668AC" w:rsidRDefault="00E668AC" w:rsidP="00435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8AC" w:rsidRDefault="00E668AC" w:rsidP="0043560D">
      <w:r>
        <w:separator/>
      </w:r>
    </w:p>
  </w:footnote>
  <w:footnote w:type="continuationSeparator" w:id="0">
    <w:p w:rsidR="00E668AC" w:rsidRDefault="00E668AC" w:rsidP="00435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3CE"/>
    <w:rsid w:val="00030898"/>
    <w:rsid w:val="00074EAC"/>
    <w:rsid w:val="0008185C"/>
    <w:rsid w:val="000963BB"/>
    <w:rsid w:val="000D4179"/>
    <w:rsid w:val="00102C3B"/>
    <w:rsid w:val="00104910"/>
    <w:rsid w:val="001060C9"/>
    <w:rsid w:val="00110B4A"/>
    <w:rsid w:val="001225C5"/>
    <w:rsid w:val="001757A0"/>
    <w:rsid w:val="001F63A9"/>
    <w:rsid w:val="002332A3"/>
    <w:rsid w:val="00251465"/>
    <w:rsid w:val="00260904"/>
    <w:rsid w:val="0027489D"/>
    <w:rsid w:val="00274FB0"/>
    <w:rsid w:val="002B262A"/>
    <w:rsid w:val="002E7866"/>
    <w:rsid w:val="00334F42"/>
    <w:rsid w:val="00347B20"/>
    <w:rsid w:val="0038096A"/>
    <w:rsid w:val="00381C35"/>
    <w:rsid w:val="00397349"/>
    <w:rsid w:val="003D27F4"/>
    <w:rsid w:val="004252D8"/>
    <w:rsid w:val="00430948"/>
    <w:rsid w:val="0043560D"/>
    <w:rsid w:val="00482105"/>
    <w:rsid w:val="004E2F4D"/>
    <w:rsid w:val="004F34AC"/>
    <w:rsid w:val="0051762E"/>
    <w:rsid w:val="005B4868"/>
    <w:rsid w:val="005D2B56"/>
    <w:rsid w:val="005E2CF1"/>
    <w:rsid w:val="00614D9D"/>
    <w:rsid w:val="00653145"/>
    <w:rsid w:val="00682673"/>
    <w:rsid w:val="00691DE4"/>
    <w:rsid w:val="006A194C"/>
    <w:rsid w:val="006B557D"/>
    <w:rsid w:val="006C240F"/>
    <w:rsid w:val="006E65D3"/>
    <w:rsid w:val="00724902"/>
    <w:rsid w:val="00756D1D"/>
    <w:rsid w:val="0077341A"/>
    <w:rsid w:val="008106E8"/>
    <w:rsid w:val="008217F1"/>
    <w:rsid w:val="008358DD"/>
    <w:rsid w:val="008C395E"/>
    <w:rsid w:val="008D6EB4"/>
    <w:rsid w:val="008E4849"/>
    <w:rsid w:val="009038CB"/>
    <w:rsid w:val="00917FAB"/>
    <w:rsid w:val="00934DB4"/>
    <w:rsid w:val="00940ED0"/>
    <w:rsid w:val="00974229"/>
    <w:rsid w:val="009D464A"/>
    <w:rsid w:val="009D6EAB"/>
    <w:rsid w:val="00A034B6"/>
    <w:rsid w:val="00A14273"/>
    <w:rsid w:val="00A774EC"/>
    <w:rsid w:val="00A837A0"/>
    <w:rsid w:val="00AA4414"/>
    <w:rsid w:val="00AB464A"/>
    <w:rsid w:val="00AC4C61"/>
    <w:rsid w:val="00B171E4"/>
    <w:rsid w:val="00B31186"/>
    <w:rsid w:val="00B43967"/>
    <w:rsid w:val="00B50CFB"/>
    <w:rsid w:val="00B53607"/>
    <w:rsid w:val="00BB597B"/>
    <w:rsid w:val="00BC460C"/>
    <w:rsid w:val="00BD19DE"/>
    <w:rsid w:val="00C02E8E"/>
    <w:rsid w:val="00C15253"/>
    <w:rsid w:val="00C20097"/>
    <w:rsid w:val="00C634E8"/>
    <w:rsid w:val="00C91201"/>
    <w:rsid w:val="00CC7833"/>
    <w:rsid w:val="00CD2DAF"/>
    <w:rsid w:val="00CD70A4"/>
    <w:rsid w:val="00CE0FE6"/>
    <w:rsid w:val="00CE3737"/>
    <w:rsid w:val="00D05F83"/>
    <w:rsid w:val="00D40286"/>
    <w:rsid w:val="00D73B50"/>
    <w:rsid w:val="00DC04CE"/>
    <w:rsid w:val="00DD03CE"/>
    <w:rsid w:val="00DD15EF"/>
    <w:rsid w:val="00DF3D58"/>
    <w:rsid w:val="00E668AC"/>
    <w:rsid w:val="00E66C30"/>
    <w:rsid w:val="00E86E85"/>
    <w:rsid w:val="00EC3326"/>
    <w:rsid w:val="00EE3D7B"/>
    <w:rsid w:val="00EF1578"/>
    <w:rsid w:val="00F52F12"/>
    <w:rsid w:val="00F57035"/>
    <w:rsid w:val="00F82B06"/>
    <w:rsid w:val="00FB321D"/>
    <w:rsid w:val="00FD3B19"/>
    <w:rsid w:val="00FF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757A0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757A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757A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757A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757A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1757A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24902"/>
    <w:rPr>
      <w:sz w:val="22"/>
      <w:szCs w:val="22"/>
      <w:lang w:eastAsia="en-US"/>
    </w:rPr>
  </w:style>
  <w:style w:type="table" w:styleId="a8">
    <w:name w:val="Table Grid"/>
    <w:basedOn w:val="a1"/>
    <w:uiPriority w:val="59"/>
    <w:rsid w:val="00724902"/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EE3D7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E3D7B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E3D7B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EE3D7B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757A0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1757A0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semiHidden/>
    <w:rsid w:val="00EE3D7B"/>
    <w:rPr>
      <w:rFonts w:ascii="Courier" w:eastAsia="Times New Roman" w:hAnsi="Courier"/>
      <w:sz w:val="22"/>
    </w:rPr>
  </w:style>
  <w:style w:type="character" w:styleId="ab">
    <w:name w:val="Hyperlink"/>
    <w:rsid w:val="001757A0"/>
    <w:rPr>
      <w:color w:val="0000FF"/>
      <w:u w:val="none"/>
    </w:rPr>
  </w:style>
  <w:style w:type="paragraph" w:customStyle="1" w:styleId="Application">
    <w:name w:val="Application!Приложение"/>
    <w:rsid w:val="001757A0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757A0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757A0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EC33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332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1757A0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757A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757A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757A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757A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1757A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F0C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F0CC2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24902"/>
    <w:rPr>
      <w:sz w:val="22"/>
      <w:szCs w:val="22"/>
      <w:lang w:eastAsia="en-US"/>
    </w:rPr>
  </w:style>
  <w:style w:type="table" w:styleId="a8">
    <w:name w:val="Table Grid"/>
    <w:basedOn w:val="a1"/>
    <w:uiPriority w:val="59"/>
    <w:rsid w:val="00724902"/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!Части документа Знак"/>
    <w:link w:val="1"/>
    <w:rsid w:val="00EE3D7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EE3D7B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EE3D7B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EE3D7B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757A0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semiHidden/>
    <w:rsid w:val="001757A0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semiHidden/>
    <w:rsid w:val="00EE3D7B"/>
    <w:rPr>
      <w:rFonts w:ascii="Courier" w:eastAsia="Times New Roman" w:hAnsi="Courier"/>
      <w:sz w:val="22"/>
    </w:rPr>
  </w:style>
  <w:style w:type="character" w:styleId="ab">
    <w:name w:val="Hyperlink"/>
    <w:rsid w:val="001757A0"/>
    <w:rPr>
      <w:color w:val="0000FF"/>
      <w:u w:val="none"/>
    </w:rPr>
  </w:style>
  <w:style w:type="paragraph" w:customStyle="1" w:styleId="Application">
    <w:name w:val="Application!Приложение"/>
    <w:rsid w:val="001757A0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757A0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757A0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EC33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332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20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User</cp:lastModifiedBy>
  <cp:revision>7</cp:revision>
  <cp:lastPrinted>2023-11-08T06:04:00Z</cp:lastPrinted>
  <dcterms:created xsi:type="dcterms:W3CDTF">2023-11-08T06:10:00Z</dcterms:created>
  <dcterms:modified xsi:type="dcterms:W3CDTF">2023-11-10T11:42:00Z</dcterms:modified>
</cp:coreProperties>
</file>