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6" w:rsidRPr="0014200D" w:rsidRDefault="00EC3326" w:rsidP="005D0933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eastAsia="x-none"/>
        </w:rPr>
      </w:pPr>
      <w:r w:rsidRPr="0014200D">
        <w:rPr>
          <w:rFonts w:cs="Arial"/>
          <w:noProof/>
        </w:rPr>
        <w:drawing>
          <wp:inline distT="0" distB="0" distL="0" distR="0" wp14:anchorId="36B6B348" wp14:editId="1A08A527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3326" w:rsidRPr="0014200D" w:rsidRDefault="00EC3326" w:rsidP="005D0933">
      <w:pPr>
        <w:suppressAutoHyphens/>
        <w:ind w:firstLine="709"/>
        <w:jc w:val="center"/>
        <w:rPr>
          <w:rFonts w:cs="Arial"/>
          <w:spacing w:val="20"/>
        </w:rPr>
      </w:pPr>
      <w:r w:rsidRPr="0014200D">
        <w:rPr>
          <w:rFonts w:cs="Arial"/>
          <w:spacing w:val="20"/>
        </w:rPr>
        <w:t>СОВЕТ НАРОДНЫХ ДЕПУТАТОВ</w:t>
      </w:r>
    </w:p>
    <w:p w:rsidR="00EC3326" w:rsidRPr="0014200D" w:rsidRDefault="00310023" w:rsidP="005D0933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14200D">
        <w:rPr>
          <w:rFonts w:cs="Arial"/>
          <w:spacing w:val="20"/>
          <w:lang w:eastAsia="x-none"/>
        </w:rPr>
        <w:t>АБРАМОВСКОГО</w:t>
      </w:r>
      <w:r w:rsidR="00EC3326" w:rsidRPr="0014200D">
        <w:rPr>
          <w:rFonts w:cs="Arial"/>
          <w:spacing w:val="20"/>
          <w:lang w:val="x-none" w:eastAsia="x-none"/>
        </w:rPr>
        <w:t xml:space="preserve"> СЕЛЬСКОГО ПОСЕЛЕНИЯ</w:t>
      </w:r>
    </w:p>
    <w:p w:rsidR="00EC3326" w:rsidRPr="0014200D" w:rsidRDefault="00EC3326" w:rsidP="005D0933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14200D">
        <w:rPr>
          <w:rFonts w:cs="Arial"/>
          <w:lang w:val="x-none" w:eastAsia="x-none"/>
        </w:rPr>
        <w:t>ТАЛОВСКОГО МУНИЦИПАЛЬНОГО РАЙОНА</w:t>
      </w:r>
    </w:p>
    <w:p w:rsidR="00EC3326" w:rsidRPr="0014200D" w:rsidRDefault="00EC3326" w:rsidP="005D0933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14200D">
        <w:rPr>
          <w:rFonts w:cs="Arial"/>
          <w:lang w:val="x-none" w:eastAsia="x-none"/>
        </w:rPr>
        <w:t>ВОРОНЕЖСКОЙ ОБЛАСТИ</w:t>
      </w:r>
    </w:p>
    <w:p w:rsidR="00EC3326" w:rsidRPr="0014200D" w:rsidRDefault="00EC3326" w:rsidP="005D0933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</w:p>
    <w:p w:rsidR="00EC3326" w:rsidRPr="0014200D" w:rsidRDefault="00EC3326" w:rsidP="005D0933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14200D">
        <w:rPr>
          <w:rFonts w:cs="Arial"/>
          <w:spacing w:val="20"/>
          <w:lang w:val="x-none" w:eastAsia="x-none"/>
        </w:rPr>
        <w:t>РЕШЕНИЕ</w:t>
      </w:r>
    </w:p>
    <w:p w:rsidR="00EC3326" w:rsidRPr="0014200D" w:rsidRDefault="00430948" w:rsidP="005D0933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  <w:r w:rsidRPr="0014200D">
        <w:rPr>
          <w:rFonts w:cs="Arial"/>
        </w:rPr>
        <w:t xml:space="preserve">от </w:t>
      </w:r>
      <w:r w:rsidR="00310023" w:rsidRPr="0014200D">
        <w:rPr>
          <w:rFonts w:cs="Arial"/>
        </w:rPr>
        <w:t>29 ноября</w:t>
      </w:r>
      <w:r w:rsidRPr="0014200D">
        <w:rPr>
          <w:rFonts w:cs="Arial"/>
        </w:rPr>
        <w:t xml:space="preserve"> </w:t>
      </w:r>
      <w:r w:rsidR="00EC3326" w:rsidRPr="0014200D">
        <w:rPr>
          <w:rFonts w:cs="Arial"/>
        </w:rPr>
        <w:t>202</w:t>
      </w:r>
      <w:r w:rsidR="001A2721" w:rsidRPr="0014200D">
        <w:rPr>
          <w:rFonts w:cs="Arial"/>
        </w:rPr>
        <w:t>4</w:t>
      </w:r>
      <w:r w:rsidR="00EC3326" w:rsidRPr="0014200D">
        <w:rPr>
          <w:rFonts w:cs="Arial"/>
        </w:rPr>
        <w:t xml:space="preserve"> года № </w:t>
      </w:r>
      <w:r w:rsidR="00310023" w:rsidRPr="0014200D">
        <w:rPr>
          <w:rFonts w:cs="Arial"/>
        </w:rPr>
        <w:t>149</w:t>
      </w:r>
    </w:p>
    <w:p w:rsidR="00EC3326" w:rsidRPr="0014200D" w:rsidRDefault="00EC3326" w:rsidP="005D0933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  <w:r w:rsidRPr="0014200D">
        <w:rPr>
          <w:rFonts w:cs="Arial"/>
        </w:rPr>
        <w:t>п</w:t>
      </w:r>
      <w:r w:rsidR="00310023" w:rsidRPr="0014200D">
        <w:rPr>
          <w:rFonts w:cs="Arial"/>
        </w:rPr>
        <w:t>. Абрамовка</w:t>
      </w:r>
    </w:p>
    <w:p w:rsidR="005D0933" w:rsidRPr="0014200D" w:rsidRDefault="005D0933" w:rsidP="005D0933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</w:p>
    <w:p w:rsidR="00FF0CC2" w:rsidRPr="0014200D" w:rsidRDefault="005D2B56" w:rsidP="005D0933">
      <w:pPr>
        <w:pStyle w:val="Title"/>
        <w:spacing w:before="0" w:after="0"/>
        <w:ind w:right="4534" w:firstLine="0"/>
        <w:jc w:val="both"/>
        <w:outlineLvl w:val="9"/>
        <w:rPr>
          <w:sz w:val="24"/>
          <w:szCs w:val="24"/>
        </w:rPr>
      </w:pPr>
      <w:r w:rsidRPr="0014200D">
        <w:rPr>
          <w:sz w:val="24"/>
          <w:szCs w:val="24"/>
        </w:rPr>
        <w:t xml:space="preserve">О внесении изменений в решение Совета народных депутатов </w:t>
      </w:r>
      <w:r w:rsidR="00310023" w:rsidRPr="0014200D">
        <w:rPr>
          <w:sz w:val="24"/>
          <w:szCs w:val="24"/>
        </w:rPr>
        <w:t>Абрамовского</w:t>
      </w:r>
      <w:r w:rsidRPr="0014200D">
        <w:rPr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310023" w:rsidRPr="0014200D">
        <w:rPr>
          <w:sz w:val="24"/>
          <w:szCs w:val="24"/>
        </w:rPr>
        <w:t xml:space="preserve">16.11.2016 </w:t>
      </w:r>
      <w:r w:rsidRPr="0014200D">
        <w:rPr>
          <w:sz w:val="24"/>
          <w:szCs w:val="24"/>
        </w:rPr>
        <w:t xml:space="preserve">№ </w:t>
      </w:r>
      <w:r w:rsidR="00310023" w:rsidRPr="0014200D">
        <w:rPr>
          <w:sz w:val="24"/>
          <w:szCs w:val="24"/>
        </w:rPr>
        <w:t xml:space="preserve">52 </w:t>
      </w:r>
      <w:r w:rsidRPr="0014200D">
        <w:rPr>
          <w:sz w:val="24"/>
          <w:szCs w:val="24"/>
        </w:rPr>
        <w:t>«</w:t>
      </w:r>
      <w:r w:rsidR="00C27141" w:rsidRPr="0014200D">
        <w:rPr>
          <w:sz w:val="24"/>
          <w:szCs w:val="24"/>
        </w:rPr>
        <w:t>О введении в действие земельного налога, установлении ставок и сроков его уплаты</w:t>
      </w:r>
      <w:r w:rsidRPr="0014200D">
        <w:rPr>
          <w:sz w:val="24"/>
          <w:szCs w:val="24"/>
        </w:rPr>
        <w:t>»</w:t>
      </w:r>
    </w:p>
    <w:p w:rsidR="00FF0CC2" w:rsidRPr="0014200D" w:rsidRDefault="00FF0CC2" w:rsidP="005D0933">
      <w:pPr>
        <w:shd w:val="clear" w:color="auto" w:fill="FFFFFF"/>
        <w:ind w:firstLine="709"/>
        <w:contextualSpacing/>
        <w:rPr>
          <w:rFonts w:cs="Arial"/>
        </w:rPr>
      </w:pPr>
    </w:p>
    <w:p w:rsidR="00EC3326" w:rsidRPr="0014200D" w:rsidRDefault="001A2721" w:rsidP="005D0933">
      <w:pPr>
        <w:shd w:val="clear" w:color="auto" w:fill="FFFFFF"/>
        <w:ind w:firstLine="709"/>
        <w:contextualSpacing/>
        <w:rPr>
          <w:rFonts w:cs="Arial"/>
        </w:rPr>
      </w:pPr>
      <w:proofErr w:type="gramStart"/>
      <w:r w:rsidRPr="0014200D">
        <w:rPr>
          <w:rFonts w:cs="Arial"/>
        </w:rPr>
        <w:t xml:space="preserve">В </w:t>
      </w:r>
      <w:r w:rsidR="00DD0683" w:rsidRPr="0014200D">
        <w:rPr>
          <w:rFonts w:cs="Arial"/>
        </w:rPr>
        <w:t>соответствии с</w:t>
      </w:r>
      <w:r w:rsidRPr="0014200D">
        <w:rPr>
          <w:rFonts w:cs="Arial"/>
        </w:rPr>
        <w:t xml:space="preserve"> </w:t>
      </w:r>
      <w:r w:rsidR="00C27141" w:rsidRPr="0014200D">
        <w:rPr>
          <w:rFonts w:cs="Arial"/>
        </w:rPr>
        <w:t>Налоговым Кодексом РФ, Федеральным законом от 06.10.2003г. №131 «Об общих принципах организации местного самоуправления в Российской Федерации</w:t>
      </w:r>
      <w:r w:rsidR="007C2DC6" w:rsidRPr="0014200D">
        <w:rPr>
          <w:rFonts w:cs="Arial"/>
        </w:rPr>
        <w:t>»</w:t>
      </w:r>
      <w:r w:rsidR="00C27141" w:rsidRPr="0014200D">
        <w:rPr>
          <w:rFonts w:cs="Arial"/>
        </w:rPr>
        <w:t>, в целях приведения муниципального п</w:t>
      </w:r>
      <w:r w:rsidR="00D37BAB" w:rsidRPr="0014200D">
        <w:rPr>
          <w:rFonts w:cs="Arial"/>
        </w:rPr>
        <w:t xml:space="preserve">равового акта в соответствие с </w:t>
      </w:r>
      <w:r w:rsidR="00C27141" w:rsidRPr="0014200D">
        <w:rPr>
          <w:rFonts w:cs="Arial"/>
        </w:rPr>
        <w:t>действующим законодательством, Совет народных депутатов</w:t>
      </w:r>
      <w:proofErr w:type="gramEnd"/>
      <w:r w:rsidR="00C27141" w:rsidRPr="0014200D">
        <w:rPr>
          <w:rFonts w:cs="Arial"/>
        </w:rPr>
        <w:t xml:space="preserve"> </w:t>
      </w:r>
      <w:r w:rsidR="00310023" w:rsidRPr="0014200D">
        <w:rPr>
          <w:rFonts w:cs="Arial"/>
        </w:rPr>
        <w:t>А</w:t>
      </w:r>
      <w:r w:rsidR="007A43E7" w:rsidRPr="0014200D">
        <w:rPr>
          <w:rFonts w:cs="Arial"/>
        </w:rPr>
        <w:t xml:space="preserve">брамовского </w:t>
      </w:r>
      <w:r w:rsidR="00C27141" w:rsidRPr="0014200D">
        <w:rPr>
          <w:rFonts w:cs="Arial"/>
        </w:rPr>
        <w:t xml:space="preserve">сельского поселения </w:t>
      </w:r>
      <w:r w:rsidR="00EC3326" w:rsidRPr="0014200D">
        <w:rPr>
          <w:rFonts w:cs="Arial"/>
        </w:rPr>
        <w:t>Таловского</w:t>
      </w:r>
      <w:r w:rsidR="00FF0CC2" w:rsidRPr="0014200D">
        <w:rPr>
          <w:rFonts w:cs="Arial"/>
        </w:rPr>
        <w:t xml:space="preserve"> муниципального района Воронежской области </w:t>
      </w:r>
    </w:p>
    <w:p w:rsidR="00310023" w:rsidRPr="0014200D" w:rsidRDefault="00310023" w:rsidP="005D0933">
      <w:pPr>
        <w:shd w:val="clear" w:color="auto" w:fill="FFFFFF"/>
        <w:ind w:firstLine="709"/>
        <w:contextualSpacing/>
        <w:rPr>
          <w:rFonts w:cs="Arial"/>
          <w:bCs/>
        </w:rPr>
      </w:pPr>
    </w:p>
    <w:p w:rsidR="00FF0CC2" w:rsidRPr="0014200D" w:rsidRDefault="00FF0CC2" w:rsidP="005D0933">
      <w:pPr>
        <w:shd w:val="clear" w:color="auto" w:fill="FFFFFF"/>
        <w:ind w:firstLine="709"/>
        <w:contextualSpacing/>
        <w:jc w:val="center"/>
        <w:rPr>
          <w:rFonts w:cs="Arial"/>
          <w:bCs/>
        </w:rPr>
      </w:pPr>
      <w:r w:rsidRPr="0014200D">
        <w:rPr>
          <w:rFonts w:cs="Arial"/>
          <w:bCs/>
        </w:rPr>
        <w:t>РЕШИЛ:</w:t>
      </w:r>
    </w:p>
    <w:p w:rsidR="00310023" w:rsidRPr="0014200D" w:rsidRDefault="00310023" w:rsidP="005D0933">
      <w:pPr>
        <w:shd w:val="clear" w:color="auto" w:fill="FFFFFF"/>
        <w:ind w:firstLine="709"/>
        <w:contextualSpacing/>
        <w:rPr>
          <w:rFonts w:cs="Arial"/>
          <w:bCs/>
        </w:rPr>
      </w:pPr>
    </w:p>
    <w:p w:rsidR="00C03FA1" w:rsidRPr="0014200D" w:rsidRDefault="00310023" w:rsidP="005D0933">
      <w:pPr>
        <w:pStyle w:val="ConsPlusNormal"/>
        <w:ind w:firstLine="709"/>
        <w:jc w:val="both"/>
        <w:rPr>
          <w:sz w:val="24"/>
          <w:szCs w:val="24"/>
        </w:rPr>
      </w:pPr>
      <w:r w:rsidRPr="0014200D">
        <w:rPr>
          <w:sz w:val="24"/>
          <w:szCs w:val="24"/>
        </w:rPr>
        <w:t xml:space="preserve">1. </w:t>
      </w:r>
      <w:r w:rsidR="00C03FA1" w:rsidRPr="0014200D">
        <w:rPr>
          <w:sz w:val="24"/>
          <w:szCs w:val="24"/>
        </w:rPr>
        <w:t xml:space="preserve">Внести в решение Совета народных депутатов </w:t>
      </w:r>
      <w:r w:rsidRPr="0014200D">
        <w:rPr>
          <w:sz w:val="24"/>
          <w:szCs w:val="24"/>
        </w:rPr>
        <w:t>Абрамовского</w:t>
      </w:r>
      <w:r w:rsidR="00C03FA1" w:rsidRPr="0014200D">
        <w:rPr>
          <w:sz w:val="24"/>
          <w:szCs w:val="24"/>
        </w:rPr>
        <w:t xml:space="preserve"> сельского поселения Таловского муниципального района </w:t>
      </w:r>
      <w:r w:rsidRPr="0014200D">
        <w:rPr>
          <w:sz w:val="24"/>
          <w:szCs w:val="24"/>
        </w:rPr>
        <w:t>от 16.11.2016</w:t>
      </w:r>
      <w:r w:rsidR="00C03FA1" w:rsidRPr="0014200D">
        <w:rPr>
          <w:sz w:val="24"/>
          <w:szCs w:val="24"/>
        </w:rPr>
        <w:t xml:space="preserve"> </w:t>
      </w:r>
      <w:r w:rsidRPr="0014200D">
        <w:rPr>
          <w:sz w:val="24"/>
          <w:szCs w:val="24"/>
        </w:rPr>
        <w:t xml:space="preserve">№ 52 </w:t>
      </w:r>
      <w:r w:rsidR="00C03FA1" w:rsidRPr="0014200D">
        <w:rPr>
          <w:sz w:val="24"/>
          <w:szCs w:val="24"/>
        </w:rPr>
        <w:t xml:space="preserve">«О введении в действие земельного налога на территории </w:t>
      </w:r>
      <w:r w:rsidRPr="0014200D">
        <w:rPr>
          <w:sz w:val="24"/>
          <w:szCs w:val="24"/>
        </w:rPr>
        <w:t>Абрамовского</w:t>
      </w:r>
      <w:r w:rsidR="00C03FA1" w:rsidRPr="0014200D">
        <w:rPr>
          <w:sz w:val="24"/>
          <w:szCs w:val="24"/>
        </w:rPr>
        <w:t xml:space="preserve"> сельского поселения Таловского муниципального района» (далее-решение</w:t>
      </w:r>
      <w:r w:rsidR="006537B3" w:rsidRPr="0014200D">
        <w:rPr>
          <w:sz w:val="24"/>
          <w:szCs w:val="24"/>
        </w:rPr>
        <w:t>)</w:t>
      </w:r>
      <w:r w:rsidR="00C03FA1" w:rsidRPr="0014200D">
        <w:rPr>
          <w:sz w:val="24"/>
          <w:szCs w:val="24"/>
        </w:rPr>
        <w:t xml:space="preserve"> следующие изменения:</w:t>
      </w:r>
    </w:p>
    <w:p w:rsidR="0014200D" w:rsidRPr="0014200D" w:rsidRDefault="00310023" w:rsidP="0014200D">
      <w:pPr>
        <w:pStyle w:val="ConsPlusNormal"/>
        <w:ind w:firstLine="709"/>
        <w:jc w:val="both"/>
        <w:rPr>
          <w:bCs/>
          <w:sz w:val="24"/>
          <w:szCs w:val="24"/>
        </w:rPr>
      </w:pPr>
      <w:r w:rsidRPr="0014200D">
        <w:rPr>
          <w:sz w:val="24"/>
          <w:szCs w:val="24"/>
        </w:rPr>
        <w:t xml:space="preserve">1.1. </w:t>
      </w:r>
      <w:r w:rsidR="0014200D" w:rsidRPr="009B053C">
        <w:rPr>
          <w:rFonts w:eastAsia="Calibri"/>
          <w:sz w:val="24"/>
          <w:szCs w:val="24"/>
        </w:rPr>
        <w:t>Подпункт б) пункта</w:t>
      </w:r>
      <w:r w:rsidR="0014200D" w:rsidRPr="0014200D">
        <w:rPr>
          <w:rFonts w:eastAsia="Calibri"/>
          <w:sz w:val="24"/>
          <w:szCs w:val="24"/>
        </w:rPr>
        <w:t xml:space="preserve"> 2. изложить в новой редакции:</w:t>
      </w:r>
    </w:p>
    <w:p w:rsidR="0014200D" w:rsidRPr="0014200D" w:rsidRDefault="0014200D" w:rsidP="0014200D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9B053C">
        <w:rPr>
          <w:rFonts w:eastAsia="Calibri"/>
          <w:sz w:val="24"/>
          <w:szCs w:val="24"/>
        </w:rPr>
        <w:t>«б) 0,3 процента в отношении земельных участков, не используемых в предпринимательской</w:t>
      </w:r>
      <w:r w:rsidRPr="0014200D">
        <w:rPr>
          <w:rFonts w:eastAsia="Calibri"/>
          <w:sz w:val="24"/>
          <w:szCs w:val="24"/>
        </w:rPr>
        <w:t xml:space="preserve">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земельных</w:t>
      </w:r>
      <w:proofErr w:type="gramEnd"/>
      <w:r w:rsidRPr="0014200D">
        <w:rPr>
          <w:rFonts w:eastAsia="Calibri"/>
          <w:sz w:val="24"/>
          <w:szCs w:val="24"/>
        </w:rPr>
        <w:t xml:space="preserve"> участков, кадастровая стоимость каждого из которых превышает 300 миллионов рублей»;</w:t>
      </w:r>
    </w:p>
    <w:p w:rsidR="0014200D" w:rsidRPr="0014200D" w:rsidRDefault="00D721F2" w:rsidP="0014200D">
      <w:pPr>
        <w:autoSpaceDE w:val="0"/>
        <w:autoSpaceDN w:val="0"/>
        <w:adjustRightInd w:val="0"/>
        <w:ind w:firstLine="709"/>
        <w:rPr>
          <w:rFonts w:cs="Arial"/>
        </w:rPr>
      </w:pPr>
      <w:r w:rsidRPr="0014200D">
        <w:rPr>
          <w:rFonts w:eastAsia="Calibri" w:cs="Arial"/>
        </w:rPr>
        <w:t>1.2.</w:t>
      </w:r>
      <w:r w:rsidR="0014200D" w:rsidRPr="0014200D">
        <w:rPr>
          <w:rFonts w:cs="Arial"/>
        </w:rPr>
        <w:t xml:space="preserve"> Подпункт г) пункта 2.</w:t>
      </w:r>
      <w:r w:rsidR="0014200D" w:rsidRPr="0014200D">
        <w:rPr>
          <w:rFonts w:cs="Arial"/>
          <w:bCs/>
        </w:rPr>
        <w:t xml:space="preserve"> изложить в новой редакции:</w:t>
      </w:r>
      <w:r w:rsidR="0014200D" w:rsidRPr="0014200D">
        <w:rPr>
          <w:rFonts w:cs="Arial"/>
        </w:rPr>
        <w:t xml:space="preserve"> </w:t>
      </w:r>
    </w:p>
    <w:p w:rsidR="0014200D" w:rsidRPr="00625B0D" w:rsidRDefault="0014200D" w:rsidP="00625B0D">
      <w:pPr>
        <w:autoSpaceDE w:val="0"/>
        <w:autoSpaceDN w:val="0"/>
        <w:adjustRightInd w:val="0"/>
        <w:ind w:firstLine="709"/>
        <w:rPr>
          <w:rFonts w:eastAsia="Calibri" w:cs="Arial"/>
          <w:b/>
          <w:bCs/>
        </w:rPr>
      </w:pPr>
      <w:proofErr w:type="gramStart"/>
      <w:r w:rsidRPr="0014200D">
        <w:rPr>
          <w:rFonts w:eastAsia="Calibri" w:cs="Arial"/>
        </w:rPr>
        <w:t xml:space="preserve">«г) 0,3 процента в отношении земельных участков, </w:t>
      </w:r>
      <w:r w:rsidRPr="0014200D">
        <w:rPr>
          <w:rFonts w:eastAsia="Calibri" w:cs="Arial"/>
          <w:bCs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</w:t>
      </w:r>
      <w:bookmarkStart w:id="0" w:name="_GoBack"/>
      <w:bookmarkEnd w:id="0"/>
      <w:r w:rsidRPr="0014200D">
        <w:rPr>
          <w:rFonts w:eastAsia="Calibri" w:cs="Arial"/>
          <w:bCs/>
        </w:rPr>
        <w:t xml:space="preserve"> для жилищного строительства, за </w:t>
      </w:r>
      <w:r w:rsidRPr="0014200D">
        <w:rPr>
          <w:rFonts w:eastAsia="Calibri" w:cs="Arial"/>
          <w:bCs/>
        </w:rPr>
        <w:lastRenderedPageBreak/>
        <w:t>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proofErr w:type="gramEnd"/>
      <w:r w:rsidRPr="0014200D">
        <w:rPr>
          <w:rFonts w:eastAsia="Calibri" w:cs="Arial"/>
          <w:bCs/>
        </w:rPr>
        <w:t xml:space="preserve">, и земельных участков, кадастровая стоимость каждого из которых превышает 300 миллионов рублей, а также земельных участков, </w:t>
      </w:r>
      <w:r w:rsidRPr="0014200D">
        <w:rPr>
          <w:rFonts w:eastAsia="Calibri" w:cs="Arial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proofErr w:type="gramStart"/>
      <w:r w:rsidRPr="0014200D">
        <w:rPr>
          <w:rFonts w:eastAsia="Calibri" w:cs="Arial"/>
        </w:rPr>
        <w:t>;»</w:t>
      </w:r>
      <w:proofErr w:type="gramEnd"/>
      <w:r w:rsidR="00625B0D">
        <w:rPr>
          <w:rFonts w:eastAsia="Calibri" w:cs="Arial"/>
        </w:rPr>
        <w:t>.</w:t>
      </w:r>
    </w:p>
    <w:p w:rsidR="0029111A" w:rsidRPr="0014200D" w:rsidRDefault="00D37BAB" w:rsidP="005D0933">
      <w:pPr>
        <w:ind w:firstLine="709"/>
        <w:rPr>
          <w:rFonts w:cs="Arial"/>
        </w:rPr>
      </w:pPr>
      <w:r w:rsidRPr="0014200D">
        <w:rPr>
          <w:rFonts w:cs="Arial"/>
        </w:rPr>
        <w:t>2</w:t>
      </w:r>
      <w:r w:rsidR="001A2721" w:rsidRPr="0014200D">
        <w:rPr>
          <w:rFonts w:cs="Arial"/>
        </w:rPr>
        <w:t>.</w:t>
      </w:r>
      <w:r w:rsidR="007C770D" w:rsidRPr="0014200D">
        <w:rPr>
          <w:rFonts w:cs="Arial"/>
        </w:rPr>
        <w:t xml:space="preserve"> </w:t>
      </w:r>
      <w:r w:rsidR="0029111A" w:rsidRPr="0014200D">
        <w:rPr>
          <w:rFonts w:cs="Arial"/>
        </w:rPr>
        <w:t xml:space="preserve">Настоящее решение </w:t>
      </w:r>
      <w:r w:rsidR="005319E0" w:rsidRPr="0014200D">
        <w:rPr>
          <w:rFonts w:cs="Arial"/>
        </w:rPr>
        <w:t xml:space="preserve">вступает </w:t>
      </w:r>
      <w:r w:rsidR="00D721F2" w:rsidRPr="0014200D">
        <w:rPr>
          <w:rFonts w:cs="Arial"/>
        </w:rPr>
        <w:t xml:space="preserve">в силу </w:t>
      </w:r>
      <w:r w:rsidR="00920323" w:rsidRPr="0014200D">
        <w:rPr>
          <w:rFonts w:cs="Arial"/>
        </w:rPr>
        <w:t xml:space="preserve">не ранее чем по истечении одного месяца со дня его официального опубликования и распространяет свое действие на </w:t>
      </w:r>
      <w:proofErr w:type="gramStart"/>
      <w:r w:rsidR="00920323" w:rsidRPr="0014200D">
        <w:rPr>
          <w:rFonts w:cs="Arial"/>
        </w:rPr>
        <w:t>правоотношения</w:t>
      </w:r>
      <w:proofErr w:type="gramEnd"/>
      <w:r w:rsidR="00920323" w:rsidRPr="0014200D">
        <w:rPr>
          <w:rFonts w:cs="Arial"/>
        </w:rPr>
        <w:t xml:space="preserve"> возникающие с 01.01.2025</w:t>
      </w:r>
      <w:r w:rsidR="00D721F2" w:rsidRPr="0014200D">
        <w:rPr>
          <w:rFonts w:cs="Arial"/>
        </w:rPr>
        <w:t xml:space="preserve"> года</w:t>
      </w:r>
      <w:r w:rsidR="0029111A" w:rsidRPr="0014200D">
        <w:rPr>
          <w:rFonts w:cs="Arial"/>
        </w:rPr>
        <w:t xml:space="preserve">. </w:t>
      </w:r>
    </w:p>
    <w:p w:rsidR="00724902" w:rsidRPr="0014200D" w:rsidRDefault="00724902" w:rsidP="005D0933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288"/>
        <w:gridCol w:w="3112"/>
      </w:tblGrid>
      <w:tr w:rsidR="00EE3D7B" w:rsidRPr="0014200D" w:rsidTr="002265FB">
        <w:tc>
          <w:tcPr>
            <w:tcW w:w="5954" w:type="dxa"/>
            <w:shd w:val="clear" w:color="auto" w:fill="auto"/>
          </w:tcPr>
          <w:p w:rsidR="00310023" w:rsidRPr="0014200D" w:rsidRDefault="00724902" w:rsidP="005D0933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200D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310023" w:rsidRPr="0014200D">
              <w:rPr>
                <w:rFonts w:ascii="Arial" w:hAnsi="Arial" w:cs="Arial"/>
                <w:sz w:val="24"/>
                <w:szCs w:val="24"/>
              </w:rPr>
              <w:t xml:space="preserve">Абрамовского </w:t>
            </w:r>
          </w:p>
          <w:p w:rsidR="00724902" w:rsidRPr="0014200D" w:rsidRDefault="00724902" w:rsidP="005D0933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200D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88" w:type="dxa"/>
            <w:shd w:val="clear" w:color="auto" w:fill="auto"/>
          </w:tcPr>
          <w:p w:rsidR="00724902" w:rsidRPr="0014200D" w:rsidRDefault="00724902" w:rsidP="005D0933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2" w:type="dxa"/>
            <w:shd w:val="clear" w:color="auto" w:fill="auto"/>
          </w:tcPr>
          <w:p w:rsidR="00310023" w:rsidRPr="0014200D" w:rsidRDefault="00310023" w:rsidP="005D0933">
            <w:pPr>
              <w:pStyle w:val="a7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4902" w:rsidRPr="0014200D" w:rsidRDefault="00310023" w:rsidP="005D0933">
            <w:pPr>
              <w:pStyle w:val="a7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200D">
              <w:rPr>
                <w:rFonts w:ascii="Arial" w:hAnsi="Arial" w:cs="Arial"/>
                <w:sz w:val="24"/>
                <w:szCs w:val="24"/>
              </w:rPr>
              <w:t>О.Н. Соболева</w:t>
            </w:r>
          </w:p>
        </w:tc>
      </w:tr>
    </w:tbl>
    <w:p w:rsidR="00F804D1" w:rsidRPr="0014200D" w:rsidRDefault="00F804D1" w:rsidP="005D0933">
      <w:pPr>
        <w:shd w:val="clear" w:color="auto" w:fill="FFFFFF"/>
        <w:ind w:firstLine="709"/>
        <w:contextualSpacing/>
        <w:rPr>
          <w:rFonts w:cs="Arial"/>
        </w:rPr>
      </w:pPr>
    </w:p>
    <w:sectPr w:rsidR="00F804D1" w:rsidRPr="0014200D" w:rsidSect="005D09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D3F" w:rsidRDefault="00693D3F" w:rsidP="0043560D">
      <w:r>
        <w:separator/>
      </w:r>
    </w:p>
  </w:endnote>
  <w:endnote w:type="continuationSeparator" w:id="0">
    <w:p w:rsidR="00693D3F" w:rsidRDefault="00693D3F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D3F" w:rsidRDefault="00693D3F" w:rsidP="0043560D">
      <w:r>
        <w:separator/>
      </w:r>
    </w:p>
  </w:footnote>
  <w:footnote w:type="continuationSeparator" w:id="0">
    <w:p w:rsidR="00693D3F" w:rsidRDefault="00693D3F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DCB"/>
    <w:multiLevelType w:val="multilevel"/>
    <w:tmpl w:val="38A8DBF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cs="Arial" w:hint="default"/>
      </w:r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BC86995"/>
    <w:multiLevelType w:val="multilevel"/>
    <w:tmpl w:val="5036BC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30898"/>
    <w:rsid w:val="000514BE"/>
    <w:rsid w:val="00074EAC"/>
    <w:rsid w:val="0008185C"/>
    <w:rsid w:val="000963BB"/>
    <w:rsid w:val="000D4179"/>
    <w:rsid w:val="000E7893"/>
    <w:rsid w:val="00104910"/>
    <w:rsid w:val="001060C9"/>
    <w:rsid w:val="00110B4A"/>
    <w:rsid w:val="001141BF"/>
    <w:rsid w:val="001225C5"/>
    <w:rsid w:val="001267D9"/>
    <w:rsid w:val="0014200D"/>
    <w:rsid w:val="001757A0"/>
    <w:rsid w:val="00176806"/>
    <w:rsid w:val="001A2721"/>
    <w:rsid w:val="001F63A9"/>
    <w:rsid w:val="002058DB"/>
    <w:rsid w:val="002265FB"/>
    <w:rsid w:val="002332A3"/>
    <w:rsid w:val="00236A65"/>
    <w:rsid w:val="00251465"/>
    <w:rsid w:val="00260904"/>
    <w:rsid w:val="0027489D"/>
    <w:rsid w:val="00274FB0"/>
    <w:rsid w:val="0029111A"/>
    <w:rsid w:val="002B1EB7"/>
    <w:rsid w:val="002B262A"/>
    <w:rsid w:val="002C269C"/>
    <w:rsid w:val="002C2E58"/>
    <w:rsid w:val="002E7866"/>
    <w:rsid w:val="00310023"/>
    <w:rsid w:val="0033369A"/>
    <w:rsid w:val="00334F42"/>
    <w:rsid w:val="00347B20"/>
    <w:rsid w:val="0038096A"/>
    <w:rsid w:val="00381C35"/>
    <w:rsid w:val="00383BC4"/>
    <w:rsid w:val="003A0CAB"/>
    <w:rsid w:val="003C0FC3"/>
    <w:rsid w:val="003D27F4"/>
    <w:rsid w:val="003E43ED"/>
    <w:rsid w:val="004252D8"/>
    <w:rsid w:val="00430948"/>
    <w:rsid w:val="0043560D"/>
    <w:rsid w:val="00441DE7"/>
    <w:rsid w:val="0044451D"/>
    <w:rsid w:val="004668F9"/>
    <w:rsid w:val="00481302"/>
    <w:rsid w:val="00482105"/>
    <w:rsid w:val="004974CB"/>
    <w:rsid w:val="004B2E85"/>
    <w:rsid w:val="004E2F4D"/>
    <w:rsid w:val="004F34AC"/>
    <w:rsid w:val="004F40B3"/>
    <w:rsid w:val="00504BD8"/>
    <w:rsid w:val="0051762E"/>
    <w:rsid w:val="005319E0"/>
    <w:rsid w:val="005B4868"/>
    <w:rsid w:val="005C1B50"/>
    <w:rsid w:val="005D0933"/>
    <w:rsid w:val="005D2B56"/>
    <w:rsid w:val="005E1265"/>
    <w:rsid w:val="005E2CF1"/>
    <w:rsid w:val="00625B0D"/>
    <w:rsid w:val="006537B3"/>
    <w:rsid w:val="00682673"/>
    <w:rsid w:val="00691DE4"/>
    <w:rsid w:val="00693D3F"/>
    <w:rsid w:val="006A194C"/>
    <w:rsid w:val="006B557D"/>
    <w:rsid w:val="006B69BB"/>
    <w:rsid w:val="006C240F"/>
    <w:rsid w:val="006E65D3"/>
    <w:rsid w:val="00724902"/>
    <w:rsid w:val="00756D1D"/>
    <w:rsid w:val="0077341A"/>
    <w:rsid w:val="00785D2E"/>
    <w:rsid w:val="007A1309"/>
    <w:rsid w:val="007A2C58"/>
    <w:rsid w:val="007A43E7"/>
    <w:rsid w:val="007C2DC6"/>
    <w:rsid w:val="007C770D"/>
    <w:rsid w:val="00805E4D"/>
    <w:rsid w:val="008106E8"/>
    <w:rsid w:val="008358DD"/>
    <w:rsid w:val="0085513E"/>
    <w:rsid w:val="00877075"/>
    <w:rsid w:val="00891A51"/>
    <w:rsid w:val="008C395E"/>
    <w:rsid w:val="008D6EB4"/>
    <w:rsid w:val="008E4849"/>
    <w:rsid w:val="009038CB"/>
    <w:rsid w:val="00917FAB"/>
    <w:rsid w:val="00920323"/>
    <w:rsid w:val="00934DB4"/>
    <w:rsid w:val="00940ED0"/>
    <w:rsid w:val="009664E9"/>
    <w:rsid w:val="00974229"/>
    <w:rsid w:val="00994CFE"/>
    <w:rsid w:val="009B053C"/>
    <w:rsid w:val="009C4397"/>
    <w:rsid w:val="009D464A"/>
    <w:rsid w:val="009D6EAB"/>
    <w:rsid w:val="009F28F6"/>
    <w:rsid w:val="00A034B6"/>
    <w:rsid w:val="00A14273"/>
    <w:rsid w:val="00A40584"/>
    <w:rsid w:val="00A54681"/>
    <w:rsid w:val="00A774EC"/>
    <w:rsid w:val="00AA4414"/>
    <w:rsid w:val="00AA7953"/>
    <w:rsid w:val="00AA7FEF"/>
    <w:rsid w:val="00AB464A"/>
    <w:rsid w:val="00AC07D4"/>
    <w:rsid w:val="00AC4C61"/>
    <w:rsid w:val="00B171E4"/>
    <w:rsid w:val="00B31186"/>
    <w:rsid w:val="00B43967"/>
    <w:rsid w:val="00B50CFB"/>
    <w:rsid w:val="00B53607"/>
    <w:rsid w:val="00BB3E4B"/>
    <w:rsid w:val="00BB597B"/>
    <w:rsid w:val="00BB746E"/>
    <w:rsid w:val="00BC460C"/>
    <w:rsid w:val="00BD19DE"/>
    <w:rsid w:val="00C02E8E"/>
    <w:rsid w:val="00C03FA1"/>
    <w:rsid w:val="00C06006"/>
    <w:rsid w:val="00C15253"/>
    <w:rsid w:val="00C20097"/>
    <w:rsid w:val="00C27141"/>
    <w:rsid w:val="00C634E8"/>
    <w:rsid w:val="00C91201"/>
    <w:rsid w:val="00CA1DB4"/>
    <w:rsid w:val="00CB54C7"/>
    <w:rsid w:val="00CC2A59"/>
    <w:rsid w:val="00CC7833"/>
    <w:rsid w:val="00CD2DAF"/>
    <w:rsid w:val="00CE0FE6"/>
    <w:rsid w:val="00CF11BF"/>
    <w:rsid w:val="00D032A7"/>
    <w:rsid w:val="00D03AB0"/>
    <w:rsid w:val="00D05F83"/>
    <w:rsid w:val="00D37BAB"/>
    <w:rsid w:val="00D40286"/>
    <w:rsid w:val="00D718B3"/>
    <w:rsid w:val="00D721F2"/>
    <w:rsid w:val="00D73B50"/>
    <w:rsid w:val="00D873B2"/>
    <w:rsid w:val="00DC5BCE"/>
    <w:rsid w:val="00DD03CE"/>
    <w:rsid w:val="00DD0683"/>
    <w:rsid w:val="00DD15EF"/>
    <w:rsid w:val="00DF3D58"/>
    <w:rsid w:val="00DF5149"/>
    <w:rsid w:val="00E3110D"/>
    <w:rsid w:val="00E57989"/>
    <w:rsid w:val="00E66C30"/>
    <w:rsid w:val="00E86E85"/>
    <w:rsid w:val="00E9302B"/>
    <w:rsid w:val="00EA3EAE"/>
    <w:rsid w:val="00EC3326"/>
    <w:rsid w:val="00EC4E25"/>
    <w:rsid w:val="00EE3D7B"/>
    <w:rsid w:val="00EF1578"/>
    <w:rsid w:val="00F42AEA"/>
    <w:rsid w:val="00F52F12"/>
    <w:rsid w:val="00F57035"/>
    <w:rsid w:val="00F804D1"/>
    <w:rsid w:val="00F82B06"/>
    <w:rsid w:val="00FB321D"/>
    <w:rsid w:val="00FD2D5E"/>
    <w:rsid w:val="00FD3B19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770D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7C770D"/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rsid w:val="00F804D1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770D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7C770D"/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rsid w:val="00F804D1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44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13</cp:revision>
  <cp:lastPrinted>2024-12-03T07:10:00Z</cp:lastPrinted>
  <dcterms:created xsi:type="dcterms:W3CDTF">2024-11-28T06:42:00Z</dcterms:created>
  <dcterms:modified xsi:type="dcterms:W3CDTF">2024-12-03T11:42:00Z</dcterms:modified>
</cp:coreProperties>
</file>