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797DF4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797DF4">
        <w:rPr>
          <w:rFonts w:cs="Arial"/>
          <w:noProof/>
        </w:rPr>
        <w:drawing>
          <wp:inline distT="0" distB="0" distL="0" distR="0" wp14:anchorId="1EDFCFA3" wp14:editId="0B2D68F9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797DF4" w:rsidRDefault="00EC3326" w:rsidP="00EC3326">
      <w:pPr>
        <w:suppressAutoHyphens/>
        <w:ind w:firstLine="709"/>
        <w:jc w:val="center"/>
        <w:rPr>
          <w:rFonts w:cs="Arial"/>
          <w:spacing w:val="20"/>
        </w:rPr>
      </w:pPr>
      <w:r w:rsidRPr="00797DF4">
        <w:rPr>
          <w:rFonts w:cs="Arial"/>
          <w:spacing w:val="20"/>
        </w:rPr>
        <w:t>СОВЕТ НАРОДНЫХ ДЕПУТАТОВ</w:t>
      </w:r>
    </w:p>
    <w:p w:rsidR="00EC3326" w:rsidRPr="00797DF4" w:rsidRDefault="00415038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797DF4">
        <w:rPr>
          <w:rFonts w:cs="Arial"/>
          <w:spacing w:val="20"/>
          <w:lang w:eastAsia="x-none"/>
        </w:rPr>
        <w:t>АБРАМОВСКОГО</w:t>
      </w:r>
      <w:r w:rsidR="00EC3326" w:rsidRPr="00797DF4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EC3326" w:rsidRPr="00797DF4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797DF4">
        <w:rPr>
          <w:rFonts w:cs="Arial"/>
          <w:lang w:val="x-none" w:eastAsia="x-none"/>
        </w:rPr>
        <w:t>ТАЛОВСКОГО МУНИЦИПАЛЬНОГО РАЙОНА</w:t>
      </w:r>
    </w:p>
    <w:p w:rsidR="00EC3326" w:rsidRPr="00797DF4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797DF4">
        <w:rPr>
          <w:rFonts w:cs="Arial"/>
          <w:lang w:val="x-none" w:eastAsia="x-none"/>
        </w:rPr>
        <w:t>ВОРОНЕЖСКОЙ ОБЛАСТИ</w:t>
      </w:r>
    </w:p>
    <w:p w:rsidR="00EC3326" w:rsidRPr="00797DF4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rFonts w:cs="Arial"/>
          <w:lang w:val="x-none" w:eastAsia="x-none"/>
        </w:rPr>
      </w:pPr>
    </w:p>
    <w:p w:rsidR="00EC3326" w:rsidRPr="00797DF4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797DF4">
        <w:rPr>
          <w:rFonts w:cs="Arial"/>
          <w:spacing w:val="20"/>
          <w:lang w:val="x-none" w:eastAsia="x-none"/>
        </w:rPr>
        <w:t>РЕШЕНИЕ</w:t>
      </w:r>
    </w:p>
    <w:p w:rsidR="00EC3326" w:rsidRPr="0085164C" w:rsidRDefault="00430948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85164C">
        <w:rPr>
          <w:rFonts w:cs="Arial"/>
        </w:rPr>
        <w:t xml:space="preserve">от </w:t>
      </w:r>
      <w:r w:rsidR="00797DF4">
        <w:rPr>
          <w:rFonts w:cs="Arial"/>
        </w:rPr>
        <w:t>27 декабря</w:t>
      </w:r>
      <w:r w:rsidRPr="0085164C">
        <w:rPr>
          <w:rFonts w:cs="Arial"/>
        </w:rPr>
        <w:t xml:space="preserve"> </w:t>
      </w:r>
      <w:r w:rsidR="00EC3326" w:rsidRPr="0085164C">
        <w:rPr>
          <w:rFonts w:cs="Arial"/>
        </w:rPr>
        <w:t>202</w:t>
      </w:r>
      <w:r w:rsidR="001A2721" w:rsidRPr="0085164C">
        <w:rPr>
          <w:rFonts w:cs="Arial"/>
        </w:rPr>
        <w:t>4</w:t>
      </w:r>
      <w:r w:rsidR="00EC3326" w:rsidRPr="0085164C">
        <w:rPr>
          <w:rFonts w:cs="Arial"/>
        </w:rPr>
        <w:t xml:space="preserve"> года № </w:t>
      </w:r>
      <w:r w:rsidR="00D7023E">
        <w:rPr>
          <w:rFonts w:cs="Arial"/>
        </w:rPr>
        <w:t>153</w:t>
      </w:r>
      <w:bookmarkStart w:id="0" w:name="_GoBack"/>
      <w:bookmarkEnd w:id="0"/>
    </w:p>
    <w:p w:rsidR="00EC3326" w:rsidRPr="0085164C" w:rsidRDefault="00EC3326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85164C">
        <w:rPr>
          <w:rFonts w:cs="Arial"/>
        </w:rPr>
        <w:t>п</w:t>
      </w:r>
      <w:r w:rsidR="00415038" w:rsidRPr="0085164C">
        <w:rPr>
          <w:rFonts w:cs="Arial"/>
        </w:rPr>
        <w:t>. Абрамовка</w:t>
      </w:r>
    </w:p>
    <w:p w:rsidR="00FF0CC2" w:rsidRPr="0085164C" w:rsidRDefault="005D2B56" w:rsidP="0065187F">
      <w:pPr>
        <w:pStyle w:val="Title"/>
        <w:ind w:right="4534" w:firstLine="0"/>
        <w:jc w:val="both"/>
        <w:rPr>
          <w:sz w:val="24"/>
          <w:szCs w:val="24"/>
        </w:rPr>
      </w:pPr>
      <w:r w:rsidRPr="00797DF4">
        <w:rPr>
          <w:sz w:val="24"/>
          <w:szCs w:val="24"/>
        </w:rPr>
        <w:t xml:space="preserve">О внесении изменений в решение Совета народных депутатов </w:t>
      </w:r>
      <w:r w:rsidR="00415038" w:rsidRPr="00797DF4">
        <w:rPr>
          <w:sz w:val="24"/>
          <w:szCs w:val="24"/>
        </w:rPr>
        <w:t>Абрамовского</w:t>
      </w:r>
      <w:r w:rsidRPr="00797DF4">
        <w:rPr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415038" w:rsidRPr="00797DF4">
        <w:rPr>
          <w:sz w:val="24"/>
          <w:szCs w:val="24"/>
        </w:rPr>
        <w:t xml:space="preserve">25.09.2023 </w:t>
      </w:r>
      <w:r w:rsidRPr="00797DF4">
        <w:rPr>
          <w:sz w:val="24"/>
          <w:szCs w:val="24"/>
        </w:rPr>
        <w:t xml:space="preserve">№ </w:t>
      </w:r>
      <w:r w:rsidR="00415038" w:rsidRPr="00797DF4">
        <w:rPr>
          <w:sz w:val="24"/>
          <w:szCs w:val="24"/>
        </w:rPr>
        <w:t xml:space="preserve">86 </w:t>
      </w:r>
      <w:r w:rsidRPr="00797DF4">
        <w:rPr>
          <w:sz w:val="24"/>
          <w:szCs w:val="24"/>
        </w:rPr>
        <w:t>«</w:t>
      </w:r>
      <w:r w:rsidR="00FF0CC2" w:rsidRPr="00797DF4">
        <w:rPr>
          <w:sz w:val="24"/>
          <w:szCs w:val="24"/>
        </w:rPr>
        <w:t xml:space="preserve">Об утверждении </w:t>
      </w:r>
      <w:r w:rsidR="00504BD8" w:rsidRPr="00797DF4">
        <w:rPr>
          <w:sz w:val="24"/>
          <w:szCs w:val="24"/>
        </w:rPr>
        <w:t xml:space="preserve">Положения о муниципальном контроле </w:t>
      </w:r>
      <w:r w:rsidR="00FF0CC2" w:rsidRPr="00797DF4">
        <w:rPr>
          <w:sz w:val="24"/>
          <w:szCs w:val="24"/>
        </w:rPr>
        <w:t xml:space="preserve">в сфере благоустройства на территории </w:t>
      </w:r>
      <w:r w:rsidR="00415038" w:rsidRPr="00797DF4">
        <w:rPr>
          <w:sz w:val="24"/>
          <w:szCs w:val="24"/>
        </w:rPr>
        <w:t>Абрамовского</w:t>
      </w:r>
      <w:r w:rsidR="00FF0CC2" w:rsidRPr="00797DF4">
        <w:rPr>
          <w:sz w:val="24"/>
          <w:szCs w:val="24"/>
        </w:rPr>
        <w:t xml:space="preserve"> сельского поселения</w:t>
      </w:r>
      <w:r w:rsidR="00504BD8" w:rsidRPr="00797DF4">
        <w:rPr>
          <w:sz w:val="24"/>
          <w:szCs w:val="24"/>
        </w:rPr>
        <w:t xml:space="preserve"> Таловского муниципального района Воронежской области</w:t>
      </w:r>
      <w:r w:rsidRPr="00797DF4">
        <w:rPr>
          <w:sz w:val="24"/>
          <w:szCs w:val="24"/>
        </w:rPr>
        <w:t>»</w:t>
      </w:r>
    </w:p>
    <w:p w:rsidR="00FF0CC2" w:rsidRPr="0085164C" w:rsidRDefault="00FF0CC2" w:rsidP="00EE3D7B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EC3326" w:rsidRPr="00797DF4" w:rsidRDefault="001A2721" w:rsidP="001A2721">
      <w:pPr>
        <w:shd w:val="clear" w:color="auto" w:fill="FFFFFF"/>
        <w:spacing w:line="276" w:lineRule="auto"/>
        <w:ind w:firstLine="709"/>
        <w:contextualSpacing/>
        <w:rPr>
          <w:rFonts w:cs="Arial"/>
          <w:color w:val="000000"/>
        </w:rPr>
      </w:pPr>
      <w:proofErr w:type="gramStart"/>
      <w:r w:rsidRPr="0085164C">
        <w:rPr>
          <w:rFonts w:cs="Arial"/>
          <w:color w:val="000000"/>
        </w:rPr>
        <w:t xml:space="preserve">В </w:t>
      </w:r>
      <w:r w:rsidR="00DD0683" w:rsidRPr="0085164C">
        <w:rPr>
          <w:rFonts w:cs="Arial"/>
          <w:color w:val="000000"/>
        </w:rPr>
        <w:t>соответствии с</w:t>
      </w:r>
      <w:r w:rsidRPr="0085164C">
        <w:rPr>
          <w:rFonts w:cs="Arial"/>
          <w:color w:val="000000"/>
        </w:rPr>
        <w:t xml:space="preserve"> постановление</w:t>
      </w:r>
      <w:r w:rsidR="00DD0683" w:rsidRPr="0085164C">
        <w:rPr>
          <w:rFonts w:cs="Arial"/>
          <w:color w:val="000000"/>
        </w:rPr>
        <w:t>м</w:t>
      </w:r>
      <w:r w:rsidRPr="0085164C">
        <w:rPr>
          <w:rFonts w:cs="Arial"/>
          <w:color w:val="000000"/>
        </w:rPr>
        <w:t xml:space="preserve"> Правительства РФ от 10.03.2022 N 336 "Об особенностях организации и осуществления государственного контроля (надзора), муниципального контроля"</w:t>
      </w:r>
      <w:r w:rsidRPr="0085164C">
        <w:rPr>
          <w:rFonts w:cs="Arial"/>
        </w:rPr>
        <w:t xml:space="preserve">, </w:t>
      </w:r>
      <w:r w:rsidR="00EC3326" w:rsidRPr="0085164C">
        <w:rPr>
          <w:rFonts w:cs="Arial"/>
          <w:color w:val="000000"/>
        </w:rPr>
        <w:t>Федеральным законом от 31.07.</w:t>
      </w:r>
      <w:r w:rsidR="00FF0CC2" w:rsidRPr="0085164C">
        <w:rPr>
          <w:rFonts w:cs="Arial"/>
          <w:color w:val="000000"/>
        </w:rPr>
        <w:t>2020 № 248-ФЗ «О государственном контроле (надзоре) и муниципальном контроле в Российской Федерации</w:t>
      </w:r>
      <w:r w:rsidR="00E57989" w:rsidRPr="0085164C">
        <w:rPr>
          <w:rFonts w:cs="Arial"/>
          <w:color w:val="000000"/>
        </w:rPr>
        <w:t xml:space="preserve">, </w:t>
      </w:r>
      <w:r w:rsidR="00FF0CC2" w:rsidRPr="0085164C">
        <w:rPr>
          <w:rFonts w:cs="Arial"/>
          <w:color w:val="000000"/>
        </w:rPr>
        <w:t xml:space="preserve">Совет народных депутатов </w:t>
      </w:r>
      <w:r w:rsidR="00415038" w:rsidRPr="0085164C">
        <w:rPr>
          <w:rFonts w:cs="Arial"/>
          <w:color w:val="000000"/>
        </w:rPr>
        <w:t>Абрамовского</w:t>
      </w:r>
      <w:r w:rsidR="00FF0CC2" w:rsidRPr="0085164C">
        <w:rPr>
          <w:rFonts w:cs="Arial"/>
          <w:color w:val="000000"/>
        </w:rPr>
        <w:t xml:space="preserve"> </w:t>
      </w:r>
      <w:r w:rsidR="00FF0CC2" w:rsidRPr="00797DF4">
        <w:rPr>
          <w:rFonts w:cs="Arial"/>
          <w:color w:val="000000"/>
        </w:rPr>
        <w:t xml:space="preserve">сельского поселения </w:t>
      </w:r>
      <w:r w:rsidR="00EC3326" w:rsidRPr="00797DF4">
        <w:rPr>
          <w:rFonts w:cs="Arial"/>
          <w:color w:val="000000"/>
        </w:rPr>
        <w:t>Таловского</w:t>
      </w:r>
      <w:r w:rsidR="00FF0CC2" w:rsidRPr="00797DF4">
        <w:rPr>
          <w:rFonts w:cs="Arial"/>
          <w:color w:val="000000"/>
        </w:rPr>
        <w:t xml:space="preserve"> муниципального района Воронежской области </w:t>
      </w:r>
      <w:proofErr w:type="gramEnd"/>
    </w:p>
    <w:p w:rsidR="00415038" w:rsidRPr="00797DF4" w:rsidRDefault="00415038" w:rsidP="001A2721">
      <w:pPr>
        <w:shd w:val="clear" w:color="auto" w:fill="FFFFFF"/>
        <w:spacing w:line="276" w:lineRule="auto"/>
        <w:ind w:firstLine="709"/>
        <w:contextualSpacing/>
        <w:rPr>
          <w:rFonts w:cs="Arial"/>
          <w:color w:val="000000"/>
        </w:rPr>
      </w:pPr>
    </w:p>
    <w:p w:rsidR="00FF0CC2" w:rsidRPr="00797DF4" w:rsidRDefault="00FF0CC2" w:rsidP="00415038">
      <w:pPr>
        <w:shd w:val="clear" w:color="auto" w:fill="FFFFFF"/>
        <w:spacing w:line="276" w:lineRule="auto"/>
        <w:ind w:firstLine="709"/>
        <w:contextualSpacing/>
        <w:jc w:val="center"/>
        <w:rPr>
          <w:rFonts w:cs="Arial"/>
          <w:bCs/>
          <w:color w:val="000000"/>
        </w:rPr>
      </w:pPr>
      <w:r w:rsidRPr="00797DF4">
        <w:rPr>
          <w:rFonts w:cs="Arial"/>
          <w:bCs/>
          <w:color w:val="000000"/>
        </w:rPr>
        <w:t>РЕШИЛ:</w:t>
      </w:r>
    </w:p>
    <w:p w:rsidR="00415038" w:rsidRPr="00797DF4" w:rsidRDefault="00415038" w:rsidP="00415038">
      <w:pPr>
        <w:shd w:val="clear" w:color="auto" w:fill="FFFFFF"/>
        <w:spacing w:line="276" w:lineRule="auto"/>
        <w:ind w:firstLine="709"/>
        <w:contextualSpacing/>
        <w:jc w:val="center"/>
        <w:rPr>
          <w:rFonts w:cs="Arial"/>
          <w:bCs/>
          <w:color w:val="000000"/>
        </w:rPr>
      </w:pPr>
    </w:p>
    <w:p w:rsidR="001A2721" w:rsidRPr="0085164C" w:rsidRDefault="001A2721" w:rsidP="001A2721">
      <w:pPr>
        <w:spacing w:line="276" w:lineRule="auto"/>
        <w:ind w:firstLine="709"/>
        <w:rPr>
          <w:rFonts w:cs="Arial"/>
        </w:rPr>
      </w:pPr>
      <w:r w:rsidRPr="00797DF4">
        <w:rPr>
          <w:rFonts w:cs="Arial"/>
        </w:rPr>
        <w:t xml:space="preserve">1. Внести в </w:t>
      </w:r>
      <w:r w:rsidR="00DD0683" w:rsidRPr="00797DF4">
        <w:rPr>
          <w:rFonts w:cs="Arial"/>
          <w:bCs/>
          <w:color w:val="000000"/>
        </w:rPr>
        <w:t>решение</w:t>
      </w:r>
      <w:r w:rsidRPr="00797DF4">
        <w:rPr>
          <w:rFonts w:cs="Arial"/>
          <w:bCs/>
          <w:color w:val="000000"/>
        </w:rPr>
        <w:t xml:space="preserve"> </w:t>
      </w:r>
      <w:r w:rsidR="00415038" w:rsidRPr="00797DF4">
        <w:rPr>
          <w:rFonts w:cs="Arial"/>
          <w:bCs/>
          <w:color w:val="000000"/>
        </w:rPr>
        <w:t xml:space="preserve">Совета народных депутатов Абрамовского </w:t>
      </w:r>
      <w:r w:rsidR="00DD0683" w:rsidRPr="00797DF4">
        <w:rPr>
          <w:rFonts w:cs="Arial"/>
          <w:bCs/>
          <w:color w:val="000000"/>
        </w:rPr>
        <w:t>сельского поселения Таловс</w:t>
      </w:r>
      <w:r w:rsidR="00336F53" w:rsidRPr="00797DF4">
        <w:rPr>
          <w:rFonts w:cs="Arial"/>
          <w:bCs/>
          <w:color w:val="000000"/>
        </w:rPr>
        <w:t>кого муниципального района от 25.09.2023 № 86</w:t>
      </w:r>
      <w:r w:rsidR="00DD0683" w:rsidRPr="00797DF4">
        <w:rPr>
          <w:rFonts w:cs="Arial"/>
          <w:bCs/>
          <w:color w:val="000000"/>
        </w:rPr>
        <w:t xml:space="preserve"> «Об утверждении Положения о муниципальном контроле в сфере благоустройства на территории </w:t>
      </w:r>
      <w:r w:rsidR="00336F53" w:rsidRPr="00797DF4">
        <w:rPr>
          <w:rFonts w:cs="Arial"/>
          <w:bCs/>
          <w:color w:val="000000"/>
        </w:rPr>
        <w:t>Абрамовского</w:t>
      </w:r>
      <w:r w:rsidR="00DD0683" w:rsidRPr="00797DF4">
        <w:rPr>
          <w:rFonts w:cs="Arial"/>
          <w:bCs/>
          <w:color w:val="000000"/>
        </w:rPr>
        <w:t xml:space="preserve"> сельского поселения </w:t>
      </w:r>
      <w:r w:rsidRPr="00797DF4">
        <w:rPr>
          <w:rFonts w:cs="Arial"/>
          <w:color w:val="000000"/>
        </w:rPr>
        <w:t>Таловского муниципального района</w:t>
      </w:r>
      <w:r w:rsidR="00DD0683" w:rsidRPr="00797DF4">
        <w:rPr>
          <w:rFonts w:cs="Arial"/>
          <w:color w:val="000000"/>
        </w:rPr>
        <w:t xml:space="preserve"> Воронежской области</w:t>
      </w:r>
      <w:r w:rsidRPr="00797DF4">
        <w:rPr>
          <w:rFonts w:cs="Arial"/>
          <w:color w:val="000000"/>
        </w:rPr>
        <w:t>,</w:t>
      </w:r>
      <w:r w:rsidRPr="00797DF4">
        <w:rPr>
          <w:rFonts w:cs="Arial"/>
          <w:bCs/>
        </w:rPr>
        <w:t xml:space="preserve"> </w:t>
      </w:r>
      <w:r w:rsidR="000514BE" w:rsidRPr="00797DF4">
        <w:rPr>
          <w:rFonts w:cs="Arial"/>
          <w:bCs/>
        </w:rPr>
        <w:t>(далее –</w:t>
      </w:r>
      <w:r w:rsidR="0085164C" w:rsidRPr="00797DF4">
        <w:rPr>
          <w:rFonts w:cs="Arial"/>
          <w:bCs/>
        </w:rPr>
        <w:t xml:space="preserve"> </w:t>
      </w:r>
      <w:r w:rsidR="000514BE" w:rsidRPr="00797DF4">
        <w:rPr>
          <w:rFonts w:cs="Arial"/>
          <w:bCs/>
        </w:rPr>
        <w:t xml:space="preserve">решение), </w:t>
      </w:r>
      <w:r w:rsidRPr="00797DF4">
        <w:rPr>
          <w:rFonts w:cs="Arial"/>
        </w:rPr>
        <w:t>следующие изменения:</w:t>
      </w:r>
    </w:p>
    <w:p w:rsidR="00156447" w:rsidRPr="0085164C" w:rsidRDefault="00156447" w:rsidP="00156447">
      <w:pPr>
        <w:autoSpaceDE w:val="0"/>
        <w:autoSpaceDN w:val="0"/>
        <w:adjustRightInd w:val="0"/>
        <w:spacing w:line="276" w:lineRule="auto"/>
        <w:ind w:firstLine="709"/>
        <w:rPr>
          <w:rFonts w:cs="Arial"/>
        </w:rPr>
      </w:pPr>
      <w:r w:rsidRPr="0085164C">
        <w:rPr>
          <w:rFonts w:cs="Arial"/>
        </w:rPr>
        <w:t>1.1. Пункт 1.2. Положения изложить в новой редакции:</w:t>
      </w:r>
    </w:p>
    <w:p w:rsidR="00156447" w:rsidRPr="0085164C" w:rsidRDefault="00156447" w:rsidP="001A2721">
      <w:pPr>
        <w:spacing w:line="276" w:lineRule="auto"/>
        <w:ind w:firstLine="709"/>
        <w:rPr>
          <w:rFonts w:cs="Arial"/>
        </w:rPr>
      </w:pPr>
      <w:r w:rsidRPr="0085164C">
        <w:rPr>
          <w:rFonts w:cs="Arial"/>
        </w:rPr>
        <w:t xml:space="preserve">«1.2. </w:t>
      </w:r>
      <w:proofErr w:type="gramStart"/>
      <w:r w:rsidRPr="0085164C">
        <w:rPr>
          <w:rFonts w:cs="Arial"/>
        </w:rPr>
        <w:t>Предметом контроля в сфере благоустройства является соблюдение юридическими лицами, индивидуальными предпринимателями, гражданами (далее -  контролируемые лица) Правил благоустройства территории сельского поселения Таловского муниципального района Воронежской области 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правилами.»</w:t>
      </w:r>
      <w:proofErr w:type="gramEnd"/>
    </w:p>
    <w:p w:rsidR="00156447" w:rsidRPr="0085164C" w:rsidRDefault="00156447" w:rsidP="00156447">
      <w:pPr>
        <w:autoSpaceDE w:val="0"/>
        <w:autoSpaceDN w:val="0"/>
        <w:adjustRightInd w:val="0"/>
        <w:spacing w:line="276" w:lineRule="auto"/>
        <w:ind w:firstLine="709"/>
        <w:rPr>
          <w:rFonts w:cs="Arial"/>
        </w:rPr>
      </w:pPr>
      <w:r w:rsidRPr="0085164C">
        <w:rPr>
          <w:rFonts w:cs="Arial"/>
        </w:rPr>
        <w:lastRenderedPageBreak/>
        <w:t>1.2. Пункт 2.11. Положения изложить в новой редакции: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cs="Arial"/>
        </w:rPr>
        <w:t>«2.11.</w:t>
      </w:r>
      <w:r w:rsidRPr="0085164C">
        <w:rPr>
          <w:rFonts w:eastAsia="Calibri" w:cs="Arial"/>
        </w:rPr>
        <w:t xml:space="preserve"> Профилактический визит </w:t>
      </w:r>
      <w:r w:rsidR="002410A6" w:rsidRPr="0085164C">
        <w:rPr>
          <w:rFonts w:eastAsia="Calibri" w:cs="Arial"/>
        </w:rPr>
        <w:t>проводится в</w:t>
      </w:r>
      <w:r w:rsidRPr="0085164C">
        <w:rPr>
          <w:rFonts w:eastAsia="Calibri" w:cs="Arial"/>
        </w:rPr>
        <w:t xml:space="preserve"> форме профилактической беседы по месту осуществления деятельности контролируемого лица либо путем использования видео-конференц-связи</w:t>
      </w:r>
      <w:r w:rsidR="002410A6" w:rsidRPr="0085164C">
        <w:rPr>
          <w:rFonts w:eastAsia="Calibri" w:cs="Arial"/>
        </w:rPr>
        <w:t xml:space="preserve">, в </w:t>
      </w:r>
      <w:proofErr w:type="gramStart"/>
      <w:r w:rsidR="002410A6" w:rsidRPr="0085164C">
        <w:rPr>
          <w:rFonts w:eastAsia="Calibri" w:cs="Arial"/>
        </w:rPr>
        <w:t>порядке</w:t>
      </w:r>
      <w:proofErr w:type="gramEnd"/>
      <w:r w:rsidR="002410A6" w:rsidRPr="0085164C">
        <w:rPr>
          <w:rFonts w:eastAsia="Calibri" w:cs="Arial"/>
        </w:rPr>
        <w:t xml:space="preserve"> установленном статьей 52 Федерального закона от 31.07.2020 №248-ФЗ</w:t>
      </w:r>
      <w:r w:rsidRPr="0085164C">
        <w:rPr>
          <w:rFonts w:eastAsia="Calibri" w:cs="Arial"/>
        </w:rPr>
        <w:t xml:space="preserve">. 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 xml:space="preserve">2.11.1. </w:t>
      </w:r>
      <w:proofErr w:type="gramStart"/>
      <w:r w:rsidRPr="0085164C">
        <w:rPr>
          <w:rFonts w:eastAsia="Calibri" w:cs="Arial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proofErr w:type="gramEnd"/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  <w:color w:val="000000" w:themeColor="text1"/>
        </w:rPr>
      </w:pPr>
      <w:r w:rsidRPr="0085164C">
        <w:rPr>
          <w:rFonts w:eastAsia="Calibri" w:cs="Arial"/>
        </w:rPr>
        <w:t xml:space="preserve">2.11.2. В ходе профилактического визита может осуществляться консультирование контролируемого лица в порядке, </w:t>
      </w:r>
      <w:r w:rsidRPr="0085164C">
        <w:rPr>
          <w:rFonts w:eastAsia="Calibri" w:cs="Arial"/>
          <w:color w:val="000000" w:themeColor="text1"/>
        </w:rPr>
        <w:t xml:space="preserve">установленном </w:t>
      </w:r>
      <w:hyperlink r:id="rId9" w:history="1">
        <w:r w:rsidRPr="0085164C">
          <w:rPr>
            <w:rFonts w:eastAsia="Calibri" w:cs="Arial"/>
            <w:color w:val="000000" w:themeColor="text1"/>
          </w:rPr>
          <w:t>статьей 50</w:t>
        </w:r>
      </w:hyperlink>
      <w:r w:rsidRPr="0085164C">
        <w:rPr>
          <w:rFonts w:eastAsia="Calibri" w:cs="Arial"/>
          <w:color w:val="000000" w:themeColor="text1"/>
        </w:rPr>
        <w:t xml:space="preserve"> </w:t>
      </w:r>
      <w:r w:rsidRPr="0085164C">
        <w:rPr>
          <w:rFonts w:cs="Arial"/>
          <w:color w:val="000000" w:themeColor="text1"/>
        </w:rPr>
        <w:t>Федерального закона № 248-ФЗ.</w:t>
      </w:r>
      <w:r w:rsidRPr="0085164C">
        <w:rPr>
          <w:rFonts w:eastAsia="Calibri" w:cs="Arial"/>
          <w:color w:val="000000" w:themeColor="text1"/>
        </w:rPr>
        <w:t xml:space="preserve"> 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  <w:color w:val="000000" w:themeColor="text1"/>
        </w:rPr>
      </w:pPr>
      <w:r w:rsidRPr="0085164C">
        <w:rPr>
          <w:rFonts w:eastAsia="Calibri" w:cs="Arial"/>
          <w:color w:val="000000" w:themeColor="text1"/>
        </w:rPr>
        <w:t>2.11.3. В ходе профилактического визита может осуществляться сбор сведений, необходимых для отнесения объектов контроля к категориям риска.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cs="Arial"/>
        </w:rPr>
      </w:pPr>
      <w:r w:rsidRPr="0085164C">
        <w:rPr>
          <w:rFonts w:eastAsia="Calibri" w:cs="Arial"/>
          <w:color w:val="000000" w:themeColor="text1"/>
        </w:rPr>
        <w:t>2.11.4.</w:t>
      </w:r>
      <w:r w:rsidRPr="0085164C">
        <w:rPr>
          <w:rFonts w:cs="Arial"/>
          <w:color w:val="000000" w:themeColor="text1"/>
        </w:rPr>
        <w:t xml:space="preserve"> До 2030 года в рамках муниципального контроля, в отношении контролируемых лиц могут быть проведены профилактические визиты</w:t>
      </w:r>
      <w:r w:rsidRPr="0085164C">
        <w:rPr>
          <w:rFonts w:cs="Arial"/>
        </w:rPr>
        <w:t xml:space="preserve">, не предусматривающие возможность отказа от их проведения, исключительно по основаниям, установленным пунктом 11(5) Постановления Правительства РФ от 10.03.2022 N </w:t>
      </w:r>
      <w:r w:rsidR="002410A6" w:rsidRPr="0085164C">
        <w:rPr>
          <w:rFonts w:cs="Arial"/>
        </w:rPr>
        <w:t>336 «</w:t>
      </w:r>
      <w:r w:rsidRPr="0085164C">
        <w:rPr>
          <w:rFonts w:cs="Arial"/>
        </w:rPr>
        <w:t>Об особенностях организации и осуществления государственного контроля (надзора), муниципального контроля".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2.11.5. 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FC3268" w:rsidRPr="0085164C" w:rsidRDefault="005316A0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Администрация</w:t>
      </w:r>
      <w:r w:rsidR="00FC3268" w:rsidRPr="0085164C">
        <w:rPr>
          <w:rFonts w:eastAsia="Calibri" w:cs="Arial"/>
        </w:rPr>
        <w:t xml:space="preserve"> обязан</w:t>
      </w:r>
      <w:r w:rsidRPr="0085164C">
        <w:rPr>
          <w:rFonts w:eastAsia="Calibri" w:cs="Arial"/>
        </w:rPr>
        <w:t>а</w:t>
      </w:r>
      <w:r w:rsidR="00FC3268" w:rsidRPr="0085164C">
        <w:rPr>
          <w:rFonts w:eastAsia="Calibri" w:cs="Arial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 </w:t>
      </w:r>
    </w:p>
    <w:p w:rsidR="00FC3268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2.11.6</w:t>
      </w:r>
      <w:r w:rsidR="00FC3268" w:rsidRPr="0085164C">
        <w:rPr>
          <w:rFonts w:eastAsia="Calibri" w:cs="Arial"/>
        </w:rPr>
        <w:t>. 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</w:t>
      </w:r>
      <w:r w:rsidRPr="0085164C">
        <w:rPr>
          <w:rFonts w:eastAsia="Calibri" w:cs="Arial"/>
        </w:rPr>
        <w:t>осят рекомендательный характер.</w:t>
      </w:r>
    </w:p>
    <w:p w:rsidR="00FC3268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</w:t>
      </w:r>
      <w:r w:rsidR="002410A6" w:rsidRPr="0085164C">
        <w:rPr>
          <w:rFonts w:eastAsia="Calibri" w:cs="Arial"/>
        </w:rPr>
        <w:t>7</w:t>
      </w:r>
      <w:r w:rsidRPr="0085164C">
        <w:rPr>
          <w:rFonts w:eastAsia="Calibri" w:cs="Arial"/>
        </w:rPr>
        <w:t xml:space="preserve">. О проведении обязательного профилактического визита контролируемое лицо должно быть уведомлено не </w:t>
      </w:r>
      <w:proofErr w:type="gramStart"/>
      <w:r w:rsidRPr="0085164C">
        <w:rPr>
          <w:rFonts w:eastAsia="Calibri" w:cs="Arial"/>
        </w:rPr>
        <w:t>позднее</w:t>
      </w:r>
      <w:proofErr w:type="gramEnd"/>
      <w:r w:rsidRPr="0085164C">
        <w:rPr>
          <w:rFonts w:eastAsia="Calibri" w:cs="Arial"/>
        </w:rPr>
        <w:t xml:space="preserve"> чем за пять рабочих дней до даты его проведения.</w:t>
      </w:r>
    </w:p>
    <w:p w:rsidR="00FC3268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 xml:space="preserve">Уведомление о проведении обязательного профилактического визита </w:t>
      </w:r>
      <w:proofErr w:type="gramStart"/>
      <w:r w:rsidR="00FC3268" w:rsidRPr="0085164C">
        <w:rPr>
          <w:rFonts w:eastAsia="Calibri" w:cs="Arial"/>
        </w:rPr>
        <w:t>составляется в письменной форме и направляется</w:t>
      </w:r>
      <w:proofErr w:type="gramEnd"/>
      <w:r w:rsidR="00FC3268" w:rsidRPr="0085164C">
        <w:rPr>
          <w:rFonts w:eastAsia="Calibri" w:cs="Arial"/>
        </w:rPr>
        <w:t xml:space="preserve"> в адрес контролируемого лица в порядке, установленном частью 4 статьи 21 </w:t>
      </w:r>
      <w:r w:rsidR="00FC3268" w:rsidRPr="0085164C">
        <w:rPr>
          <w:rFonts w:cs="Arial"/>
        </w:rPr>
        <w:t>Федерального закона № 248-ФЗ.</w:t>
      </w:r>
      <w:r w:rsidR="00FC3268" w:rsidRPr="0085164C">
        <w:rPr>
          <w:rFonts w:eastAsia="Calibri" w:cs="Arial"/>
        </w:rPr>
        <w:t xml:space="preserve"> </w:t>
      </w:r>
    </w:p>
    <w:p w:rsidR="00CB4DD7" w:rsidRPr="0085164C" w:rsidRDefault="00FC3268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</w:t>
      </w:r>
      <w:r w:rsidR="002410A6" w:rsidRPr="0085164C">
        <w:rPr>
          <w:rFonts w:eastAsia="Calibri" w:cs="Arial"/>
        </w:rPr>
        <w:t>8</w:t>
      </w:r>
      <w:r w:rsidRPr="0085164C">
        <w:rPr>
          <w:rFonts w:eastAsia="Calibri" w:cs="Arial"/>
        </w:rPr>
        <w:t>. Срок проведения обязательного профилактического визита не должен превышать одного рабочего дня.</w:t>
      </w:r>
    </w:p>
    <w:p w:rsidR="00CB4DD7" w:rsidRPr="0085164C" w:rsidRDefault="00FC3268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</w:t>
      </w:r>
      <w:r w:rsidR="002410A6" w:rsidRPr="0085164C">
        <w:rPr>
          <w:rFonts w:eastAsia="Calibri" w:cs="Arial"/>
        </w:rPr>
        <w:t>9</w:t>
      </w:r>
      <w:r w:rsidR="00CB4DD7" w:rsidRPr="0085164C">
        <w:rPr>
          <w:rFonts w:eastAsia="Calibri" w:cs="Arial"/>
        </w:rPr>
        <w:t xml:space="preserve">. Контролируемое лицо вправе отказаться от проведения обязательного профилактического визита, уведомив об этом </w:t>
      </w:r>
      <w:r w:rsidR="005316A0" w:rsidRPr="0085164C">
        <w:rPr>
          <w:rFonts w:eastAsia="Calibri" w:cs="Arial"/>
        </w:rPr>
        <w:t>администрацию</w:t>
      </w:r>
      <w:r w:rsidR="00CB4DD7" w:rsidRPr="0085164C">
        <w:rPr>
          <w:rFonts w:eastAsia="Calibri" w:cs="Arial"/>
        </w:rPr>
        <w:t xml:space="preserve"> не </w:t>
      </w:r>
      <w:proofErr w:type="gramStart"/>
      <w:r w:rsidR="00CB4DD7" w:rsidRPr="0085164C">
        <w:rPr>
          <w:rFonts w:eastAsia="Calibri" w:cs="Arial"/>
        </w:rPr>
        <w:t>позднее</w:t>
      </w:r>
      <w:proofErr w:type="gramEnd"/>
      <w:r w:rsidR="00CB4DD7" w:rsidRPr="0085164C">
        <w:rPr>
          <w:rFonts w:eastAsia="Calibri" w:cs="Arial"/>
        </w:rPr>
        <w:t xml:space="preserve"> чем за три рабочих дня до даты его проведения.</w:t>
      </w:r>
    </w:p>
    <w:p w:rsidR="00CB4DD7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2.11.10</w:t>
      </w:r>
      <w:r w:rsidR="00CB4DD7" w:rsidRPr="0085164C">
        <w:rPr>
          <w:rFonts w:eastAsia="Calibri" w:cs="Arial"/>
        </w:rPr>
        <w:t xml:space="preserve">. В </w:t>
      </w:r>
      <w:proofErr w:type="gramStart"/>
      <w:r w:rsidR="00CB4DD7" w:rsidRPr="0085164C">
        <w:rPr>
          <w:rFonts w:eastAsia="Calibri" w:cs="Arial"/>
        </w:rPr>
        <w:t>случае</w:t>
      </w:r>
      <w:proofErr w:type="gramEnd"/>
      <w:r w:rsidR="00CB4DD7" w:rsidRPr="0085164C">
        <w:rPr>
          <w:rFonts w:eastAsia="Calibri" w:cs="Arial"/>
        </w:rPr>
        <w:t xml:space="preserve">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</w:t>
      </w:r>
      <w:r w:rsidR="005316A0" w:rsidRPr="0085164C">
        <w:rPr>
          <w:rFonts w:eastAsia="Calibri" w:cs="Arial"/>
        </w:rPr>
        <w:t>причинен, уполномоченное</w:t>
      </w:r>
      <w:r w:rsidR="00CB4DD7" w:rsidRPr="0085164C">
        <w:rPr>
          <w:rFonts w:eastAsia="Calibri" w:cs="Arial"/>
        </w:rPr>
        <w:t xml:space="preserve"> должностно</w:t>
      </w:r>
      <w:r w:rsidR="005316A0" w:rsidRPr="0085164C">
        <w:rPr>
          <w:rFonts w:eastAsia="Calibri" w:cs="Arial"/>
        </w:rPr>
        <w:t>е</w:t>
      </w:r>
      <w:r w:rsidR="00CB4DD7" w:rsidRPr="0085164C">
        <w:rPr>
          <w:rFonts w:eastAsia="Calibri" w:cs="Arial"/>
        </w:rPr>
        <w:t xml:space="preserve"> лиц</w:t>
      </w:r>
      <w:r w:rsidR="005316A0" w:rsidRPr="0085164C">
        <w:rPr>
          <w:rFonts w:eastAsia="Calibri" w:cs="Arial"/>
        </w:rPr>
        <w:t>о</w:t>
      </w:r>
      <w:r w:rsidR="00CB4DD7" w:rsidRPr="0085164C">
        <w:rPr>
          <w:rFonts w:eastAsia="Calibri" w:cs="Arial"/>
        </w:rPr>
        <w:t xml:space="preserve"> </w:t>
      </w:r>
      <w:r w:rsidR="005316A0" w:rsidRPr="0085164C">
        <w:rPr>
          <w:rFonts w:eastAsia="Calibri" w:cs="Arial"/>
        </w:rPr>
        <w:t xml:space="preserve"> </w:t>
      </w:r>
      <w:r w:rsidR="00CB4DD7" w:rsidRPr="0085164C">
        <w:rPr>
          <w:rFonts w:eastAsia="Calibri" w:cs="Arial"/>
        </w:rPr>
        <w:t xml:space="preserve"> прин</w:t>
      </w:r>
      <w:r w:rsidR="005316A0" w:rsidRPr="0085164C">
        <w:rPr>
          <w:rFonts w:eastAsia="Calibri" w:cs="Arial"/>
        </w:rPr>
        <w:t>имает</w:t>
      </w:r>
      <w:r w:rsidR="00CB4DD7" w:rsidRPr="0085164C">
        <w:rPr>
          <w:rFonts w:eastAsia="Calibri" w:cs="Arial"/>
        </w:rPr>
        <w:t xml:space="preserve"> решени</w:t>
      </w:r>
      <w:r w:rsidR="005316A0" w:rsidRPr="0085164C">
        <w:rPr>
          <w:rFonts w:eastAsia="Calibri" w:cs="Arial"/>
        </w:rPr>
        <w:t>е</w:t>
      </w:r>
      <w:r w:rsidR="00CB4DD7" w:rsidRPr="0085164C">
        <w:rPr>
          <w:rFonts w:eastAsia="Calibri" w:cs="Arial"/>
        </w:rPr>
        <w:t xml:space="preserve"> о проведении контрольных (надзорных) мероприятий.</w:t>
      </w:r>
    </w:p>
    <w:p w:rsidR="000D1262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lastRenderedPageBreak/>
        <w:t>2.11.11</w:t>
      </w:r>
      <w:r w:rsidR="00CB4DD7" w:rsidRPr="0085164C">
        <w:rPr>
          <w:rFonts w:eastAsia="Calibri" w:cs="Arial"/>
        </w:rPr>
        <w:t xml:space="preserve">. Контролируемое лицо вправе обратиться в </w:t>
      </w:r>
      <w:r w:rsidR="005316A0" w:rsidRPr="0085164C">
        <w:rPr>
          <w:rFonts w:eastAsia="Calibri" w:cs="Arial"/>
        </w:rPr>
        <w:t xml:space="preserve">администрацию </w:t>
      </w:r>
      <w:r w:rsidR="00CB4DD7" w:rsidRPr="0085164C">
        <w:rPr>
          <w:rFonts w:eastAsia="Calibri" w:cs="Arial"/>
        </w:rPr>
        <w:t>с заявлением о проведении в отношении его профилактического визита (далее - з</w:t>
      </w:r>
      <w:r w:rsidR="000D1262" w:rsidRPr="0085164C">
        <w:rPr>
          <w:rFonts w:eastAsia="Calibri" w:cs="Arial"/>
        </w:rPr>
        <w:t>аявление контролируемого лица).</w:t>
      </w:r>
      <w:r w:rsidR="005316A0" w:rsidRPr="0085164C">
        <w:rPr>
          <w:rFonts w:eastAsia="Calibri" w:cs="Arial"/>
        </w:rPr>
        <w:t xml:space="preserve"> </w:t>
      </w:r>
      <w:r w:rsidR="000D1262" w:rsidRPr="0085164C">
        <w:rPr>
          <w:rFonts w:eastAsia="Calibri" w:cs="Arial"/>
        </w:rPr>
        <w:t xml:space="preserve">В случае если такое обращение поступило не </w:t>
      </w:r>
      <w:proofErr w:type="gramStart"/>
      <w:r w:rsidR="000D1262" w:rsidRPr="0085164C">
        <w:rPr>
          <w:rFonts w:eastAsia="Calibri" w:cs="Arial"/>
        </w:rPr>
        <w:t>позднее</w:t>
      </w:r>
      <w:proofErr w:type="gramEnd"/>
      <w:r w:rsidR="000D1262" w:rsidRPr="0085164C">
        <w:rPr>
          <w:rFonts w:eastAsia="Calibri" w:cs="Arial"/>
        </w:rPr>
        <w:t xml:space="preserve"> чем за 2 месяца до даты начала проведения планового контрольного (надзорного) мероприятия, </w:t>
      </w:r>
      <w:r w:rsidR="005316A0" w:rsidRPr="0085164C">
        <w:rPr>
          <w:rFonts w:eastAsia="Calibri" w:cs="Arial"/>
        </w:rPr>
        <w:t>администрация</w:t>
      </w:r>
      <w:r w:rsidR="000D1262" w:rsidRPr="0085164C">
        <w:rPr>
          <w:rFonts w:eastAsia="Calibri" w:cs="Arial"/>
        </w:rPr>
        <w:t xml:space="preserve"> обеспечивает включение профилактического визита в программу профилактики рисков причинения вреда (ущерба) охраняемым законом ценностям. Такой профилактический визит проводится не </w:t>
      </w:r>
      <w:proofErr w:type="gramStart"/>
      <w:r w:rsidR="000D1262" w:rsidRPr="0085164C">
        <w:rPr>
          <w:rFonts w:eastAsia="Calibri" w:cs="Arial"/>
        </w:rPr>
        <w:t>позднее</w:t>
      </w:r>
      <w:proofErr w:type="gramEnd"/>
      <w:r w:rsidR="000D1262" w:rsidRPr="0085164C">
        <w:rPr>
          <w:rFonts w:eastAsia="Calibri" w:cs="Arial"/>
        </w:rPr>
        <w:t xml:space="preserve"> чем за один месяц до даты проведения планового контрольного (надзорного) мероприятия, при этом дата его проведения предварительно согласовывается с контролируемым лицом любым способом, обеспечивающим фиксирование такого согласования. </w:t>
      </w:r>
      <w:proofErr w:type="gramStart"/>
      <w:r w:rsidR="000D1262" w:rsidRPr="0085164C">
        <w:rPr>
          <w:rFonts w:eastAsia="Calibri" w:cs="Arial"/>
        </w:rPr>
        <w:t xml:space="preserve">В случае если профилактический визит проведен в течение 3 месяцев до даты проведения планового контрольного (надзорного) мероприятия, </w:t>
      </w:r>
      <w:r w:rsidRPr="0085164C">
        <w:rPr>
          <w:rFonts w:eastAsia="Calibri" w:cs="Arial"/>
        </w:rPr>
        <w:t>администрация</w:t>
      </w:r>
      <w:r w:rsidR="000D1262" w:rsidRPr="0085164C">
        <w:rPr>
          <w:rFonts w:eastAsia="Calibri" w:cs="Arial"/>
        </w:rPr>
        <w:t xml:space="preserve"> вправе принять решение об исключении планового контрольного (надзорного) мероприятия из плана плановых контрольных (надзорных) мероприятий. </w:t>
      </w:r>
      <w:proofErr w:type="gramEnd"/>
    </w:p>
    <w:p w:rsidR="00CB4DD7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2.11.12</w:t>
      </w:r>
      <w:r w:rsidR="00CB4DD7" w:rsidRPr="0085164C">
        <w:rPr>
          <w:rFonts w:eastAsia="Calibri" w:cs="Arial"/>
        </w:rPr>
        <w:t xml:space="preserve">. </w:t>
      </w:r>
      <w:r w:rsidRPr="0085164C">
        <w:rPr>
          <w:rFonts w:eastAsia="Calibri" w:cs="Arial"/>
        </w:rPr>
        <w:t>Администрация</w:t>
      </w:r>
      <w:r w:rsidR="00CB4DD7" w:rsidRPr="0085164C">
        <w:rPr>
          <w:rFonts w:eastAsia="Calibri" w:cs="Arial"/>
        </w:rPr>
        <w:t xml:space="preserve"> </w:t>
      </w:r>
      <w:proofErr w:type="gramStart"/>
      <w:r w:rsidR="00CB4DD7" w:rsidRPr="0085164C">
        <w:rPr>
          <w:rFonts w:eastAsia="Calibri" w:cs="Arial"/>
        </w:rPr>
        <w:t>рассматривает заявление контролируемого лица в течение десяти рабочих дней с даты регистрации указанного заявления и принимает</w:t>
      </w:r>
      <w:proofErr w:type="gramEnd"/>
      <w:r w:rsidR="00CB4DD7" w:rsidRPr="0085164C">
        <w:rPr>
          <w:rFonts w:eastAsia="Calibri" w:cs="Arial"/>
        </w:rPr>
        <w:t xml:space="preserve"> решение о проведении профилактического визита либо об отказе в его проведении с учетом материальных, финансовых</w:t>
      </w:r>
      <w:r w:rsidRPr="0085164C">
        <w:rPr>
          <w:rFonts w:eastAsia="Calibri" w:cs="Arial"/>
        </w:rPr>
        <w:t xml:space="preserve"> ресурсов</w:t>
      </w:r>
      <w:r w:rsidR="00CB4DD7" w:rsidRPr="0085164C">
        <w:rPr>
          <w:rFonts w:eastAsia="Calibri" w:cs="Arial"/>
        </w:rPr>
        <w:t>, категории риска объекта контроля, о чем уведомляет контролируемое лицо.</w:t>
      </w:r>
    </w:p>
    <w:p w:rsidR="00CB4DD7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2.11.13</w:t>
      </w:r>
      <w:r w:rsidR="00CB4DD7" w:rsidRPr="0085164C">
        <w:rPr>
          <w:rFonts w:eastAsia="Calibri" w:cs="Arial"/>
        </w:rPr>
        <w:t xml:space="preserve">. </w:t>
      </w:r>
      <w:r w:rsidRPr="0085164C">
        <w:rPr>
          <w:rFonts w:eastAsia="Calibri" w:cs="Arial"/>
        </w:rPr>
        <w:t>Администрация</w:t>
      </w:r>
      <w:r w:rsidR="00CB4DD7" w:rsidRPr="0085164C">
        <w:rPr>
          <w:rFonts w:eastAsia="Calibri" w:cs="Arial"/>
        </w:rPr>
        <w:t xml:space="preserve">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 xml:space="preserve">2) в течение двух месяцев до даты подачи </w:t>
      </w:r>
      <w:r w:rsidR="002410A6" w:rsidRPr="0085164C">
        <w:rPr>
          <w:rFonts w:eastAsia="Calibri" w:cs="Arial"/>
        </w:rPr>
        <w:t>заявления,</w:t>
      </w:r>
      <w:r w:rsidRPr="0085164C">
        <w:rPr>
          <w:rFonts w:eastAsia="Calibri" w:cs="Arial"/>
        </w:rPr>
        <w:t xml:space="preserve"> контролируемого лица </w:t>
      </w:r>
      <w:r w:rsidR="002410A6" w:rsidRPr="0085164C">
        <w:rPr>
          <w:rFonts w:eastAsia="Calibri" w:cs="Arial"/>
        </w:rPr>
        <w:t>администрацией</w:t>
      </w:r>
      <w:r w:rsidRPr="0085164C">
        <w:rPr>
          <w:rFonts w:eastAsia="Calibri" w:cs="Arial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CB4DD7" w:rsidRPr="0085164C" w:rsidRDefault="00CB4DD7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CB4DD7" w:rsidRPr="0085164C" w:rsidRDefault="002410A6" w:rsidP="002410A6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164C">
        <w:rPr>
          <w:rFonts w:eastAsia="Calibri" w:cs="Arial"/>
        </w:rPr>
        <w:t>2.11.14</w:t>
      </w:r>
      <w:r w:rsidR="00CB4DD7" w:rsidRPr="0085164C">
        <w:rPr>
          <w:rFonts w:eastAsia="Calibri" w:cs="Arial"/>
        </w:rPr>
        <w:t xml:space="preserve">. </w:t>
      </w:r>
      <w:proofErr w:type="gramStart"/>
      <w:r w:rsidR="00CB4DD7" w:rsidRPr="0085164C">
        <w:rPr>
          <w:rFonts w:eastAsia="Calibri" w:cs="Arial"/>
        </w:rPr>
        <w:t xml:space="preserve">В случае принятия решения о проведении профилактического визита по заявлению контролируемого лица </w:t>
      </w:r>
      <w:r w:rsidRPr="0085164C">
        <w:rPr>
          <w:rFonts w:eastAsia="Calibri" w:cs="Arial"/>
        </w:rPr>
        <w:t>администрация</w:t>
      </w:r>
      <w:r w:rsidR="00CB4DD7" w:rsidRPr="0085164C">
        <w:rPr>
          <w:rFonts w:eastAsia="Calibri" w:cs="Arial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Pr="0085164C">
        <w:rPr>
          <w:rFonts w:eastAsia="Calibri" w:cs="Arial"/>
        </w:rPr>
        <w:t>»</w:t>
      </w:r>
      <w:proofErr w:type="gramEnd"/>
    </w:p>
    <w:p w:rsidR="008026A0" w:rsidRPr="0085164C" w:rsidRDefault="0085164C" w:rsidP="002410A6">
      <w:pPr>
        <w:autoSpaceDE w:val="0"/>
        <w:autoSpaceDN w:val="0"/>
        <w:adjustRightInd w:val="0"/>
        <w:ind w:firstLine="709"/>
        <w:rPr>
          <w:rFonts w:cs="Arial"/>
        </w:rPr>
      </w:pPr>
      <w:r w:rsidRPr="0085164C">
        <w:rPr>
          <w:rFonts w:cs="Arial"/>
        </w:rPr>
        <w:t>1.3</w:t>
      </w:r>
      <w:r w:rsidR="008026A0" w:rsidRPr="0085164C">
        <w:rPr>
          <w:rFonts w:cs="Arial"/>
        </w:rPr>
        <w:t>. Абзац 3 пункта 3.16. Положения изложить в следующей редакции:</w:t>
      </w:r>
    </w:p>
    <w:p w:rsidR="008026A0" w:rsidRPr="0085164C" w:rsidRDefault="008026A0" w:rsidP="002410A6">
      <w:pPr>
        <w:autoSpaceDE w:val="0"/>
        <w:autoSpaceDN w:val="0"/>
        <w:adjustRightInd w:val="0"/>
        <w:ind w:firstLine="709"/>
        <w:rPr>
          <w:rFonts w:cs="Arial"/>
        </w:rPr>
      </w:pPr>
      <w:r w:rsidRPr="0085164C">
        <w:rPr>
          <w:rFonts w:cs="Arial"/>
        </w:rPr>
        <w:t xml:space="preserve">«3.16. До 31 декабря 2025 года информирование контролируемого лица о совершаемых должностным лицом и иным уполномоченным лицом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85164C">
        <w:rPr>
          <w:rFonts w:cs="Arial"/>
        </w:rPr>
        <w:t>осуществляться</w:t>
      </w:r>
      <w:proofErr w:type="gramEnd"/>
      <w:r w:rsidRPr="0085164C">
        <w:rPr>
          <w:rFonts w:cs="Arial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Администрация в срок, не превышающий десяти рабочих дней со дня </w:t>
      </w:r>
      <w:r w:rsidRPr="0085164C">
        <w:rPr>
          <w:rFonts w:cs="Arial"/>
        </w:rPr>
        <w:lastRenderedPageBreak/>
        <w:t>поступления такого запроса, направляет контролируемому лицу указанные документы и (или) сведения</w:t>
      </w:r>
      <w:proofErr w:type="gramStart"/>
      <w:r w:rsidRPr="0085164C">
        <w:rPr>
          <w:rFonts w:cs="Arial"/>
        </w:rPr>
        <w:t>.»</w:t>
      </w:r>
      <w:proofErr w:type="gramEnd"/>
    </w:p>
    <w:p w:rsidR="001A2721" w:rsidRPr="0085164C" w:rsidRDefault="001A2721" w:rsidP="008026A0">
      <w:pPr>
        <w:autoSpaceDE w:val="0"/>
        <w:autoSpaceDN w:val="0"/>
        <w:adjustRightInd w:val="0"/>
        <w:spacing w:line="276" w:lineRule="auto"/>
        <w:ind w:firstLine="708"/>
        <w:rPr>
          <w:rFonts w:cs="Arial"/>
        </w:rPr>
      </w:pPr>
      <w:r w:rsidRPr="0085164C">
        <w:rPr>
          <w:rFonts w:cs="Arial"/>
        </w:rPr>
        <w:t xml:space="preserve">2. Настоящее решение вступает в силу со дня его официального </w:t>
      </w:r>
      <w:r w:rsidR="000514BE" w:rsidRPr="0085164C">
        <w:rPr>
          <w:rFonts w:cs="Arial"/>
        </w:rPr>
        <w:t>обнародования</w:t>
      </w:r>
      <w:r w:rsidRPr="0085164C">
        <w:rPr>
          <w:rFonts w:cs="Arial"/>
        </w:rPr>
        <w:t>.</w:t>
      </w:r>
    </w:p>
    <w:p w:rsidR="00724902" w:rsidRPr="0085164C" w:rsidRDefault="00724902" w:rsidP="001A2721">
      <w:pPr>
        <w:pStyle w:val="a7"/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152"/>
        <w:gridCol w:w="3652"/>
      </w:tblGrid>
      <w:tr w:rsidR="00EE3D7B" w:rsidRPr="0085164C" w:rsidTr="00797DF4">
        <w:tc>
          <w:tcPr>
            <w:tcW w:w="2660" w:type="dxa"/>
            <w:shd w:val="clear" w:color="auto" w:fill="auto"/>
          </w:tcPr>
          <w:p w:rsidR="00724902" w:rsidRPr="0085164C" w:rsidRDefault="00724902" w:rsidP="00336F53">
            <w:pPr>
              <w:pStyle w:val="a7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64C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 w:rsidR="00336F53" w:rsidRPr="0085164C">
              <w:rPr>
                <w:rFonts w:ascii="Arial" w:hAnsi="Arial" w:cs="Arial"/>
                <w:color w:val="000000"/>
                <w:sz w:val="24"/>
                <w:szCs w:val="24"/>
              </w:rPr>
              <w:t>Абрамовского сельского</w:t>
            </w:r>
            <w:r w:rsidRPr="0085164C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3152" w:type="dxa"/>
            <w:shd w:val="clear" w:color="auto" w:fill="auto"/>
          </w:tcPr>
          <w:p w:rsidR="00724902" w:rsidRPr="0085164C" w:rsidRDefault="00724902" w:rsidP="001A2721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52" w:type="dxa"/>
            <w:shd w:val="clear" w:color="auto" w:fill="auto"/>
          </w:tcPr>
          <w:p w:rsidR="00336F53" w:rsidRPr="0085164C" w:rsidRDefault="00336F53" w:rsidP="001A2721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24902" w:rsidRPr="0085164C" w:rsidRDefault="00336F53" w:rsidP="00797DF4">
            <w:pPr>
              <w:pStyle w:val="a7"/>
              <w:spacing w:line="276" w:lineRule="auto"/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64C">
              <w:rPr>
                <w:rFonts w:ascii="Arial" w:hAnsi="Arial" w:cs="Arial"/>
                <w:color w:val="000000"/>
                <w:sz w:val="24"/>
                <w:szCs w:val="24"/>
              </w:rPr>
              <w:t>О.Н. Соболева</w:t>
            </w:r>
          </w:p>
        </w:tc>
      </w:tr>
    </w:tbl>
    <w:p w:rsidR="006B557D" w:rsidRPr="0085164C" w:rsidRDefault="006B557D" w:rsidP="00336F53">
      <w:pPr>
        <w:shd w:val="clear" w:color="auto" w:fill="FFFFFF"/>
        <w:spacing w:line="276" w:lineRule="auto"/>
        <w:ind w:firstLine="0"/>
        <w:contextualSpacing/>
        <w:rPr>
          <w:rFonts w:cs="Arial"/>
          <w:color w:val="000000"/>
        </w:rPr>
      </w:pPr>
    </w:p>
    <w:sectPr w:rsidR="006B557D" w:rsidRPr="0085164C" w:rsidSect="00940E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B7D" w:rsidRDefault="001E0B7D" w:rsidP="0043560D">
      <w:r>
        <w:separator/>
      </w:r>
    </w:p>
  </w:endnote>
  <w:endnote w:type="continuationSeparator" w:id="0">
    <w:p w:rsidR="001E0B7D" w:rsidRDefault="001E0B7D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B7D" w:rsidRDefault="001E0B7D" w:rsidP="0043560D">
      <w:r>
        <w:separator/>
      </w:r>
    </w:p>
  </w:footnote>
  <w:footnote w:type="continuationSeparator" w:id="0">
    <w:p w:rsidR="001E0B7D" w:rsidRDefault="001E0B7D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56263"/>
    <w:rsid w:val="00074EAC"/>
    <w:rsid w:val="0008185C"/>
    <w:rsid w:val="000963BB"/>
    <w:rsid w:val="000D1262"/>
    <w:rsid w:val="000D4179"/>
    <w:rsid w:val="000F046C"/>
    <w:rsid w:val="00104910"/>
    <w:rsid w:val="001060C9"/>
    <w:rsid w:val="00110B4A"/>
    <w:rsid w:val="001225C5"/>
    <w:rsid w:val="00156447"/>
    <w:rsid w:val="001757A0"/>
    <w:rsid w:val="001A2721"/>
    <w:rsid w:val="001B383B"/>
    <w:rsid w:val="001E0B7D"/>
    <w:rsid w:val="001F63A9"/>
    <w:rsid w:val="00227F3C"/>
    <w:rsid w:val="002332A3"/>
    <w:rsid w:val="002410A6"/>
    <w:rsid w:val="00251465"/>
    <w:rsid w:val="00260904"/>
    <w:rsid w:val="0027489D"/>
    <w:rsid w:val="00274FB0"/>
    <w:rsid w:val="002B262A"/>
    <w:rsid w:val="002E7866"/>
    <w:rsid w:val="00334F42"/>
    <w:rsid w:val="00336F53"/>
    <w:rsid w:val="00347B20"/>
    <w:rsid w:val="0038096A"/>
    <w:rsid w:val="00381C35"/>
    <w:rsid w:val="003A0CAB"/>
    <w:rsid w:val="003C0FC3"/>
    <w:rsid w:val="003D27F4"/>
    <w:rsid w:val="003D58EA"/>
    <w:rsid w:val="00415038"/>
    <w:rsid w:val="004252D8"/>
    <w:rsid w:val="00430948"/>
    <w:rsid w:val="0043560D"/>
    <w:rsid w:val="00482105"/>
    <w:rsid w:val="004E2F4D"/>
    <w:rsid w:val="004F34AC"/>
    <w:rsid w:val="00504BD8"/>
    <w:rsid w:val="0051762E"/>
    <w:rsid w:val="005316A0"/>
    <w:rsid w:val="005B4868"/>
    <w:rsid w:val="005D2B56"/>
    <w:rsid w:val="005E2CF1"/>
    <w:rsid w:val="0065187F"/>
    <w:rsid w:val="00682673"/>
    <w:rsid w:val="00691DE4"/>
    <w:rsid w:val="006A194C"/>
    <w:rsid w:val="006B557D"/>
    <w:rsid w:val="006B69BB"/>
    <w:rsid w:val="006C240F"/>
    <w:rsid w:val="006E65D3"/>
    <w:rsid w:val="00724902"/>
    <w:rsid w:val="00756D1D"/>
    <w:rsid w:val="0077341A"/>
    <w:rsid w:val="00797DF4"/>
    <w:rsid w:val="008026A0"/>
    <w:rsid w:val="008106E8"/>
    <w:rsid w:val="008358DD"/>
    <w:rsid w:val="0085164C"/>
    <w:rsid w:val="008C395E"/>
    <w:rsid w:val="008D6EB4"/>
    <w:rsid w:val="008E4849"/>
    <w:rsid w:val="009038CB"/>
    <w:rsid w:val="00917FAB"/>
    <w:rsid w:val="00934DB4"/>
    <w:rsid w:val="00940ED0"/>
    <w:rsid w:val="00974229"/>
    <w:rsid w:val="009D464A"/>
    <w:rsid w:val="009D6EAB"/>
    <w:rsid w:val="00A034B6"/>
    <w:rsid w:val="00A14273"/>
    <w:rsid w:val="00A774EC"/>
    <w:rsid w:val="00AA4414"/>
    <w:rsid w:val="00AB464A"/>
    <w:rsid w:val="00AC4C61"/>
    <w:rsid w:val="00B171E4"/>
    <w:rsid w:val="00B31186"/>
    <w:rsid w:val="00B43967"/>
    <w:rsid w:val="00B50CFB"/>
    <w:rsid w:val="00B53607"/>
    <w:rsid w:val="00BB597B"/>
    <w:rsid w:val="00BB746E"/>
    <w:rsid w:val="00BC460C"/>
    <w:rsid w:val="00BD19DE"/>
    <w:rsid w:val="00C02E8E"/>
    <w:rsid w:val="00C15253"/>
    <w:rsid w:val="00C20097"/>
    <w:rsid w:val="00C634E8"/>
    <w:rsid w:val="00C91201"/>
    <w:rsid w:val="00CB4DD7"/>
    <w:rsid w:val="00CC7833"/>
    <w:rsid w:val="00CD2DAF"/>
    <w:rsid w:val="00CE0FE6"/>
    <w:rsid w:val="00CF11BF"/>
    <w:rsid w:val="00D032A7"/>
    <w:rsid w:val="00D05F83"/>
    <w:rsid w:val="00D40286"/>
    <w:rsid w:val="00D7023E"/>
    <w:rsid w:val="00D73B50"/>
    <w:rsid w:val="00DD03CE"/>
    <w:rsid w:val="00DD0683"/>
    <w:rsid w:val="00DD15EF"/>
    <w:rsid w:val="00DF3D58"/>
    <w:rsid w:val="00E3110D"/>
    <w:rsid w:val="00E57989"/>
    <w:rsid w:val="00E66C30"/>
    <w:rsid w:val="00E86E85"/>
    <w:rsid w:val="00EA3EAE"/>
    <w:rsid w:val="00EC3326"/>
    <w:rsid w:val="00EC34E7"/>
    <w:rsid w:val="00EC4E25"/>
    <w:rsid w:val="00EE3D7B"/>
    <w:rsid w:val="00EF1578"/>
    <w:rsid w:val="00F52F12"/>
    <w:rsid w:val="00F57035"/>
    <w:rsid w:val="00F82B06"/>
    <w:rsid w:val="00FB321D"/>
    <w:rsid w:val="00FC3268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56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844&amp;dst=1005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83</TotalTime>
  <Pages>4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9</cp:revision>
  <cp:lastPrinted>2024-11-14T06:36:00Z</cp:lastPrinted>
  <dcterms:created xsi:type="dcterms:W3CDTF">2024-11-13T13:36:00Z</dcterms:created>
  <dcterms:modified xsi:type="dcterms:W3CDTF">2024-12-27T13:57:00Z</dcterms:modified>
</cp:coreProperties>
</file>