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877C3A" w:rsidRDefault="00E73240" w:rsidP="00D36AD6">
      <w:pPr>
        <w:tabs>
          <w:tab w:val="left" w:pos="708"/>
          <w:tab w:val="center" w:pos="4677"/>
          <w:tab w:val="left" w:pos="4710"/>
          <w:tab w:val="right" w:pos="9355"/>
        </w:tabs>
        <w:ind w:right="-2" w:firstLine="709"/>
        <w:jc w:val="center"/>
        <w:rPr>
          <w:rFonts w:ascii="Times New Roman" w:eastAsia="Calibri" w:hAnsi="Times New Roman"/>
          <w:lang w:eastAsia="en-US"/>
        </w:rPr>
      </w:pPr>
      <w:r w:rsidRPr="00877C3A">
        <w:rPr>
          <w:rFonts w:ascii="Times New Roman" w:eastAsia="Calibri" w:hAnsi="Times New Roman"/>
          <w:noProof/>
        </w:rPr>
        <w:drawing>
          <wp:inline distT="0" distB="0" distL="0" distR="0" wp14:anchorId="3AECE85E" wp14:editId="2D9B3DD5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69AF" w:rsidRPr="00877C3A" w:rsidRDefault="006069AF" w:rsidP="00D36AD6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Cs/>
          <w:lang w:eastAsia="en-US"/>
        </w:rPr>
      </w:pPr>
      <w:r w:rsidRPr="00877C3A">
        <w:rPr>
          <w:rFonts w:ascii="Times New Roman" w:eastAsia="Calibri" w:hAnsi="Times New Roman"/>
          <w:bCs/>
          <w:lang w:eastAsia="en-US"/>
        </w:rPr>
        <w:t>СОВЕТ НАРОДНЫХ ДЕПУТАТОВ</w:t>
      </w:r>
    </w:p>
    <w:p w:rsidR="006069AF" w:rsidRPr="00877C3A" w:rsidRDefault="00410B09" w:rsidP="00D36AD6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lang w:eastAsia="en-US"/>
        </w:rPr>
      </w:pPr>
      <w:r w:rsidRPr="00877C3A">
        <w:rPr>
          <w:rFonts w:ascii="Times New Roman" w:eastAsia="Calibri" w:hAnsi="Times New Roman"/>
          <w:lang w:eastAsia="en-US"/>
        </w:rPr>
        <w:t>АБРАМОВСКОГО</w:t>
      </w:r>
      <w:r w:rsidR="006069AF" w:rsidRPr="00877C3A">
        <w:rPr>
          <w:rFonts w:ascii="Times New Roman" w:eastAsia="Calibri" w:hAnsi="Times New Roman"/>
          <w:lang w:eastAsia="en-US"/>
        </w:rPr>
        <w:t xml:space="preserve"> СЕЛЬСКОГО ПОСЕЛЕНИЯ</w:t>
      </w:r>
    </w:p>
    <w:p w:rsidR="006069AF" w:rsidRPr="00877C3A" w:rsidRDefault="006069AF" w:rsidP="00D36AD6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Cs/>
          <w:lang w:eastAsia="en-US"/>
        </w:rPr>
      </w:pPr>
      <w:r w:rsidRPr="00877C3A">
        <w:rPr>
          <w:rFonts w:ascii="Times New Roman" w:eastAsia="Calibri" w:hAnsi="Times New Roman"/>
          <w:bCs/>
          <w:lang w:eastAsia="en-US"/>
        </w:rPr>
        <w:t>ТАЛОВСКОГО МУНИЦИПАЛЬНОГО РАЙОНА</w:t>
      </w:r>
    </w:p>
    <w:p w:rsidR="006069AF" w:rsidRPr="00877C3A" w:rsidRDefault="006069AF" w:rsidP="00D36AD6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bCs/>
          <w:lang w:eastAsia="en-US"/>
        </w:rPr>
      </w:pPr>
      <w:r w:rsidRPr="00877C3A">
        <w:rPr>
          <w:rFonts w:ascii="Times New Roman" w:eastAsia="Calibri" w:hAnsi="Times New Roman"/>
          <w:bCs/>
          <w:lang w:eastAsia="en-US"/>
        </w:rPr>
        <w:t>ВОРОНЕЖСКОЙ ОБЛАСТИ</w:t>
      </w:r>
    </w:p>
    <w:p w:rsidR="00995A38" w:rsidRPr="00877C3A" w:rsidRDefault="00995A38" w:rsidP="00D36AD6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lang w:eastAsia="en-US"/>
        </w:rPr>
      </w:pPr>
    </w:p>
    <w:p w:rsidR="00995A38" w:rsidRPr="00877C3A" w:rsidRDefault="006069AF" w:rsidP="00D36AD6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ascii="Times New Roman" w:eastAsia="Calibri" w:hAnsi="Times New Roman"/>
          <w:lang w:eastAsia="en-US"/>
        </w:rPr>
      </w:pPr>
      <w:r w:rsidRPr="00877C3A">
        <w:rPr>
          <w:rFonts w:ascii="Times New Roman" w:eastAsia="Calibri" w:hAnsi="Times New Roman"/>
          <w:lang w:eastAsia="en-US"/>
        </w:rPr>
        <w:t>РЕШЕНИЕ</w:t>
      </w:r>
    </w:p>
    <w:p w:rsidR="00995A38" w:rsidRPr="00877C3A" w:rsidRDefault="00995A38" w:rsidP="00D36AD6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lang w:eastAsia="en-US"/>
        </w:rPr>
      </w:pPr>
    </w:p>
    <w:p w:rsidR="00995A38" w:rsidRPr="00877C3A" w:rsidRDefault="00410B09" w:rsidP="00D36AD6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u w:val="single"/>
          <w:lang w:eastAsia="en-US"/>
        </w:rPr>
      </w:pPr>
      <w:r w:rsidRPr="00877C3A">
        <w:rPr>
          <w:rFonts w:ascii="Times New Roman" w:eastAsia="Calibri" w:hAnsi="Times New Roman"/>
          <w:lang w:eastAsia="en-US"/>
        </w:rPr>
        <w:t xml:space="preserve">от </w:t>
      </w:r>
      <w:r w:rsidR="00BA1346" w:rsidRPr="00877C3A">
        <w:rPr>
          <w:rFonts w:ascii="Times New Roman" w:eastAsia="Calibri" w:hAnsi="Times New Roman"/>
          <w:lang w:eastAsia="en-US"/>
        </w:rPr>
        <w:t>09</w:t>
      </w:r>
      <w:r w:rsidR="000B7472" w:rsidRPr="00877C3A">
        <w:rPr>
          <w:rFonts w:ascii="Times New Roman" w:eastAsia="Calibri" w:hAnsi="Times New Roman"/>
          <w:lang w:eastAsia="en-US"/>
        </w:rPr>
        <w:t xml:space="preserve"> апреля 2024 года № 124</w:t>
      </w:r>
    </w:p>
    <w:p w:rsidR="00995A38" w:rsidRPr="00877C3A" w:rsidRDefault="00410B09" w:rsidP="00D36AD6">
      <w:pPr>
        <w:tabs>
          <w:tab w:val="left" w:pos="708"/>
          <w:tab w:val="center" w:pos="4677"/>
          <w:tab w:val="right" w:pos="9355"/>
        </w:tabs>
        <w:ind w:firstLine="709"/>
        <w:rPr>
          <w:rFonts w:ascii="Times New Roman" w:eastAsia="Calibri" w:hAnsi="Times New Roman"/>
          <w:lang w:eastAsia="en-US"/>
        </w:rPr>
      </w:pPr>
      <w:r w:rsidRPr="00877C3A">
        <w:rPr>
          <w:rFonts w:ascii="Times New Roman" w:eastAsia="Calibri" w:hAnsi="Times New Roman"/>
          <w:lang w:eastAsia="en-US"/>
        </w:rPr>
        <w:t>п. Абрамовка</w:t>
      </w:r>
    </w:p>
    <w:p w:rsidR="00995A38" w:rsidRPr="00877C3A" w:rsidRDefault="00995A38" w:rsidP="00D36AD6">
      <w:pPr>
        <w:tabs>
          <w:tab w:val="left" w:pos="1425"/>
        </w:tabs>
        <w:ind w:firstLine="709"/>
        <w:rPr>
          <w:rFonts w:ascii="Times New Roman" w:hAnsi="Times New Roman"/>
          <w:lang w:eastAsia="x-none"/>
        </w:rPr>
      </w:pPr>
    </w:p>
    <w:p w:rsidR="00A4264D" w:rsidRPr="00877C3A" w:rsidRDefault="00995A38" w:rsidP="00707D0B">
      <w:pPr>
        <w:pStyle w:val="a6"/>
        <w:tabs>
          <w:tab w:val="left" w:pos="708"/>
          <w:tab w:val="center" w:pos="5529"/>
        </w:tabs>
        <w:ind w:right="4534" w:firstLine="0"/>
        <w:rPr>
          <w:rFonts w:ascii="Times New Roman" w:hAnsi="Times New Roman"/>
          <w:b/>
          <w:sz w:val="24"/>
          <w:szCs w:val="24"/>
          <w:lang w:val="ru-RU"/>
        </w:rPr>
      </w:pPr>
      <w:r w:rsidRPr="00877C3A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 w:rsidR="006069AF" w:rsidRPr="00877C3A">
        <w:rPr>
          <w:rFonts w:ascii="Times New Roman" w:hAnsi="Times New Roman"/>
          <w:b/>
          <w:sz w:val="24"/>
          <w:szCs w:val="24"/>
          <w:lang w:val="ru-RU"/>
        </w:rPr>
        <w:t xml:space="preserve">решение Совета народных депутатов </w:t>
      </w:r>
      <w:r w:rsidR="00410B09" w:rsidRPr="00877C3A">
        <w:rPr>
          <w:rFonts w:ascii="Times New Roman" w:hAnsi="Times New Roman"/>
          <w:b/>
          <w:sz w:val="24"/>
          <w:szCs w:val="24"/>
          <w:lang w:val="ru-RU"/>
        </w:rPr>
        <w:t xml:space="preserve">Абрамовского </w:t>
      </w:r>
      <w:r w:rsidR="006069AF" w:rsidRPr="00877C3A">
        <w:rPr>
          <w:rFonts w:ascii="Times New Roman" w:hAnsi="Times New Roman"/>
          <w:b/>
          <w:sz w:val="24"/>
          <w:szCs w:val="24"/>
          <w:lang w:val="ru-RU"/>
        </w:rPr>
        <w:t xml:space="preserve">сельского поселения Таловского муниципального района </w:t>
      </w:r>
      <w:r w:rsidRPr="00877C3A">
        <w:rPr>
          <w:rFonts w:ascii="Times New Roman" w:hAnsi="Times New Roman"/>
          <w:b/>
          <w:sz w:val="24"/>
          <w:szCs w:val="24"/>
        </w:rPr>
        <w:t xml:space="preserve">Воронежской области от </w:t>
      </w:r>
      <w:r w:rsidR="00410B09" w:rsidRPr="00877C3A">
        <w:rPr>
          <w:rFonts w:ascii="Times New Roman" w:hAnsi="Times New Roman"/>
          <w:b/>
          <w:sz w:val="24"/>
          <w:szCs w:val="24"/>
          <w:lang w:val="ru-RU"/>
        </w:rPr>
        <w:t>27.11.2017</w:t>
      </w:r>
      <w:r w:rsidRPr="00877C3A">
        <w:rPr>
          <w:rFonts w:ascii="Times New Roman" w:hAnsi="Times New Roman"/>
          <w:b/>
          <w:sz w:val="24"/>
          <w:szCs w:val="24"/>
        </w:rPr>
        <w:t>г. №</w:t>
      </w:r>
      <w:r w:rsidR="00AB5D67" w:rsidRPr="00877C3A">
        <w:rPr>
          <w:rFonts w:ascii="Times New Roman" w:hAnsi="Times New Roman"/>
          <w:b/>
          <w:sz w:val="24"/>
          <w:szCs w:val="24"/>
        </w:rPr>
        <w:t xml:space="preserve"> </w:t>
      </w:r>
      <w:r w:rsidR="00410B09" w:rsidRPr="00877C3A">
        <w:rPr>
          <w:rFonts w:ascii="Times New Roman" w:hAnsi="Times New Roman"/>
          <w:b/>
          <w:sz w:val="24"/>
          <w:szCs w:val="24"/>
          <w:lang w:val="ru-RU"/>
        </w:rPr>
        <w:t>137</w:t>
      </w:r>
      <w:r w:rsidR="00F52DB8" w:rsidRPr="00877C3A">
        <w:rPr>
          <w:rFonts w:ascii="Times New Roman" w:hAnsi="Times New Roman"/>
          <w:b/>
          <w:sz w:val="24"/>
          <w:szCs w:val="24"/>
        </w:rPr>
        <w:t xml:space="preserve"> </w:t>
      </w:r>
      <w:r w:rsidR="006069AF" w:rsidRPr="00877C3A">
        <w:rPr>
          <w:rFonts w:ascii="Times New Roman" w:hAnsi="Times New Roman"/>
          <w:b/>
          <w:bCs/>
          <w:sz w:val="24"/>
          <w:szCs w:val="24"/>
          <w:lang w:val="ru-RU"/>
        </w:rPr>
        <w:t xml:space="preserve">«Об утверждении Положения о кадровом резерве для замещения вакантных должностей муниципальной службы в органах местного самоуправления </w:t>
      </w:r>
      <w:r w:rsidR="00410B09" w:rsidRPr="00877C3A">
        <w:rPr>
          <w:rFonts w:ascii="Times New Roman" w:hAnsi="Times New Roman"/>
          <w:b/>
          <w:bCs/>
          <w:sz w:val="24"/>
          <w:szCs w:val="24"/>
          <w:lang w:val="ru-RU"/>
        </w:rPr>
        <w:t>Абрамовского</w:t>
      </w:r>
      <w:r w:rsidR="006069AF" w:rsidRPr="00877C3A">
        <w:rPr>
          <w:rFonts w:ascii="Times New Roman" w:hAnsi="Times New Roman"/>
          <w:b/>
          <w:bCs/>
          <w:sz w:val="24"/>
          <w:szCs w:val="24"/>
          <w:lang w:val="ru-RU"/>
        </w:rPr>
        <w:t xml:space="preserve"> сельского поселения</w:t>
      </w:r>
      <w:r w:rsidR="006069AF" w:rsidRPr="00877C3A">
        <w:rPr>
          <w:rFonts w:ascii="Times New Roman" w:hAnsi="Times New Roman"/>
        </w:rPr>
        <w:t xml:space="preserve"> </w:t>
      </w:r>
      <w:r w:rsidR="006069AF" w:rsidRPr="00877C3A">
        <w:rPr>
          <w:rFonts w:ascii="Times New Roman" w:hAnsi="Times New Roman"/>
          <w:b/>
          <w:bCs/>
          <w:sz w:val="24"/>
          <w:szCs w:val="24"/>
          <w:lang w:val="ru-RU"/>
        </w:rPr>
        <w:t>Та</w:t>
      </w:r>
      <w:r w:rsidR="00410B09" w:rsidRPr="00877C3A">
        <w:rPr>
          <w:rFonts w:ascii="Times New Roman" w:hAnsi="Times New Roman"/>
          <w:b/>
          <w:bCs/>
          <w:sz w:val="24"/>
          <w:szCs w:val="24"/>
          <w:lang w:val="ru-RU"/>
        </w:rPr>
        <w:t>ловского муниципального района»</w:t>
      </w:r>
    </w:p>
    <w:p w:rsidR="003325ED" w:rsidRPr="00877C3A" w:rsidRDefault="003325ED" w:rsidP="00D36AD6">
      <w:pPr>
        <w:pStyle w:val="Title"/>
        <w:spacing w:before="0" w:after="0"/>
        <w:ind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</w:p>
    <w:p w:rsidR="006069AF" w:rsidRPr="00877C3A" w:rsidRDefault="006069AF" w:rsidP="00D36AD6">
      <w:pPr>
        <w:shd w:val="clear" w:color="auto" w:fill="FFFFFF"/>
        <w:ind w:firstLine="709"/>
        <w:rPr>
          <w:rFonts w:ascii="Times New Roman" w:hAnsi="Times New Roman"/>
        </w:rPr>
      </w:pPr>
      <w:r w:rsidRPr="00877C3A">
        <w:rPr>
          <w:rFonts w:ascii="Times New Roman" w:hAnsi="Times New Roman"/>
        </w:rPr>
        <w:t>На основании экспертного заключения правового управления Пр</w:t>
      </w:r>
      <w:r w:rsidR="00410B09" w:rsidRPr="00877C3A">
        <w:rPr>
          <w:rFonts w:ascii="Times New Roman" w:hAnsi="Times New Roman"/>
        </w:rPr>
        <w:t>авительства Воронежской области</w:t>
      </w:r>
      <w:r w:rsidRPr="00877C3A">
        <w:rPr>
          <w:rFonts w:ascii="Times New Roman" w:hAnsi="Times New Roman"/>
        </w:rPr>
        <w:t xml:space="preserve"> на решение Совета народных депутатов </w:t>
      </w:r>
      <w:r w:rsidR="00410B09" w:rsidRPr="00877C3A">
        <w:rPr>
          <w:rFonts w:ascii="Times New Roman" w:hAnsi="Times New Roman"/>
        </w:rPr>
        <w:t>Абрамовского</w:t>
      </w:r>
      <w:r w:rsidRPr="00877C3A">
        <w:rPr>
          <w:rFonts w:ascii="Times New Roman" w:hAnsi="Times New Roman"/>
        </w:rPr>
        <w:t xml:space="preserve"> сельского поселения Таловского муниципального района от </w:t>
      </w:r>
      <w:r w:rsidR="00707D0B" w:rsidRPr="00877C3A">
        <w:rPr>
          <w:rFonts w:ascii="Times New Roman" w:hAnsi="Times New Roman"/>
        </w:rPr>
        <w:t>22.03.2024</w:t>
      </w:r>
      <w:r w:rsidR="00410B09" w:rsidRPr="00877C3A">
        <w:rPr>
          <w:rFonts w:ascii="Times New Roman" w:hAnsi="Times New Roman"/>
        </w:rPr>
        <w:t xml:space="preserve"> </w:t>
      </w:r>
      <w:r w:rsidRPr="00877C3A">
        <w:rPr>
          <w:rFonts w:ascii="Times New Roman" w:hAnsi="Times New Roman"/>
        </w:rPr>
        <w:t xml:space="preserve">№ </w:t>
      </w:r>
      <w:r w:rsidR="00707D0B" w:rsidRPr="00877C3A">
        <w:rPr>
          <w:rFonts w:ascii="Times New Roman" w:hAnsi="Times New Roman"/>
        </w:rPr>
        <w:t>19-62/20-112П</w:t>
      </w:r>
      <w:r w:rsidR="00DB4A51" w:rsidRPr="00877C3A">
        <w:rPr>
          <w:rFonts w:ascii="Times New Roman" w:hAnsi="Times New Roman"/>
          <w:bCs/>
          <w:iCs/>
        </w:rPr>
        <w:t xml:space="preserve">, в соответствии с Федеральным законом от 02.03.2007 № 25 – ФЗ «О муниципальной службе в Российской Федерации», </w:t>
      </w:r>
      <w:r w:rsidRPr="00877C3A">
        <w:rPr>
          <w:rFonts w:ascii="Times New Roman" w:hAnsi="Times New Roman"/>
        </w:rPr>
        <w:t xml:space="preserve">Совет народных депутатов </w:t>
      </w:r>
      <w:r w:rsidR="00410B09" w:rsidRPr="00877C3A">
        <w:rPr>
          <w:rFonts w:ascii="Times New Roman" w:hAnsi="Times New Roman"/>
        </w:rPr>
        <w:t xml:space="preserve">Абрамовского </w:t>
      </w:r>
      <w:r w:rsidRPr="00877C3A">
        <w:rPr>
          <w:rFonts w:ascii="Times New Roman" w:hAnsi="Times New Roman"/>
        </w:rPr>
        <w:t>сельского поселения Таловского муниципального района</w:t>
      </w:r>
    </w:p>
    <w:p w:rsidR="00707D0B" w:rsidRPr="00877C3A" w:rsidRDefault="00707D0B" w:rsidP="00D36AD6">
      <w:pPr>
        <w:shd w:val="clear" w:color="auto" w:fill="FFFFFF"/>
        <w:ind w:firstLine="709"/>
        <w:rPr>
          <w:rFonts w:ascii="Times New Roman" w:hAnsi="Times New Roman"/>
        </w:rPr>
      </w:pPr>
    </w:p>
    <w:p w:rsidR="0073200C" w:rsidRPr="00877C3A" w:rsidRDefault="0045413E" w:rsidP="00D36AD6">
      <w:pPr>
        <w:ind w:firstLine="709"/>
        <w:jc w:val="center"/>
        <w:rPr>
          <w:rFonts w:ascii="Times New Roman" w:hAnsi="Times New Roman"/>
          <w:bCs/>
        </w:rPr>
      </w:pPr>
      <w:r w:rsidRPr="00877C3A">
        <w:rPr>
          <w:rFonts w:ascii="Times New Roman" w:hAnsi="Times New Roman"/>
          <w:bCs/>
        </w:rPr>
        <w:t>РЕШИЛ</w:t>
      </w:r>
      <w:r w:rsidR="0073200C" w:rsidRPr="00877C3A">
        <w:rPr>
          <w:rFonts w:ascii="Times New Roman" w:hAnsi="Times New Roman"/>
          <w:bCs/>
        </w:rPr>
        <w:t>:</w:t>
      </w:r>
    </w:p>
    <w:p w:rsidR="006A4097" w:rsidRPr="00877C3A" w:rsidRDefault="006A4097" w:rsidP="00D36AD6">
      <w:pPr>
        <w:shd w:val="clear" w:color="auto" w:fill="FFFFFF"/>
        <w:ind w:firstLine="709"/>
        <w:rPr>
          <w:rFonts w:ascii="Times New Roman" w:hAnsi="Times New Roman"/>
        </w:rPr>
      </w:pPr>
      <w:bookmarkStart w:id="0" w:name="_GoBack"/>
      <w:bookmarkEnd w:id="0"/>
      <w:r w:rsidRPr="00877C3A">
        <w:rPr>
          <w:rFonts w:ascii="Times New Roman" w:hAnsi="Times New Roman"/>
        </w:rPr>
        <w:t xml:space="preserve">1. Внести в решение Совета народных депутатов </w:t>
      </w:r>
      <w:r w:rsidR="00410B09" w:rsidRPr="00877C3A">
        <w:rPr>
          <w:rFonts w:ascii="Times New Roman" w:hAnsi="Times New Roman"/>
        </w:rPr>
        <w:t>Абрамовского</w:t>
      </w:r>
      <w:r w:rsidRPr="00877C3A">
        <w:rPr>
          <w:rFonts w:ascii="Times New Roman" w:hAnsi="Times New Roman"/>
        </w:rPr>
        <w:t xml:space="preserve"> сельского поселения Таловского </w:t>
      </w:r>
      <w:r w:rsidR="00410B09" w:rsidRPr="00877C3A">
        <w:rPr>
          <w:rFonts w:ascii="Times New Roman" w:hAnsi="Times New Roman"/>
        </w:rPr>
        <w:t xml:space="preserve">муниципального района </w:t>
      </w:r>
      <w:r w:rsidRPr="00877C3A">
        <w:rPr>
          <w:rFonts w:ascii="Times New Roman" w:hAnsi="Times New Roman"/>
        </w:rPr>
        <w:t xml:space="preserve">от </w:t>
      </w:r>
      <w:r w:rsidR="00833713" w:rsidRPr="00877C3A">
        <w:rPr>
          <w:rFonts w:ascii="Times New Roman" w:hAnsi="Times New Roman"/>
        </w:rPr>
        <w:t>27.11.2017 № 137</w:t>
      </w:r>
      <w:r w:rsidRPr="00877C3A">
        <w:rPr>
          <w:rFonts w:ascii="Times New Roman" w:hAnsi="Times New Roman"/>
        </w:rPr>
        <w:t xml:space="preserve"> «Об утверждении Положения о кадровом резерве для замещения вакантных должностей муниципальной службы в органах местного самоуправления </w:t>
      </w:r>
      <w:r w:rsidR="00410B09" w:rsidRPr="00877C3A">
        <w:rPr>
          <w:rFonts w:ascii="Times New Roman" w:hAnsi="Times New Roman"/>
        </w:rPr>
        <w:t>Абрамовского</w:t>
      </w:r>
      <w:r w:rsidRPr="00877C3A">
        <w:rPr>
          <w:rFonts w:ascii="Times New Roman" w:hAnsi="Times New Roman"/>
        </w:rPr>
        <w:t xml:space="preserve"> сельского поселения Таловского муниципального района» (дале</w:t>
      </w:r>
      <w:proofErr w:type="gramStart"/>
      <w:r w:rsidRPr="00877C3A">
        <w:rPr>
          <w:rFonts w:ascii="Times New Roman" w:hAnsi="Times New Roman"/>
        </w:rPr>
        <w:t>е-</w:t>
      </w:r>
      <w:proofErr w:type="gramEnd"/>
      <w:r w:rsidRPr="00877C3A">
        <w:rPr>
          <w:rFonts w:ascii="Times New Roman" w:hAnsi="Times New Roman"/>
        </w:rPr>
        <w:t xml:space="preserve"> </w:t>
      </w:r>
      <w:r w:rsidR="004B0811" w:rsidRPr="00877C3A">
        <w:rPr>
          <w:rFonts w:ascii="Times New Roman" w:hAnsi="Times New Roman"/>
        </w:rPr>
        <w:t>р</w:t>
      </w:r>
      <w:r w:rsidR="00062586" w:rsidRPr="00877C3A">
        <w:rPr>
          <w:rFonts w:ascii="Times New Roman" w:hAnsi="Times New Roman"/>
        </w:rPr>
        <w:t>ешение</w:t>
      </w:r>
      <w:r w:rsidRPr="00877C3A">
        <w:rPr>
          <w:rFonts w:ascii="Times New Roman" w:hAnsi="Times New Roman"/>
        </w:rPr>
        <w:t>), следующие изменения</w:t>
      </w:r>
      <w:r w:rsidR="003B0367" w:rsidRPr="00877C3A">
        <w:rPr>
          <w:rFonts w:ascii="Times New Roman" w:hAnsi="Times New Roman"/>
        </w:rPr>
        <w:t>:</w:t>
      </w:r>
    </w:p>
    <w:p w:rsidR="006A4097" w:rsidRPr="00877C3A" w:rsidRDefault="006A4097" w:rsidP="00D36AD6">
      <w:pPr>
        <w:shd w:val="clear" w:color="auto" w:fill="FFFFFF"/>
        <w:ind w:firstLine="709"/>
        <w:rPr>
          <w:rFonts w:ascii="Times New Roman" w:hAnsi="Times New Roman"/>
        </w:rPr>
      </w:pPr>
      <w:r w:rsidRPr="00877C3A">
        <w:rPr>
          <w:rFonts w:ascii="Times New Roman" w:hAnsi="Times New Roman"/>
        </w:rPr>
        <w:t xml:space="preserve">1.1. </w:t>
      </w:r>
      <w:r w:rsidR="0060085C" w:rsidRPr="00877C3A">
        <w:rPr>
          <w:rFonts w:ascii="Times New Roman" w:hAnsi="Times New Roman"/>
        </w:rPr>
        <w:t xml:space="preserve">В </w:t>
      </w:r>
      <w:r w:rsidR="00C23138" w:rsidRPr="00877C3A">
        <w:rPr>
          <w:rFonts w:ascii="Times New Roman" w:hAnsi="Times New Roman"/>
        </w:rPr>
        <w:t xml:space="preserve">абзаце 16 </w:t>
      </w:r>
      <w:r w:rsidR="0060085C" w:rsidRPr="00877C3A">
        <w:rPr>
          <w:rFonts w:ascii="Times New Roman" w:hAnsi="Times New Roman"/>
        </w:rPr>
        <w:t>п</w:t>
      </w:r>
      <w:r w:rsidR="004559DE" w:rsidRPr="00877C3A">
        <w:rPr>
          <w:rFonts w:ascii="Times New Roman" w:hAnsi="Times New Roman"/>
        </w:rPr>
        <w:t>ункт</w:t>
      </w:r>
      <w:r w:rsidR="00C23138" w:rsidRPr="00877C3A">
        <w:rPr>
          <w:rFonts w:ascii="Times New Roman" w:hAnsi="Times New Roman"/>
        </w:rPr>
        <w:t>а</w:t>
      </w:r>
      <w:r w:rsidR="004559DE" w:rsidRPr="00877C3A">
        <w:rPr>
          <w:rFonts w:ascii="Times New Roman" w:hAnsi="Times New Roman"/>
        </w:rPr>
        <w:t xml:space="preserve"> </w:t>
      </w:r>
      <w:r w:rsidR="0060085C" w:rsidRPr="00877C3A">
        <w:rPr>
          <w:rFonts w:ascii="Times New Roman" w:hAnsi="Times New Roman"/>
        </w:rPr>
        <w:t>2.7. слова «21 дня» заменить словами «35 дней»;</w:t>
      </w:r>
    </w:p>
    <w:p w:rsidR="0060085C" w:rsidRPr="00877C3A" w:rsidRDefault="00F32BA2" w:rsidP="00D36AD6">
      <w:pPr>
        <w:shd w:val="clear" w:color="auto" w:fill="FFFFFF"/>
        <w:ind w:firstLine="709"/>
        <w:rPr>
          <w:rFonts w:ascii="Times New Roman" w:hAnsi="Times New Roman"/>
        </w:rPr>
      </w:pPr>
      <w:r w:rsidRPr="00877C3A">
        <w:rPr>
          <w:rFonts w:ascii="Times New Roman" w:hAnsi="Times New Roman"/>
        </w:rPr>
        <w:t>1.2.</w:t>
      </w:r>
      <w:r w:rsidR="0060085C" w:rsidRPr="00877C3A">
        <w:rPr>
          <w:rFonts w:ascii="Times New Roman" w:hAnsi="Times New Roman"/>
        </w:rPr>
        <w:t xml:space="preserve"> В</w:t>
      </w:r>
      <w:r w:rsidR="00C23138" w:rsidRPr="00877C3A">
        <w:rPr>
          <w:rFonts w:ascii="Times New Roman" w:hAnsi="Times New Roman"/>
        </w:rPr>
        <w:t xml:space="preserve"> абзаце 3 </w:t>
      </w:r>
      <w:r w:rsidR="004559DE" w:rsidRPr="00877C3A">
        <w:rPr>
          <w:rFonts w:ascii="Times New Roman" w:hAnsi="Times New Roman"/>
        </w:rPr>
        <w:t>пункт</w:t>
      </w:r>
      <w:r w:rsidR="00C23138" w:rsidRPr="00877C3A">
        <w:rPr>
          <w:rFonts w:ascii="Times New Roman" w:hAnsi="Times New Roman"/>
        </w:rPr>
        <w:t>а</w:t>
      </w:r>
      <w:r w:rsidR="004559DE" w:rsidRPr="00877C3A">
        <w:rPr>
          <w:rFonts w:ascii="Times New Roman" w:hAnsi="Times New Roman"/>
        </w:rPr>
        <w:t xml:space="preserve"> </w:t>
      </w:r>
      <w:r w:rsidR="0060085C" w:rsidRPr="00877C3A">
        <w:rPr>
          <w:rFonts w:ascii="Times New Roman" w:hAnsi="Times New Roman"/>
        </w:rPr>
        <w:t>3.</w:t>
      </w:r>
      <w:r w:rsidR="004559DE" w:rsidRPr="00877C3A">
        <w:rPr>
          <w:rFonts w:ascii="Times New Roman" w:hAnsi="Times New Roman"/>
        </w:rPr>
        <w:t>2</w:t>
      </w:r>
      <w:r w:rsidR="0060085C" w:rsidRPr="00877C3A">
        <w:rPr>
          <w:rFonts w:ascii="Times New Roman" w:hAnsi="Times New Roman"/>
        </w:rPr>
        <w:t>. слова «21 дня» заменить словами «35 дней»;</w:t>
      </w:r>
    </w:p>
    <w:p w:rsidR="0060085C" w:rsidRPr="00877C3A" w:rsidRDefault="000720C9" w:rsidP="00D36AD6">
      <w:pPr>
        <w:shd w:val="clear" w:color="auto" w:fill="FFFFFF"/>
        <w:ind w:firstLine="709"/>
        <w:rPr>
          <w:rFonts w:ascii="Times New Roman" w:hAnsi="Times New Roman"/>
        </w:rPr>
      </w:pPr>
      <w:r w:rsidRPr="00877C3A">
        <w:rPr>
          <w:rFonts w:ascii="Times New Roman" w:hAnsi="Times New Roman"/>
        </w:rPr>
        <w:t>1.3.</w:t>
      </w:r>
      <w:r w:rsidR="004559DE" w:rsidRPr="00877C3A">
        <w:rPr>
          <w:rFonts w:ascii="Times New Roman" w:hAnsi="Times New Roman"/>
        </w:rPr>
        <w:t xml:space="preserve"> В</w:t>
      </w:r>
      <w:r w:rsidR="00C23138" w:rsidRPr="00877C3A">
        <w:rPr>
          <w:rFonts w:ascii="Times New Roman" w:hAnsi="Times New Roman"/>
        </w:rPr>
        <w:t xml:space="preserve"> абзаце 2</w:t>
      </w:r>
      <w:r w:rsidR="004559DE" w:rsidRPr="00877C3A">
        <w:rPr>
          <w:rFonts w:ascii="Times New Roman" w:hAnsi="Times New Roman"/>
        </w:rPr>
        <w:t xml:space="preserve"> </w:t>
      </w:r>
      <w:r w:rsidR="00C23138" w:rsidRPr="00877C3A">
        <w:rPr>
          <w:rFonts w:ascii="Times New Roman" w:hAnsi="Times New Roman"/>
        </w:rPr>
        <w:t>пункта</w:t>
      </w:r>
      <w:r w:rsidR="0060085C" w:rsidRPr="00877C3A">
        <w:rPr>
          <w:rFonts w:ascii="Times New Roman" w:hAnsi="Times New Roman"/>
        </w:rPr>
        <w:t xml:space="preserve"> 3.11. слова «7 дней» заменить на «14 дней»;</w:t>
      </w:r>
    </w:p>
    <w:p w:rsidR="00062586" w:rsidRPr="00877C3A" w:rsidRDefault="00AE399C" w:rsidP="00D36AD6">
      <w:pPr>
        <w:shd w:val="clear" w:color="auto" w:fill="FFFFFF"/>
        <w:ind w:firstLine="709"/>
        <w:rPr>
          <w:rFonts w:ascii="Times New Roman" w:hAnsi="Times New Roman"/>
        </w:rPr>
      </w:pPr>
      <w:r w:rsidRPr="00877C3A">
        <w:rPr>
          <w:rFonts w:ascii="Times New Roman" w:hAnsi="Times New Roman"/>
        </w:rPr>
        <w:t>1.</w:t>
      </w:r>
      <w:r w:rsidR="000720C9" w:rsidRPr="00877C3A">
        <w:rPr>
          <w:rFonts w:ascii="Times New Roman" w:hAnsi="Times New Roman"/>
        </w:rPr>
        <w:t>4</w:t>
      </w:r>
      <w:r w:rsidRPr="00877C3A">
        <w:rPr>
          <w:rFonts w:ascii="Times New Roman" w:hAnsi="Times New Roman"/>
        </w:rPr>
        <w:t xml:space="preserve">. Приложение № 2 </w:t>
      </w:r>
      <w:r w:rsidR="00062586" w:rsidRPr="00877C3A">
        <w:rPr>
          <w:rFonts w:ascii="Times New Roman" w:hAnsi="Times New Roman"/>
        </w:rPr>
        <w:t>«</w:t>
      </w:r>
      <w:r w:rsidR="00062586" w:rsidRPr="00877C3A">
        <w:rPr>
          <w:rFonts w:ascii="Times New Roman" w:hAnsi="Times New Roman"/>
          <w:bCs/>
          <w:iCs/>
        </w:rPr>
        <w:t xml:space="preserve">График проведения конкурса на формирование кадрового резерва для замещения вакантных должностей муниципальной службы в органах местного самоуправления </w:t>
      </w:r>
      <w:r w:rsidR="00410B09" w:rsidRPr="00877C3A">
        <w:rPr>
          <w:rFonts w:ascii="Times New Roman" w:hAnsi="Times New Roman"/>
          <w:bCs/>
          <w:iCs/>
        </w:rPr>
        <w:t xml:space="preserve">Абрамовского </w:t>
      </w:r>
      <w:r w:rsidR="00062586" w:rsidRPr="00877C3A">
        <w:rPr>
          <w:rFonts w:ascii="Times New Roman" w:hAnsi="Times New Roman"/>
          <w:bCs/>
          <w:iCs/>
        </w:rPr>
        <w:t xml:space="preserve">сельского поселения Таловского муниципального района» к </w:t>
      </w:r>
      <w:r w:rsidR="004B0811" w:rsidRPr="00877C3A">
        <w:rPr>
          <w:rFonts w:ascii="Times New Roman" w:hAnsi="Times New Roman"/>
          <w:bCs/>
          <w:iCs/>
        </w:rPr>
        <w:t>решению</w:t>
      </w:r>
      <w:r w:rsidR="00062586" w:rsidRPr="00877C3A">
        <w:rPr>
          <w:rFonts w:ascii="Times New Roman" w:hAnsi="Times New Roman"/>
          <w:b/>
          <w:bCs/>
          <w:iCs/>
        </w:rPr>
        <w:t xml:space="preserve"> </w:t>
      </w:r>
      <w:r w:rsidR="00062586" w:rsidRPr="00877C3A">
        <w:rPr>
          <w:rFonts w:ascii="Times New Roman" w:hAnsi="Times New Roman"/>
        </w:rPr>
        <w:t xml:space="preserve">изложить в новой редакции согласно приложению 1 к настоящему </w:t>
      </w:r>
      <w:r w:rsidR="004B0811" w:rsidRPr="00877C3A">
        <w:rPr>
          <w:rFonts w:ascii="Times New Roman" w:hAnsi="Times New Roman"/>
        </w:rPr>
        <w:t>решению.</w:t>
      </w:r>
    </w:p>
    <w:p w:rsidR="0018298B" w:rsidRPr="00877C3A" w:rsidRDefault="0018298B" w:rsidP="00D36AD6">
      <w:pPr>
        <w:ind w:firstLine="709"/>
        <w:rPr>
          <w:rFonts w:ascii="Times New Roman" w:hAnsi="Times New Roman"/>
          <w:bCs/>
        </w:rPr>
      </w:pPr>
      <w:r w:rsidRPr="00877C3A">
        <w:rPr>
          <w:rFonts w:ascii="Times New Roman" w:hAnsi="Times New Roman"/>
          <w:shd w:val="clear" w:color="auto" w:fill="FFFFFF"/>
        </w:rPr>
        <w:t xml:space="preserve">2. Настоящее </w:t>
      </w:r>
      <w:r w:rsidR="004B0811" w:rsidRPr="00877C3A">
        <w:rPr>
          <w:rFonts w:ascii="Times New Roman" w:hAnsi="Times New Roman"/>
          <w:shd w:val="clear" w:color="auto" w:fill="FFFFFF"/>
        </w:rPr>
        <w:t>решение</w:t>
      </w:r>
      <w:r w:rsidRPr="00877C3A">
        <w:rPr>
          <w:rFonts w:ascii="Times New Roman" w:hAnsi="Times New Roman"/>
          <w:shd w:val="clear" w:color="auto" w:fill="FFFFFF"/>
        </w:rPr>
        <w:t xml:space="preserve"> вступает в силу с момента его официального обнародования.</w:t>
      </w:r>
    </w:p>
    <w:p w:rsidR="00D05D86" w:rsidRPr="00877C3A" w:rsidRDefault="00D05D86" w:rsidP="00D36AD6">
      <w:pPr>
        <w:suppressAutoHyphens/>
        <w:ind w:firstLine="709"/>
        <w:rPr>
          <w:rFonts w:ascii="Times New Roman" w:hAnsi="Times New Roman"/>
        </w:rPr>
      </w:pP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5"/>
        <w:gridCol w:w="4728"/>
      </w:tblGrid>
      <w:tr w:rsidR="00410B09" w:rsidRPr="00877C3A" w:rsidTr="00410B09">
        <w:tc>
          <w:tcPr>
            <w:tcW w:w="4251" w:type="dxa"/>
          </w:tcPr>
          <w:p w:rsidR="00410B09" w:rsidRPr="00877C3A" w:rsidRDefault="00410B09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Глава Абрамовского</w:t>
            </w:r>
          </w:p>
          <w:p w:rsidR="00410B09" w:rsidRPr="00877C3A" w:rsidRDefault="00410B09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сельского поселения</w:t>
            </w:r>
          </w:p>
        </w:tc>
        <w:tc>
          <w:tcPr>
            <w:tcW w:w="5069" w:type="dxa"/>
          </w:tcPr>
          <w:p w:rsidR="00410B09" w:rsidRPr="00877C3A" w:rsidRDefault="00410B09" w:rsidP="00D36AD6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/>
              </w:rPr>
            </w:pPr>
          </w:p>
          <w:p w:rsidR="00410B09" w:rsidRPr="00877C3A" w:rsidRDefault="00410B09" w:rsidP="00D36AD6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О.Н. Соболева</w:t>
            </w:r>
          </w:p>
        </w:tc>
      </w:tr>
    </w:tbl>
    <w:p w:rsidR="00AE399C" w:rsidRPr="00877C3A" w:rsidRDefault="00AE399C" w:rsidP="00D36AD6">
      <w:pPr>
        <w:ind w:firstLine="709"/>
        <w:rPr>
          <w:rFonts w:ascii="Times New Roman" w:hAnsi="Times New Roman"/>
        </w:rPr>
      </w:pPr>
      <w:r w:rsidRPr="00877C3A">
        <w:rPr>
          <w:rFonts w:ascii="Times New Roman" w:hAnsi="Times New Roman"/>
        </w:rPr>
        <w:br w:type="page"/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lastRenderedPageBreak/>
        <w:t xml:space="preserve">Приложение 1 к решению 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t xml:space="preserve">Совета народных депутатов </w:t>
      </w:r>
    </w:p>
    <w:p w:rsidR="00D36AD6" w:rsidRPr="00877C3A" w:rsidRDefault="00410B09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t xml:space="preserve">Абрамовского </w:t>
      </w:r>
      <w:r w:rsidR="00062586" w:rsidRPr="00877C3A">
        <w:rPr>
          <w:rFonts w:ascii="Times New Roman" w:hAnsi="Times New Roman"/>
        </w:rPr>
        <w:t xml:space="preserve">сельского поселения 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t xml:space="preserve">Таловского муниципального района 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t xml:space="preserve">от </w:t>
      </w:r>
      <w:r w:rsidR="00DC5CD8" w:rsidRPr="00877C3A">
        <w:rPr>
          <w:rFonts w:ascii="Times New Roman" w:hAnsi="Times New Roman"/>
          <w:lang w:val="en-US"/>
        </w:rPr>
        <w:t>09</w:t>
      </w:r>
      <w:r w:rsidR="001635EA" w:rsidRPr="00877C3A">
        <w:rPr>
          <w:rFonts w:ascii="Times New Roman" w:hAnsi="Times New Roman"/>
        </w:rPr>
        <w:t>.04.2024</w:t>
      </w:r>
      <w:r w:rsidRPr="00877C3A">
        <w:rPr>
          <w:rFonts w:ascii="Times New Roman" w:hAnsi="Times New Roman"/>
        </w:rPr>
        <w:t xml:space="preserve"> г. № </w:t>
      </w:r>
      <w:r w:rsidR="000B7472" w:rsidRPr="00877C3A">
        <w:rPr>
          <w:rFonts w:ascii="Times New Roman" w:hAnsi="Times New Roman"/>
        </w:rPr>
        <w:t>124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t>«О внесении изменений и дополнений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t xml:space="preserve"> в решение Совета народных депутатов</w:t>
      </w:r>
      <w:r w:rsidR="00410B09" w:rsidRPr="00877C3A">
        <w:rPr>
          <w:rFonts w:ascii="Times New Roman" w:hAnsi="Times New Roman"/>
        </w:rPr>
        <w:t xml:space="preserve"> </w:t>
      </w:r>
    </w:p>
    <w:p w:rsidR="00D36AD6" w:rsidRPr="00877C3A" w:rsidRDefault="00410B09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t>Абрамовского сельского поселения</w:t>
      </w:r>
      <w:r w:rsidR="00062586" w:rsidRPr="00877C3A">
        <w:rPr>
          <w:rFonts w:ascii="Times New Roman" w:hAnsi="Times New Roman"/>
        </w:rPr>
        <w:t xml:space="preserve"> 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t xml:space="preserve">Таловского муниципального района 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  <w:bCs/>
        </w:rPr>
      </w:pPr>
      <w:r w:rsidRPr="00877C3A">
        <w:rPr>
          <w:rFonts w:ascii="Times New Roman" w:hAnsi="Times New Roman"/>
        </w:rPr>
        <w:t xml:space="preserve">от </w:t>
      </w:r>
      <w:r w:rsidR="00410B09" w:rsidRPr="00877C3A">
        <w:rPr>
          <w:rFonts w:ascii="Times New Roman" w:hAnsi="Times New Roman"/>
        </w:rPr>
        <w:t>27.11.2017</w:t>
      </w:r>
      <w:r w:rsidRPr="00877C3A">
        <w:rPr>
          <w:rFonts w:ascii="Times New Roman" w:hAnsi="Times New Roman"/>
        </w:rPr>
        <w:t xml:space="preserve"> г. №</w:t>
      </w:r>
      <w:r w:rsidR="00410B09" w:rsidRPr="00877C3A">
        <w:rPr>
          <w:rFonts w:ascii="Times New Roman" w:hAnsi="Times New Roman"/>
        </w:rPr>
        <w:t xml:space="preserve"> 137</w:t>
      </w:r>
      <w:r w:rsidRPr="00877C3A">
        <w:rPr>
          <w:rFonts w:ascii="Times New Roman" w:hAnsi="Times New Roman"/>
        </w:rPr>
        <w:t xml:space="preserve"> </w:t>
      </w:r>
      <w:r w:rsidRPr="00877C3A">
        <w:rPr>
          <w:rFonts w:ascii="Times New Roman" w:hAnsi="Times New Roman"/>
          <w:bCs/>
        </w:rPr>
        <w:t>«Об утверждении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  <w:bCs/>
        </w:rPr>
      </w:pPr>
      <w:r w:rsidRPr="00877C3A">
        <w:rPr>
          <w:rFonts w:ascii="Times New Roman" w:hAnsi="Times New Roman"/>
          <w:bCs/>
        </w:rPr>
        <w:t xml:space="preserve"> Положения о кадровом резерве для замещения 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  <w:bCs/>
        </w:rPr>
      </w:pPr>
      <w:r w:rsidRPr="00877C3A">
        <w:rPr>
          <w:rFonts w:ascii="Times New Roman" w:hAnsi="Times New Roman"/>
          <w:bCs/>
        </w:rPr>
        <w:t xml:space="preserve">вакантных должностей муниципальной службы </w:t>
      </w:r>
    </w:p>
    <w:p w:rsidR="00D36AD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  <w:bCs/>
        </w:rPr>
      </w:pPr>
      <w:r w:rsidRPr="00877C3A">
        <w:rPr>
          <w:rFonts w:ascii="Times New Roman" w:hAnsi="Times New Roman"/>
          <w:bCs/>
        </w:rPr>
        <w:t xml:space="preserve"> </w:t>
      </w:r>
      <w:proofErr w:type="gramStart"/>
      <w:r w:rsidRPr="00877C3A">
        <w:rPr>
          <w:rFonts w:ascii="Times New Roman" w:hAnsi="Times New Roman"/>
          <w:bCs/>
        </w:rPr>
        <w:t>органах</w:t>
      </w:r>
      <w:proofErr w:type="gramEnd"/>
      <w:r w:rsidRPr="00877C3A">
        <w:rPr>
          <w:rFonts w:ascii="Times New Roman" w:hAnsi="Times New Roman"/>
          <w:bCs/>
        </w:rPr>
        <w:t xml:space="preserve"> местного самоуправления </w:t>
      </w:r>
    </w:p>
    <w:p w:rsidR="00D36AD6" w:rsidRPr="00877C3A" w:rsidRDefault="00410B09" w:rsidP="00D36AD6">
      <w:pPr>
        <w:shd w:val="clear" w:color="auto" w:fill="FFFFFF"/>
        <w:ind w:firstLine="0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  <w:bCs/>
        </w:rPr>
        <w:t>Абрамовского</w:t>
      </w:r>
      <w:r w:rsidR="00062586" w:rsidRPr="00877C3A">
        <w:rPr>
          <w:rFonts w:ascii="Times New Roman" w:hAnsi="Times New Roman"/>
          <w:bCs/>
        </w:rPr>
        <w:t xml:space="preserve"> сельского поселения</w:t>
      </w:r>
      <w:r w:rsidR="00062586" w:rsidRPr="00877C3A">
        <w:rPr>
          <w:rFonts w:ascii="Times New Roman" w:hAnsi="Times New Roman"/>
          <w:lang w:val="x-none"/>
        </w:rPr>
        <w:t xml:space="preserve"> </w:t>
      </w:r>
    </w:p>
    <w:p w:rsidR="00062586" w:rsidRPr="00877C3A" w:rsidRDefault="00062586" w:rsidP="00D36AD6">
      <w:pPr>
        <w:shd w:val="clear" w:color="auto" w:fill="FFFFFF"/>
        <w:ind w:firstLine="0"/>
        <w:jc w:val="right"/>
        <w:rPr>
          <w:rFonts w:ascii="Times New Roman" w:hAnsi="Times New Roman"/>
          <w:b/>
        </w:rPr>
      </w:pPr>
      <w:r w:rsidRPr="00877C3A">
        <w:rPr>
          <w:rFonts w:ascii="Times New Roman" w:hAnsi="Times New Roman"/>
          <w:bCs/>
        </w:rPr>
        <w:t>Та</w:t>
      </w:r>
      <w:r w:rsidR="00D36AD6" w:rsidRPr="00877C3A">
        <w:rPr>
          <w:rFonts w:ascii="Times New Roman" w:hAnsi="Times New Roman"/>
          <w:bCs/>
        </w:rPr>
        <w:t>ловского муниципального района»</w:t>
      </w:r>
    </w:p>
    <w:p w:rsidR="00062586" w:rsidRPr="00877C3A" w:rsidRDefault="00062586" w:rsidP="00D36AD6">
      <w:pPr>
        <w:shd w:val="clear" w:color="auto" w:fill="FFFFFF"/>
        <w:ind w:firstLine="709"/>
        <w:rPr>
          <w:rFonts w:ascii="Times New Roman" w:hAnsi="Times New Roman"/>
        </w:rPr>
      </w:pPr>
    </w:p>
    <w:p w:rsidR="00062586" w:rsidRPr="00877C3A" w:rsidRDefault="00062586" w:rsidP="00D36AD6">
      <w:pPr>
        <w:shd w:val="clear" w:color="auto" w:fill="FFFFFF"/>
        <w:ind w:firstLine="709"/>
        <w:jc w:val="right"/>
        <w:rPr>
          <w:rFonts w:ascii="Times New Roman" w:hAnsi="Times New Roman"/>
        </w:rPr>
      </w:pPr>
      <w:r w:rsidRPr="00877C3A">
        <w:rPr>
          <w:rFonts w:ascii="Times New Roman" w:hAnsi="Times New Roman"/>
        </w:rPr>
        <w:t>Приложение 2 к Положению</w:t>
      </w:r>
    </w:p>
    <w:p w:rsidR="00AE399C" w:rsidRPr="00877C3A" w:rsidRDefault="00AE399C" w:rsidP="00D36AD6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Cs/>
        </w:rPr>
      </w:pPr>
    </w:p>
    <w:p w:rsidR="00062586" w:rsidRPr="00877C3A" w:rsidRDefault="00062586" w:rsidP="00D36AD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iCs/>
        </w:rPr>
      </w:pPr>
      <w:r w:rsidRPr="00877C3A">
        <w:rPr>
          <w:rFonts w:ascii="Times New Roman" w:hAnsi="Times New Roman"/>
          <w:bCs/>
          <w:iCs/>
        </w:rPr>
        <w:t>График</w:t>
      </w:r>
    </w:p>
    <w:p w:rsidR="00062586" w:rsidRPr="00877C3A" w:rsidRDefault="00062586" w:rsidP="00D36AD6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iCs/>
        </w:rPr>
      </w:pPr>
      <w:r w:rsidRPr="00877C3A">
        <w:rPr>
          <w:rFonts w:ascii="Times New Roman" w:hAnsi="Times New Roman"/>
          <w:bCs/>
          <w:iCs/>
        </w:rPr>
        <w:t xml:space="preserve">проведения конкурса на формирование кадрового резерва для замещения вакантных должностей муниципальной службы в органах местного самоуправления </w:t>
      </w:r>
      <w:r w:rsidR="00410B09" w:rsidRPr="00877C3A">
        <w:rPr>
          <w:rFonts w:ascii="Times New Roman" w:hAnsi="Times New Roman"/>
          <w:bCs/>
          <w:iCs/>
        </w:rPr>
        <w:t xml:space="preserve">Абрамовского </w:t>
      </w:r>
      <w:r w:rsidRPr="00877C3A">
        <w:rPr>
          <w:rFonts w:ascii="Times New Roman" w:hAnsi="Times New Roman"/>
          <w:bCs/>
          <w:iCs/>
        </w:rPr>
        <w:t>сельского поселения Таловского муниципального района</w:t>
      </w:r>
    </w:p>
    <w:tbl>
      <w:tblPr>
        <w:tblpPr w:leftFromText="180" w:rightFromText="180" w:vertAnchor="text" w:horzAnchor="margin" w:tblpXSpec="center" w:tblpY="2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4253"/>
        <w:gridCol w:w="2976"/>
      </w:tblGrid>
      <w:tr w:rsidR="00AE399C" w:rsidRPr="00877C3A" w:rsidTr="00D000C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Содержание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Контрольные сроки проведения</w:t>
            </w:r>
          </w:p>
        </w:tc>
      </w:tr>
      <w:tr w:rsidR="00AE399C" w:rsidRPr="00877C3A" w:rsidTr="00D000C0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Первый этап конкурса</w:t>
            </w:r>
          </w:p>
        </w:tc>
      </w:tr>
      <w:tr w:rsidR="00AE399C" w:rsidRPr="00877C3A" w:rsidTr="00D000C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Объявление конкурса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6B282A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 xml:space="preserve">Обнародование в порядке, установленном Уставом </w:t>
            </w:r>
            <w:r w:rsidR="00D36AD6" w:rsidRPr="00877C3A">
              <w:rPr>
                <w:rFonts w:ascii="Times New Roman" w:hAnsi="Times New Roman"/>
              </w:rPr>
              <w:t>Абрамовского</w:t>
            </w:r>
            <w:r w:rsidRPr="00877C3A">
              <w:rPr>
                <w:rFonts w:ascii="Times New Roman" w:hAnsi="Times New Roman"/>
              </w:rPr>
              <w:t xml:space="preserve"> сельского поселения, и размещение на сайте администрации </w:t>
            </w:r>
            <w:r w:rsidR="00D36AD6" w:rsidRPr="00877C3A">
              <w:rPr>
                <w:rFonts w:ascii="Times New Roman" w:hAnsi="Times New Roman"/>
              </w:rPr>
              <w:t xml:space="preserve">Абрамовского </w:t>
            </w:r>
            <w:r w:rsidRPr="00877C3A">
              <w:rPr>
                <w:rFonts w:ascii="Times New Roman" w:hAnsi="Times New Roman"/>
              </w:rPr>
              <w:t>сельского поселения в сети Интернет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 xml:space="preserve">Дата </w:t>
            </w:r>
            <w:r w:rsidR="006B282A" w:rsidRPr="00877C3A">
              <w:rPr>
                <w:rFonts w:ascii="Times New Roman" w:hAnsi="Times New Roman"/>
              </w:rPr>
              <w:t>обнародования</w:t>
            </w:r>
            <w:r w:rsidRPr="00877C3A">
              <w:rPr>
                <w:rFonts w:ascii="Times New Roman" w:hAnsi="Times New Roman"/>
              </w:rPr>
              <w:t xml:space="preserve"> является первым днем объявляемого конкурса и приема документов от участников конкурса</w:t>
            </w:r>
          </w:p>
        </w:tc>
      </w:tr>
      <w:tr w:rsidR="00AE399C" w:rsidRPr="00877C3A" w:rsidTr="00D000C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Сбор документов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Организация приема документов от участников конкурса согласно установленному перечню документов, необходимых для участия в конкурсе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311C63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В течение 35 календарных дней со дня обнародования объявления</w:t>
            </w:r>
          </w:p>
        </w:tc>
      </w:tr>
      <w:tr w:rsidR="00AE399C" w:rsidRPr="00877C3A" w:rsidTr="00D000C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Оценка поступающих документов</w:t>
            </w:r>
          </w:p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Оценивается своевременность, полнота и достоверность представленных документов, а также соответствие участников конкурса квалификационным требованиям к уровню профессионального образования и стажу (опыту) работы по специальности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311C63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В течение 35 календарных дней со дня обнародования объявления</w:t>
            </w:r>
          </w:p>
        </w:tc>
      </w:tr>
      <w:tr w:rsidR="00AE399C" w:rsidRPr="00877C3A" w:rsidTr="00D000C0">
        <w:trPr>
          <w:trHeight w:val="117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Принятие решения о допуске ко второму этапу конкурса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Заседание конкурсной комиссии по вопросу принятия решения о допуске участников конкурса ко второму этапу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18" w:rsidRPr="00877C3A" w:rsidRDefault="00311C63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 xml:space="preserve">С 36 дня по 42 день со дня обнародования объявления </w:t>
            </w:r>
          </w:p>
          <w:p w:rsidR="00AE399C" w:rsidRPr="00877C3A" w:rsidRDefault="00311C63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(7 дней)</w:t>
            </w:r>
          </w:p>
        </w:tc>
      </w:tr>
      <w:tr w:rsidR="00AE399C" w:rsidRPr="00877C3A" w:rsidTr="00D000C0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Второй этап конкурса</w:t>
            </w:r>
          </w:p>
        </w:tc>
      </w:tr>
      <w:tr w:rsidR="00AE399C" w:rsidRPr="00877C3A" w:rsidTr="00D000C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 xml:space="preserve">Извещение участников конкурса о втором этапе </w:t>
            </w:r>
            <w:r w:rsidRPr="00877C3A">
              <w:rPr>
                <w:rFonts w:ascii="Times New Roman" w:hAnsi="Times New Roman"/>
              </w:rPr>
              <w:lastRenderedPageBreak/>
              <w:t>конкурса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lastRenderedPageBreak/>
              <w:t>- Извещение участников, не допущенных ко второму этапу конкурса;</w:t>
            </w:r>
          </w:p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lastRenderedPageBreak/>
              <w:t xml:space="preserve"> - Извещение участников, допущенных ко второму этапу конкурса, о дате и формах проведения конкурсных мероприятий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9B1" w:rsidRPr="00877C3A" w:rsidRDefault="003809B1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lastRenderedPageBreak/>
              <w:t>С 43 дня по 57 день со дня обнародования объявления</w:t>
            </w:r>
          </w:p>
          <w:p w:rsidR="00AE399C" w:rsidRPr="00877C3A" w:rsidRDefault="003809B1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lastRenderedPageBreak/>
              <w:t>(не позднее, чем за 15 дней до даты проведения второго этапа конкурса)</w:t>
            </w:r>
          </w:p>
        </w:tc>
      </w:tr>
      <w:tr w:rsidR="00AE399C" w:rsidRPr="00877C3A" w:rsidTr="00D000C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lastRenderedPageBreak/>
              <w:t>Подведение итогов конкурса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451F26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 xml:space="preserve">Размещение информации об итогах конкурса на официальном сайте </w:t>
            </w:r>
            <w:r w:rsidRPr="00877C3A">
              <w:rPr>
                <w:rFonts w:ascii="Times New Roman" w:hAnsi="Times New Roman"/>
                <w:bCs/>
              </w:rPr>
              <w:t xml:space="preserve">администрации </w:t>
            </w:r>
            <w:r w:rsidR="00D36AD6" w:rsidRPr="00877C3A">
              <w:rPr>
                <w:rFonts w:ascii="Times New Roman" w:hAnsi="Times New Roman"/>
                <w:bCs/>
              </w:rPr>
              <w:t xml:space="preserve">Абрамовского </w:t>
            </w:r>
            <w:r w:rsidRPr="00877C3A">
              <w:rPr>
                <w:rFonts w:ascii="Times New Roman" w:hAnsi="Times New Roman"/>
                <w:iCs/>
              </w:rPr>
              <w:t>сельского поселения</w:t>
            </w:r>
            <w:r w:rsidRPr="00877C3A">
              <w:rPr>
                <w:rFonts w:ascii="Times New Roman" w:hAnsi="Times New Roman"/>
                <w:bCs/>
              </w:rPr>
              <w:t xml:space="preserve"> в сети Интернет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26" w:rsidRPr="00877C3A" w:rsidRDefault="00451F26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 xml:space="preserve">С 58 дня по 64 день со дня обнародования объявления </w:t>
            </w:r>
          </w:p>
          <w:p w:rsidR="00AE399C" w:rsidRPr="00877C3A" w:rsidRDefault="00451F26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(в 7-дневный срок со дня завершения конкурса)</w:t>
            </w:r>
          </w:p>
        </w:tc>
      </w:tr>
      <w:tr w:rsidR="00AE399C" w:rsidRPr="00877C3A" w:rsidTr="00D000C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Информирование участников конкурса о его итогах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- Информирование участников конкурса, которым отказано во включении в кадровый резерв;</w:t>
            </w:r>
          </w:p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- Информирование участников конкурса о включении в кадровый резерв.</w:t>
            </w:r>
          </w:p>
          <w:p w:rsidR="00AE399C" w:rsidRPr="00877C3A" w:rsidRDefault="00AE399C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F26" w:rsidRPr="00877C3A" w:rsidRDefault="00451F26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С 65 дня по 71 день со дня обнародования объявления</w:t>
            </w:r>
          </w:p>
          <w:p w:rsidR="00451F26" w:rsidRPr="00877C3A" w:rsidRDefault="00451F26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(в 7-дневный срок со дня завершения конкурса).</w:t>
            </w:r>
          </w:p>
          <w:p w:rsidR="00AE399C" w:rsidRPr="00877C3A" w:rsidRDefault="00451F26" w:rsidP="00D36A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877C3A">
              <w:rPr>
                <w:rFonts w:ascii="Times New Roman" w:hAnsi="Times New Roman"/>
              </w:rPr>
              <w:t>В течение 14 дней со дня принятия муниципального правового акта о включении в кадровый резерв</w:t>
            </w:r>
          </w:p>
        </w:tc>
      </w:tr>
    </w:tbl>
    <w:p w:rsidR="00F52DB8" w:rsidRPr="00877C3A" w:rsidRDefault="00F52DB8" w:rsidP="00D36AD6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</w:p>
    <w:sectPr w:rsidR="00F52DB8" w:rsidRPr="00877C3A" w:rsidSect="00D36AD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D4A" w:rsidRDefault="00B56D4A" w:rsidP="00077EA3">
      <w:r>
        <w:separator/>
      </w:r>
    </w:p>
  </w:endnote>
  <w:endnote w:type="continuationSeparator" w:id="0">
    <w:p w:rsidR="00B56D4A" w:rsidRDefault="00B56D4A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D4A" w:rsidRDefault="00B56D4A" w:rsidP="00077EA3">
      <w:r>
        <w:separator/>
      </w:r>
    </w:p>
  </w:footnote>
  <w:footnote w:type="continuationSeparator" w:id="0">
    <w:p w:rsidR="00B56D4A" w:rsidRDefault="00B56D4A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0290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62586"/>
    <w:rsid w:val="000720C9"/>
    <w:rsid w:val="00077EA3"/>
    <w:rsid w:val="00082844"/>
    <w:rsid w:val="00095646"/>
    <w:rsid w:val="000A70A7"/>
    <w:rsid w:val="000B6B69"/>
    <w:rsid w:val="000B7472"/>
    <w:rsid w:val="000C0413"/>
    <w:rsid w:val="000C5BB8"/>
    <w:rsid w:val="000E5245"/>
    <w:rsid w:val="000F0901"/>
    <w:rsid w:val="000F1963"/>
    <w:rsid w:val="000F31EC"/>
    <w:rsid w:val="000F6B7E"/>
    <w:rsid w:val="00101696"/>
    <w:rsid w:val="001042EE"/>
    <w:rsid w:val="001115A3"/>
    <w:rsid w:val="00127CA6"/>
    <w:rsid w:val="0014330B"/>
    <w:rsid w:val="00154E39"/>
    <w:rsid w:val="0016082C"/>
    <w:rsid w:val="001635EA"/>
    <w:rsid w:val="00164E67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1C63"/>
    <w:rsid w:val="00315EC0"/>
    <w:rsid w:val="00317D1E"/>
    <w:rsid w:val="003325ED"/>
    <w:rsid w:val="00343074"/>
    <w:rsid w:val="00363E17"/>
    <w:rsid w:val="0037031D"/>
    <w:rsid w:val="00370FB1"/>
    <w:rsid w:val="003754C0"/>
    <w:rsid w:val="00377349"/>
    <w:rsid w:val="003809B1"/>
    <w:rsid w:val="003B0367"/>
    <w:rsid w:val="003B2554"/>
    <w:rsid w:val="003D02D6"/>
    <w:rsid w:val="003D4D7E"/>
    <w:rsid w:val="003F5E21"/>
    <w:rsid w:val="00402E8C"/>
    <w:rsid w:val="0040531C"/>
    <w:rsid w:val="00410B09"/>
    <w:rsid w:val="004172D7"/>
    <w:rsid w:val="00423FF3"/>
    <w:rsid w:val="0043277A"/>
    <w:rsid w:val="00441F3D"/>
    <w:rsid w:val="00444B01"/>
    <w:rsid w:val="00451F26"/>
    <w:rsid w:val="0045278C"/>
    <w:rsid w:val="0045413E"/>
    <w:rsid w:val="004547F3"/>
    <w:rsid w:val="004559DE"/>
    <w:rsid w:val="004748D9"/>
    <w:rsid w:val="00482128"/>
    <w:rsid w:val="004A192D"/>
    <w:rsid w:val="004B0811"/>
    <w:rsid w:val="004B2823"/>
    <w:rsid w:val="004B40FA"/>
    <w:rsid w:val="004C71EB"/>
    <w:rsid w:val="004D3731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0E08"/>
    <w:rsid w:val="005B190C"/>
    <w:rsid w:val="005C220D"/>
    <w:rsid w:val="005E2D30"/>
    <w:rsid w:val="005F01EC"/>
    <w:rsid w:val="005F1932"/>
    <w:rsid w:val="0060085C"/>
    <w:rsid w:val="006033F5"/>
    <w:rsid w:val="006069AF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3D5F"/>
    <w:rsid w:val="006A4097"/>
    <w:rsid w:val="006A66B0"/>
    <w:rsid w:val="006A6955"/>
    <w:rsid w:val="006A6DB9"/>
    <w:rsid w:val="006B2301"/>
    <w:rsid w:val="006B23C4"/>
    <w:rsid w:val="006B282A"/>
    <w:rsid w:val="006B5EA3"/>
    <w:rsid w:val="006C53F6"/>
    <w:rsid w:val="006D7BFE"/>
    <w:rsid w:val="006E1F35"/>
    <w:rsid w:val="006E6FD3"/>
    <w:rsid w:val="00701663"/>
    <w:rsid w:val="00707D0B"/>
    <w:rsid w:val="0072527D"/>
    <w:rsid w:val="0072709C"/>
    <w:rsid w:val="0073200C"/>
    <w:rsid w:val="00755557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01E4"/>
    <w:rsid w:val="00807151"/>
    <w:rsid w:val="00817534"/>
    <w:rsid w:val="0082388A"/>
    <w:rsid w:val="0082518C"/>
    <w:rsid w:val="00831C13"/>
    <w:rsid w:val="00833713"/>
    <w:rsid w:val="008571B7"/>
    <w:rsid w:val="0086643B"/>
    <w:rsid w:val="008671F5"/>
    <w:rsid w:val="008724A2"/>
    <w:rsid w:val="00877C3A"/>
    <w:rsid w:val="00880AB6"/>
    <w:rsid w:val="008A3CD6"/>
    <w:rsid w:val="008B2151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772A6"/>
    <w:rsid w:val="00987BB8"/>
    <w:rsid w:val="00995A38"/>
    <w:rsid w:val="009A4C93"/>
    <w:rsid w:val="009E149D"/>
    <w:rsid w:val="009F4E4E"/>
    <w:rsid w:val="00A14B9C"/>
    <w:rsid w:val="00A17E6E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AE399C"/>
    <w:rsid w:val="00B04E1D"/>
    <w:rsid w:val="00B0594A"/>
    <w:rsid w:val="00B11B43"/>
    <w:rsid w:val="00B13D5C"/>
    <w:rsid w:val="00B452A7"/>
    <w:rsid w:val="00B45CBA"/>
    <w:rsid w:val="00B56D4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A1346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23138"/>
    <w:rsid w:val="00C2783F"/>
    <w:rsid w:val="00C30C18"/>
    <w:rsid w:val="00C56CBF"/>
    <w:rsid w:val="00C70EE7"/>
    <w:rsid w:val="00C72FEE"/>
    <w:rsid w:val="00C94006"/>
    <w:rsid w:val="00CB2AE3"/>
    <w:rsid w:val="00CC04F0"/>
    <w:rsid w:val="00CC2D8E"/>
    <w:rsid w:val="00CD5243"/>
    <w:rsid w:val="00CD76CB"/>
    <w:rsid w:val="00CE0FE1"/>
    <w:rsid w:val="00CF6B05"/>
    <w:rsid w:val="00D05D86"/>
    <w:rsid w:val="00D07167"/>
    <w:rsid w:val="00D22B49"/>
    <w:rsid w:val="00D36AD6"/>
    <w:rsid w:val="00D406CE"/>
    <w:rsid w:val="00D524B0"/>
    <w:rsid w:val="00D83B16"/>
    <w:rsid w:val="00DA0F18"/>
    <w:rsid w:val="00DB341D"/>
    <w:rsid w:val="00DB4A51"/>
    <w:rsid w:val="00DB5D13"/>
    <w:rsid w:val="00DC3D73"/>
    <w:rsid w:val="00DC5CD8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B64"/>
    <w:rsid w:val="00F157A3"/>
    <w:rsid w:val="00F15CEF"/>
    <w:rsid w:val="00F23939"/>
    <w:rsid w:val="00F32BA2"/>
    <w:rsid w:val="00F44A22"/>
    <w:rsid w:val="00F45750"/>
    <w:rsid w:val="00F52DB8"/>
    <w:rsid w:val="00F60519"/>
    <w:rsid w:val="00F777CE"/>
    <w:rsid w:val="00FB5F83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9227C-9E76-4554-9699-D3AC162EF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29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14</cp:revision>
  <cp:lastPrinted>2024-04-15T08:03:00Z</cp:lastPrinted>
  <dcterms:created xsi:type="dcterms:W3CDTF">2024-03-30T10:21:00Z</dcterms:created>
  <dcterms:modified xsi:type="dcterms:W3CDTF">2024-04-15T08:03:00Z</dcterms:modified>
</cp:coreProperties>
</file>