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B" w:rsidRPr="004175DE" w:rsidRDefault="00166F5F" w:rsidP="00BB61E5">
      <w:pPr>
        <w:ind w:firstLine="709"/>
        <w:rPr>
          <w:rFonts w:cs="Arial"/>
        </w:rPr>
      </w:pPr>
      <w:r w:rsidRPr="004175DE">
        <w:rPr>
          <w:rFonts w:cs="Arial"/>
          <w:noProof/>
        </w:rPr>
        <w:drawing>
          <wp:anchor distT="0" distB="0" distL="114300" distR="114300" simplePos="0" relativeHeight="251659776" behindDoc="1" locked="0" layoutInCell="1" allowOverlap="1" wp14:anchorId="319C8AA7" wp14:editId="5D7FFD7C">
            <wp:simplePos x="0" y="0"/>
            <wp:positionH relativeFrom="column">
              <wp:posOffset>2687320</wp:posOffset>
            </wp:positionH>
            <wp:positionV relativeFrom="paragraph">
              <wp:posOffset>-104775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4175DE" w:rsidRDefault="00B0004B" w:rsidP="00BB61E5">
      <w:pPr>
        <w:ind w:firstLine="709"/>
        <w:rPr>
          <w:rFonts w:cs="Arial"/>
        </w:rPr>
      </w:pPr>
    </w:p>
    <w:p w:rsidR="00B0004B" w:rsidRPr="004175DE" w:rsidRDefault="00B0004B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B0004B" w:rsidRPr="004175DE" w:rsidRDefault="00B0004B" w:rsidP="00BB61E5">
      <w:pPr>
        <w:ind w:firstLine="709"/>
        <w:rPr>
          <w:rFonts w:cs="Arial"/>
          <w:bCs/>
        </w:rPr>
      </w:pPr>
    </w:p>
    <w:p w:rsidR="00B0004B" w:rsidRPr="004175DE" w:rsidRDefault="00B0004B" w:rsidP="00BB61E5">
      <w:pPr>
        <w:ind w:firstLine="709"/>
        <w:jc w:val="center"/>
        <w:rPr>
          <w:rFonts w:cs="Arial"/>
          <w:bCs/>
        </w:rPr>
      </w:pPr>
      <w:r w:rsidRPr="004175DE">
        <w:rPr>
          <w:rFonts w:cs="Arial"/>
          <w:bCs/>
        </w:rPr>
        <w:t>АДМИНИСТРАЦИЯ</w:t>
      </w:r>
      <w:r w:rsidR="00D90461" w:rsidRPr="004175DE">
        <w:rPr>
          <w:rFonts w:cs="Arial"/>
          <w:bCs/>
        </w:rPr>
        <w:t xml:space="preserve"> </w:t>
      </w:r>
      <w:r w:rsidR="00BB61E5">
        <w:rPr>
          <w:rFonts w:cs="Arial"/>
          <w:bCs/>
        </w:rPr>
        <w:t>АБРАМОВСКОГО</w:t>
      </w:r>
      <w:r w:rsidR="00D90461" w:rsidRPr="004175DE">
        <w:rPr>
          <w:rFonts w:cs="Arial"/>
          <w:bCs/>
        </w:rPr>
        <w:t xml:space="preserve"> </w:t>
      </w:r>
      <w:r w:rsidRPr="004175DE">
        <w:rPr>
          <w:rFonts w:cs="Arial"/>
          <w:bCs/>
        </w:rPr>
        <w:t>СЕЛЬСКОГО ПОСЕЛЕНИЯ</w:t>
      </w:r>
    </w:p>
    <w:p w:rsidR="00B0004B" w:rsidRPr="004175DE" w:rsidRDefault="00B0004B" w:rsidP="00BB61E5">
      <w:pPr>
        <w:ind w:firstLine="709"/>
        <w:jc w:val="center"/>
        <w:rPr>
          <w:rFonts w:cs="Arial"/>
          <w:bCs/>
        </w:rPr>
      </w:pPr>
      <w:r w:rsidRPr="004175DE">
        <w:rPr>
          <w:rFonts w:cs="Arial"/>
          <w:bCs/>
        </w:rPr>
        <w:t>ТАЛОВСКОГО МУНИЦИПАЛЬНОГО РАЙОНА</w:t>
      </w:r>
    </w:p>
    <w:p w:rsidR="00B0004B" w:rsidRPr="004175DE" w:rsidRDefault="00B0004B" w:rsidP="00BB61E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4175DE">
        <w:rPr>
          <w:rFonts w:cs="Arial"/>
        </w:rPr>
        <w:t>ВОРОНЕЖСКОЙ ОБЛАСТИ</w:t>
      </w:r>
    </w:p>
    <w:p w:rsidR="00B0004B" w:rsidRPr="004175DE" w:rsidRDefault="00B0004B" w:rsidP="00BB61E5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B0004B" w:rsidRPr="004175DE" w:rsidRDefault="00B0004B" w:rsidP="00BB61E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4175DE">
        <w:rPr>
          <w:rFonts w:cs="Arial"/>
        </w:rPr>
        <w:t>П</w:t>
      </w:r>
      <w:proofErr w:type="gramEnd"/>
      <w:r w:rsidRPr="004175DE">
        <w:rPr>
          <w:rFonts w:cs="Arial"/>
        </w:rPr>
        <w:t xml:space="preserve"> О С Т А Н О В Л Е Н И Е</w:t>
      </w:r>
    </w:p>
    <w:p w:rsidR="00B0004B" w:rsidRPr="004175DE" w:rsidRDefault="00B0004B" w:rsidP="00BB61E5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B0004B" w:rsidRPr="004155D6" w:rsidRDefault="00B0004B" w:rsidP="00BB61E5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  <w:r w:rsidRPr="004155D6">
        <w:rPr>
          <w:rFonts w:cs="Arial"/>
        </w:rPr>
        <w:t>от</w:t>
      </w:r>
      <w:r w:rsidR="00C618F8" w:rsidRPr="004155D6">
        <w:rPr>
          <w:rFonts w:cs="Arial"/>
        </w:rPr>
        <w:t xml:space="preserve"> </w:t>
      </w:r>
      <w:r w:rsidR="004155D6" w:rsidRPr="004155D6">
        <w:rPr>
          <w:rFonts w:cs="Arial"/>
        </w:rPr>
        <w:t xml:space="preserve">20 февраля </w:t>
      </w:r>
      <w:r w:rsidR="008B6263" w:rsidRPr="004155D6">
        <w:rPr>
          <w:rFonts w:cs="Arial"/>
        </w:rPr>
        <w:t>2023</w:t>
      </w:r>
      <w:r w:rsidR="000D0ECB" w:rsidRPr="004155D6">
        <w:rPr>
          <w:rFonts w:cs="Arial"/>
        </w:rPr>
        <w:t xml:space="preserve"> года</w:t>
      </w:r>
      <w:r w:rsidR="001C2B07" w:rsidRPr="004155D6">
        <w:rPr>
          <w:rFonts w:cs="Arial"/>
        </w:rPr>
        <w:t xml:space="preserve"> </w:t>
      </w:r>
      <w:r w:rsidRPr="004155D6">
        <w:rPr>
          <w:rFonts w:cs="Arial"/>
        </w:rPr>
        <w:t>№</w:t>
      </w:r>
      <w:r w:rsidR="004155D6" w:rsidRPr="004155D6">
        <w:rPr>
          <w:rFonts w:cs="Arial"/>
        </w:rPr>
        <w:t xml:space="preserve"> 10</w:t>
      </w:r>
    </w:p>
    <w:p w:rsidR="00B0004B" w:rsidRPr="004175DE" w:rsidRDefault="00BB61E5" w:rsidP="00BB61E5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п. Абрамовка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BB61E5" w:rsidRDefault="00AF5D56" w:rsidP="00BB61E5">
      <w:pPr>
        <w:tabs>
          <w:tab w:val="left" w:pos="5670"/>
        </w:tabs>
        <w:autoSpaceDE w:val="0"/>
        <w:autoSpaceDN w:val="0"/>
        <w:adjustRightInd w:val="0"/>
        <w:ind w:right="4534" w:firstLine="0"/>
        <w:rPr>
          <w:rFonts w:cs="Arial"/>
          <w:b/>
        </w:rPr>
      </w:pPr>
      <w:proofErr w:type="gramStart"/>
      <w:r w:rsidRPr="00BB61E5">
        <w:rPr>
          <w:rFonts w:cs="Arial"/>
          <w:b/>
        </w:rPr>
        <w:t>Об утверждении Порядка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</w:t>
      </w:r>
      <w:proofErr w:type="gramEnd"/>
      <w:r w:rsidRPr="00BB61E5">
        <w:rPr>
          <w:rFonts w:cs="Arial"/>
          <w:b/>
        </w:rPr>
        <w:t xml:space="preserve"> имуществу физических или юридических лиц не причиняется</w:t>
      </w:r>
    </w:p>
    <w:p w:rsidR="00AF5D56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В соответствии с частью 4 статьи 62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BB61E5">
        <w:rPr>
          <w:rFonts w:cs="Arial"/>
        </w:rPr>
        <w:t>Абрамовского</w:t>
      </w:r>
      <w:r w:rsidRPr="004175DE">
        <w:rPr>
          <w:rFonts w:cs="Arial"/>
        </w:rPr>
        <w:t xml:space="preserve"> сельского поселения</w:t>
      </w:r>
      <w:r w:rsidR="00344943" w:rsidRPr="004175DE">
        <w:rPr>
          <w:rFonts w:cs="Arial"/>
        </w:rPr>
        <w:t xml:space="preserve"> Таловского муниципального района</w:t>
      </w:r>
      <w:r w:rsidRPr="004175DE">
        <w:rPr>
          <w:rFonts w:cs="Arial"/>
        </w:rPr>
        <w:t xml:space="preserve">, администрация </w:t>
      </w:r>
      <w:r w:rsidR="00BB61E5">
        <w:rPr>
          <w:rFonts w:cs="Arial"/>
        </w:rPr>
        <w:t>Абрамовского</w:t>
      </w:r>
      <w:r w:rsidRPr="004175DE">
        <w:rPr>
          <w:rFonts w:cs="Arial"/>
        </w:rPr>
        <w:t xml:space="preserve"> сельского поселения Таловского муниципального района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175DE">
        <w:rPr>
          <w:rFonts w:cs="Arial"/>
        </w:rPr>
        <w:t>ПОСТАНОВЛЯЕТ: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1. </w:t>
      </w:r>
      <w:proofErr w:type="gramStart"/>
      <w:r w:rsidRPr="004175DE">
        <w:rPr>
          <w:rFonts w:cs="Arial"/>
        </w:rPr>
        <w:t xml:space="preserve">Утвердить </w:t>
      </w:r>
      <w:r w:rsidR="00217DC1" w:rsidRPr="004175DE">
        <w:rPr>
          <w:rFonts w:cs="Arial"/>
        </w:rPr>
        <w:t xml:space="preserve">прилагаемый </w:t>
      </w:r>
      <w:r w:rsidRPr="004175DE">
        <w:rPr>
          <w:rFonts w:cs="Arial"/>
        </w:rPr>
        <w:t xml:space="preserve">Порядок </w:t>
      </w:r>
      <w:r w:rsidR="00344943" w:rsidRPr="004175DE">
        <w:rPr>
          <w:rFonts w:cs="Arial"/>
        </w:rPr>
        <w:t>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</w:t>
      </w:r>
      <w:proofErr w:type="gramEnd"/>
      <w:r w:rsidR="00344943" w:rsidRPr="004175DE">
        <w:rPr>
          <w:rFonts w:cs="Arial"/>
        </w:rPr>
        <w:t xml:space="preserve"> или юридических лиц не причиняется</w:t>
      </w:r>
      <w:r w:rsidRPr="004175DE">
        <w:rPr>
          <w:rFonts w:cs="Arial"/>
        </w:rPr>
        <w:t>.</w:t>
      </w: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2. Настоящее постановление подлежит официальному обнародованию.</w:t>
      </w: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3. </w:t>
      </w:r>
      <w:proofErr w:type="gramStart"/>
      <w:r w:rsidRPr="004175DE">
        <w:rPr>
          <w:rFonts w:cs="Arial"/>
        </w:rPr>
        <w:t>Контроль за</w:t>
      </w:r>
      <w:proofErr w:type="gramEnd"/>
      <w:r w:rsidRPr="004175DE">
        <w:rPr>
          <w:rFonts w:cs="Arial"/>
        </w:rPr>
        <w:t xml:space="preserve"> исполнением настоящего постановления оставляю за собой.</w:t>
      </w: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3546"/>
        <w:gridCol w:w="5810"/>
      </w:tblGrid>
      <w:tr w:rsidR="00344943" w:rsidRPr="004175DE" w:rsidTr="00041DB5">
        <w:tc>
          <w:tcPr>
            <w:tcW w:w="1895" w:type="pct"/>
          </w:tcPr>
          <w:p w:rsidR="00344943" w:rsidRPr="004175DE" w:rsidRDefault="00344943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 xml:space="preserve">Глава </w:t>
            </w:r>
            <w:r w:rsidR="00BB61E5">
              <w:rPr>
                <w:rFonts w:cs="Arial"/>
              </w:rPr>
              <w:t>Абрамовского</w:t>
            </w:r>
          </w:p>
          <w:p w:rsidR="00344943" w:rsidRPr="004175DE" w:rsidRDefault="00344943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сельского поселения</w:t>
            </w:r>
          </w:p>
        </w:tc>
        <w:tc>
          <w:tcPr>
            <w:tcW w:w="3105" w:type="pct"/>
          </w:tcPr>
          <w:p w:rsidR="00344943" w:rsidRPr="004175DE" w:rsidRDefault="00344943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344943" w:rsidRPr="004175DE" w:rsidRDefault="00BB61E5" w:rsidP="00BB61E5">
            <w:pPr>
              <w:autoSpaceDE w:val="0"/>
              <w:autoSpaceDN w:val="0"/>
              <w:adjustRightInd w:val="0"/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AF5D56" w:rsidRPr="004175DE" w:rsidRDefault="00344943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br w:type="page"/>
      </w:r>
      <w:r w:rsidR="00AF5D56" w:rsidRPr="004175DE">
        <w:rPr>
          <w:rFonts w:cs="Arial"/>
        </w:rPr>
        <w:lastRenderedPageBreak/>
        <w:t>УТВЕРЖДЕН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AF5D56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>
        <w:rPr>
          <w:rFonts w:cs="Arial"/>
        </w:rPr>
        <w:t>Абрамовского</w:t>
      </w:r>
      <w:r w:rsidR="00344943" w:rsidRPr="004175DE">
        <w:rPr>
          <w:rFonts w:cs="Arial"/>
          <w:iCs/>
        </w:rPr>
        <w:t xml:space="preserve"> сельского поселения</w:t>
      </w:r>
    </w:p>
    <w:p w:rsidR="00BB61E5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>
        <w:rPr>
          <w:rFonts w:cs="Arial"/>
          <w:iCs/>
        </w:rPr>
        <w:t>Таловского муниципального района</w:t>
      </w:r>
    </w:p>
    <w:p w:rsidR="00BB61E5" w:rsidRPr="004175DE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>
        <w:rPr>
          <w:rFonts w:cs="Arial"/>
          <w:iCs/>
        </w:rPr>
        <w:t>Воронежской области</w:t>
      </w:r>
    </w:p>
    <w:p w:rsidR="00AF5D56" w:rsidRPr="004175DE" w:rsidRDefault="004155D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>
        <w:rPr>
          <w:rFonts w:cs="Arial"/>
        </w:rPr>
        <w:t>от 20.02.2023 г. № 10</w:t>
      </w: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Порядок установления причин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частях 2 и 3 статьи 62 Градостроительного кодекса Российской Федерации,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</w:t>
      </w:r>
      <w:proofErr w:type="gramEnd"/>
      <w:r w:rsidRPr="004175DE">
        <w:rPr>
          <w:rFonts w:cs="Arial"/>
        </w:rPr>
        <w:t xml:space="preserve"> лиц не причиняется</w:t>
      </w:r>
    </w:p>
    <w:p w:rsidR="00344943" w:rsidRPr="004175DE" w:rsidRDefault="00344943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1. </w:t>
      </w:r>
      <w:proofErr w:type="gramStart"/>
      <w:r w:rsidRPr="004175DE">
        <w:rPr>
          <w:rFonts w:cs="Arial"/>
        </w:rPr>
        <w:t>Настоящий Порядок определяет процедуру установления причин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нарушения законодательства о градостроительной деятельности на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территории </w:t>
      </w:r>
      <w:r w:rsidR="00BB61E5">
        <w:rPr>
          <w:rFonts w:cs="Arial"/>
        </w:rPr>
        <w:t>Абрамовского</w:t>
      </w:r>
      <w:r w:rsidR="00344943" w:rsidRPr="004175DE">
        <w:rPr>
          <w:rFonts w:cs="Arial"/>
          <w:iCs/>
        </w:rPr>
        <w:t xml:space="preserve"> сельского поселения,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случае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причинения вреда жизни или здоровью физических лиц, имуществу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 в результате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отношении объектов, не указанных 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частях 2 и 3 статьи 62 Градостроительного кодекса Российской Федерации,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или в результате нарушения законодательства о 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если вред жизни или здоровью физических лиц либо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значительный вред имуществу физических или юридических лиц не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причиняется.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2. </w:t>
      </w:r>
      <w:proofErr w:type="gramStart"/>
      <w:r w:rsidRPr="004175DE">
        <w:rPr>
          <w:rFonts w:cs="Arial"/>
        </w:rPr>
        <w:t>Установление причин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деятельности на территории </w:t>
      </w:r>
      <w:r w:rsidR="00BB61E5">
        <w:rPr>
          <w:rFonts w:cs="Arial"/>
        </w:rPr>
        <w:t>Абрамовского</w:t>
      </w:r>
      <w:r w:rsidR="00344943" w:rsidRPr="004175DE">
        <w:rPr>
          <w:rFonts w:cs="Arial"/>
          <w:iCs/>
        </w:rPr>
        <w:t xml:space="preserve"> сельского поселения</w:t>
      </w:r>
      <w:r w:rsidR="00344943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случае причинения вреда жизни или здоровью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лиц, имуществу физических или юридических лиц в результате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нарушения законодательства о градостроительной деятельности в отношении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объектов, не указанных в частях 2 и 3 статьи 62 Градостроительного кодекса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Федерации, а также в случаях, если в результате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</w:t>
      </w:r>
      <w:proofErr w:type="gramEnd"/>
      <w:r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деятельности вред жизни или здоровью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 либо значительный вред имуществу физических или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юридических лиц не причиняется (далее - причины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 деятельности), осуществляется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независимо от источников финансирования, форм собственности 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ведомственной принадлежности указанных объектов и участников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3. Причины нарушения 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 устанавливаются технической комиссией.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Установление причин нарушения законодательства о</w:t>
      </w:r>
      <w:r w:rsidR="00344943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</w:t>
      </w:r>
      <w:r w:rsidR="00344943" w:rsidRPr="004175DE">
        <w:rPr>
          <w:rFonts w:cs="Arial"/>
        </w:rPr>
        <w:t>д</w:t>
      </w:r>
      <w:r w:rsidRPr="004175DE">
        <w:rPr>
          <w:rFonts w:cs="Arial"/>
        </w:rPr>
        <w:t>еятельности осуществляется в целях: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устранения нарушения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определения характера причиненного вреда;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определения круга лиц, которым причинен вред в результате нарушения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деятельности, а также размеров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причиненного вреда;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установления обстоятельств, указывающих на виновность лиц,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допустивших нарушение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lastRenderedPageBreak/>
        <w:t>определения мероприятий по восстановлению благоприятных условий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жизнедеятельности человека;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анализа установленных причин нарушения законодательства о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целях разработки предложений для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принятия мер по предупреждению подобных нарушений 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совершенствованию действующих нормативных правовых актов.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4. </w:t>
      </w:r>
      <w:proofErr w:type="gramStart"/>
      <w:r w:rsidRPr="004175DE">
        <w:rPr>
          <w:rFonts w:cs="Arial"/>
        </w:rPr>
        <w:t xml:space="preserve">Техническая комиссия создается главой </w:t>
      </w:r>
      <w:r w:rsidR="00BB61E5">
        <w:rPr>
          <w:rFonts w:cs="Arial"/>
        </w:rPr>
        <w:t>Абрамовского</w:t>
      </w:r>
      <w:r w:rsidR="00344943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каждом случае отдельно, в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зависимости от вида объекта и допущенных последствий нарушений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градостроительной деятельности, в составе не менее </w:t>
      </w:r>
      <w:r w:rsidR="00DD1014" w:rsidRPr="004175DE">
        <w:rPr>
          <w:rFonts w:cs="Arial"/>
        </w:rPr>
        <w:t>трех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человек.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5. Поводом для рассмотрения вопроса о создании технической комиссии</w:t>
      </w:r>
      <w:r w:rsidR="00344943" w:rsidRPr="004175DE">
        <w:rPr>
          <w:rFonts w:cs="Arial"/>
        </w:rPr>
        <w:t xml:space="preserve"> </w:t>
      </w:r>
      <w:r w:rsidRPr="004175DE">
        <w:rPr>
          <w:rFonts w:cs="Arial"/>
        </w:rPr>
        <w:t>являются: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а) заявление физического и (или) юридического лица либо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представителей о причинении вреда, либо о нарушениях законодательства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градостроительного деятельности, если вред жизни или здоровью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лиц либо значительный вред имуществу физических или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юридических лиц не причиняется (далее - заявление);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б) извещение лица, осуществляющего строительство, реконструкцию,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возникновении аварийной ситуации при строительстве, реконструкции,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капитальном ремонте объекта капитального строительства, повлекшей за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собой причинение вреда;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в) документы государственных органов и (или) органов местного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самоуправления, содержащие сведения о нарушении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деятельности, повлекшем, либо не повлекшем за собой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причинение вреда;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г)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повлекшем, либо не повлекшем за собой причинение вреда,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полученные из других источников.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6. </w:t>
      </w:r>
      <w:proofErr w:type="gramStart"/>
      <w:r w:rsidRPr="004175DE">
        <w:rPr>
          <w:rFonts w:cs="Arial"/>
        </w:rPr>
        <w:t>Заявления, извещения, документы и сведения, указанные в пункте 5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настоящего Порядка (далее - сообщения о нарушениях), регистрируются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администрации </w:t>
      </w:r>
      <w:r w:rsidR="00BB61E5">
        <w:rPr>
          <w:rFonts w:cs="Arial"/>
        </w:rPr>
        <w:t>Абрамовского</w:t>
      </w:r>
      <w:r w:rsidR="005A4F10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день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поступления в порядке обычного делопроизводства и не позднее следующего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рабочего дня передаются должностному лицу администрации, к должностным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обязанностям которого относится обеспечение исполнения полномочий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сфере градостроительства (далее - должностное лицо) для проведения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предварительной проверки сообщения о нарушениях.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7. Глава </w:t>
      </w:r>
      <w:r w:rsidR="00BB61E5">
        <w:rPr>
          <w:rFonts w:cs="Arial"/>
        </w:rPr>
        <w:t>Абрамовского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="00DD1014" w:rsidRPr="004175DE">
        <w:rPr>
          <w:rFonts w:cs="Arial"/>
        </w:rPr>
        <w:t xml:space="preserve">проводит проверку информации, полученной в соответствии </w:t>
      </w:r>
      <w:r w:rsidR="00DD1014" w:rsidRPr="00BB61E5">
        <w:rPr>
          <w:rFonts w:cs="Arial"/>
        </w:rPr>
        <w:t xml:space="preserve">с </w:t>
      </w:r>
      <w:hyperlink r:id="rId9" w:history="1">
        <w:r w:rsidR="00DD1014" w:rsidRPr="00BB61E5">
          <w:rPr>
            <w:rStyle w:val="a7"/>
            <w:rFonts w:cs="Arial"/>
            <w:color w:val="auto"/>
          </w:rPr>
          <w:t>пунктом 5</w:t>
        </w:r>
      </w:hyperlink>
      <w:r w:rsidR="00DD1014" w:rsidRPr="004175DE">
        <w:rPr>
          <w:rFonts w:cs="Arial"/>
        </w:rPr>
        <w:t xml:space="preserve"> настоящего Порядка, и не позднее 10 дней </w:t>
      </w:r>
      <w:proofErr w:type="gramStart"/>
      <w:r w:rsidR="00DD1014" w:rsidRPr="004175DE">
        <w:rPr>
          <w:rFonts w:cs="Arial"/>
        </w:rPr>
        <w:t>с даты</w:t>
      </w:r>
      <w:proofErr w:type="gramEnd"/>
      <w:r w:rsidR="00DD1014" w:rsidRPr="004175DE">
        <w:rPr>
          <w:rFonts w:cs="Arial"/>
        </w:rPr>
        <w:t xml:space="preserve"> ее получения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принимает решение о необходимости создания технической комиссии или об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отказе в ее создании.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8. </w:t>
      </w:r>
      <w:proofErr w:type="gramStart"/>
      <w:r w:rsidRPr="004175DE">
        <w:rPr>
          <w:rFonts w:cs="Arial"/>
        </w:rPr>
        <w:t>Решение об отказе в создании технической комиссии принимается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случае причинения вреда жизни или здоровью физических лиц, имуществу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 в результате нарушения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в отношении объектов, предусмотренных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пунктами 2 и 3 статьи 62 Градостроительного кодекса Российской Федерации.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9. </w:t>
      </w:r>
      <w:proofErr w:type="gramStart"/>
      <w:r w:rsidRPr="004175DE">
        <w:rPr>
          <w:rFonts w:cs="Arial"/>
        </w:rPr>
        <w:t>О принятии решения об отказе в создании технической комиссии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должностным лицом в трехдневный срок со дня</w:t>
      </w:r>
      <w:proofErr w:type="gramEnd"/>
      <w:r w:rsidRPr="004175DE">
        <w:rPr>
          <w:rFonts w:cs="Arial"/>
        </w:rPr>
        <w:t xml:space="preserve"> принятия решения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письменном виде сообщается лицам, указанным в пункте 5 настоящего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Порядка, путем направления соответствующего уведомления.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При принятии решения об отказе в создании технической комиссии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соответствии с пунктом</w:t>
      </w:r>
      <w:proofErr w:type="gramEnd"/>
      <w:r w:rsidRPr="004175DE">
        <w:rPr>
          <w:rFonts w:cs="Arial"/>
        </w:rPr>
        <w:t xml:space="preserve"> 8 настоящего Порядка, сообщение о нарушениях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течение одного рабочего дня с момента принятия решения направляется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lastRenderedPageBreak/>
        <w:t>органы, определенные в соответствии с частями 2 и 3 статьи 62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Градостроительного кодека Российской Федерации, о чем указывается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уведомлении.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10. При принятии решения о создании технической комиссии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должностным лицом </w:t>
      </w:r>
      <w:proofErr w:type="gramStart"/>
      <w:r w:rsidRPr="004175DE">
        <w:rPr>
          <w:rFonts w:cs="Arial"/>
        </w:rPr>
        <w:t>готовится проект постановления администрации</w:t>
      </w:r>
      <w:r w:rsidR="005A4F10" w:rsidRPr="004175DE">
        <w:rPr>
          <w:rFonts w:cs="Arial"/>
        </w:rPr>
        <w:t xml:space="preserve"> </w:t>
      </w:r>
      <w:r w:rsidR="00BB61E5">
        <w:rPr>
          <w:rFonts w:cs="Arial"/>
        </w:rPr>
        <w:t>Абрамовского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и передается</w:t>
      </w:r>
      <w:proofErr w:type="gramEnd"/>
      <w:r w:rsidRPr="004175DE">
        <w:rPr>
          <w:rFonts w:cs="Arial"/>
        </w:rPr>
        <w:t xml:space="preserve"> главе </w:t>
      </w:r>
      <w:r w:rsidR="00BB61E5">
        <w:rPr>
          <w:rFonts w:cs="Arial"/>
        </w:rPr>
        <w:t>Абрамовского</w:t>
      </w:r>
      <w:r w:rsidR="005A4F10" w:rsidRPr="004175DE">
        <w:rPr>
          <w:rFonts w:cs="Arial"/>
          <w:iCs/>
        </w:rPr>
        <w:t xml:space="preserve"> сельского поселения</w:t>
      </w:r>
      <w:r w:rsidR="005A4F10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для подписания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 день его составления.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В случае причинения вреда жизни или здоровью физических лиц,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имуществу физических или юридических лиц в результате нарушения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 деятельности в отношении объектов,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 указанных в частях 2 и 3 статьи 62 Градостроительного кодека Российской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Федерации, техническая комисси</w:t>
      </w:r>
      <w:r w:rsidR="001F0745" w:rsidRPr="004175DE">
        <w:rPr>
          <w:rFonts w:cs="Arial"/>
        </w:rPr>
        <w:t>я</w:t>
      </w:r>
      <w:r w:rsidRPr="004175DE">
        <w:rPr>
          <w:rFonts w:cs="Arial"/>
        </w:rPr>
        <w:t xml:space="preserve"> должна быть создана в течение десяти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дней со дня </w:t>
      </w:r>
      <w:r w:rsidR="00DD1014" w:rsidRPr="004175DE">
        <w:rPr>
          <w:rFonts w:cs="Arial"/>
        </w:rPr>
        <w:t xml:space="preserve">получения информации, в соответствии </w:t>
      </w:r>
      <w:r w:rsidR="00DD1014" w:rsidRPr="00BB61E5">
        <w:rPr>
          <w:rFonts w:cs="Arial"/>
        </w:rPr>
        <w:t xml:space="preserve">с </w:t>
      </w:r>
      <w:hyperlink r:id="rId10" w:history="1">
        <w:r w:rsidR="00DD1014" w:rsidRPr="00BB61E5">
          <w:rPr>
            <w:rStyle w:val="a7"/>
            <w:rFonts w:cs="Arial"/>
            <w:color w:val="auto"/>
          </w:rPr>
          <w:t>пунктом 5</w:t>
        </w:r>
      </w:hyperlink>
      <w:r w:rsidR="00DD1014" w:rsidRPr="004175DE">
        <w:rPr>
          <w:rFonts w:cs="Arial"/>
        </w:rPr>
        <w:t xml:space="preserve"> настоящего Порядка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11. В состав технической комиссии входят: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должностные лица (руководитель технической комиссии и 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заместитель);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б) представитель экспертной организации, аккредитованной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(аттестованной) в установленном законодательством Российской Федерации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порядке (по согласованию);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представитель организации, которой проведена государственная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экспертиза проектной документации и (или) результатов инженерных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изысканий, выполненных для подготовки проектной документации, в случае,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если такая экспертиза проводилась (по согласованию);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иные лица, имеющие специальные познания (по согласованию).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12. Руководитель технической комиссии проводит заседания,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организует работу ее деятельности, осуществляет иные полномочия, в том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числе: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распределяет обязанности между членами 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подписывает протоколы заседания, акты осмотра, заключения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обеспечивает обобщение внесенных замечаний, предложений 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дополнений с целью внесения их в протокол заседания;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дает поручения членам технической комиссии.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13. Члены технической комиссии: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участвуют в заседании 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высказывают замечания, предложения по вопросам, рассматриваемым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на заседании 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подписывают акты осмотра;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исполняют поручения руководителя технической комиссии.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14. Заседания технической комиссии считается правомочным, если на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нем присутствует не менее двух третей ее членов.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Решение технической комиссии считается принятым, если за него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проголосовало более половины присутствующих на заседании членов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15. В постановлении о создании технической комиссии </w:t>
      </w:r>
      <w:proofErr w:type="gramStart"/>
      <w:r w:rsidRPr="004175DE">
        <w:rPr>
          <w:rFonts w:cs="Arial"/>
        </w:rPr>
        <w:t>указывается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персональный состав членов комиссии и устанавливается</w:t>
      </w:r>
      <w:proofErr w:type="gramEnd"/>
      <w:r w:rsidRPr="004175DE">
        <w:rPr>
          <w:rFonts w:cs="Arial"/>
        </w:rPr>
        <w:t xml:space="preserve"> срок ее работы (не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более двух месяцев со дня ее создания).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16. Заинтересованные лица, а также представители физических лиц и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объединений могут принимать участие в качестве наблюдателей в работе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 при установлении причин нарушения законодательства</w:t>
      </w:r>
      <w:r w:rsidR="005A4F10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Заинтересованными лицами являются лица, которые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Градостроительным кодексом Российской Федерации определяются как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застройщик, технический </w:t>
      </w:r>
      <w:r w:rsidRPr="004175DE">
        <w:rPr>
          <w:rFonts w:cs="Arial"/>
        </w:rPr>
        <w:lastRenderedPageBreak/>
        <w:t>заказчик, лицо, выполняющее инженерные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изыскания, лицо, осуществляющее подготовку проектной документации,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лицо, осуществляющее строительство, лицо, осуществляющее снос, либо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представители, а также представители специализированной экспертной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организации в области проектирования и строительства.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17. </w:t>
      </w:r>
      <w:proofErr w:type="gramStart"/>
      <w:r w:rsidRPr="004175DE">
        <w:rPr>
          <w:rFonts w:cs="Arial"/>
        </w:rPr>
        <w:t>Заинтересованные лица обязаны в сроки, установленные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комиссией, представить ей необходимую для установления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причин нарушения законодательства о градостроительной деятельности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информацию, включая документы, справки, сведения, связанные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проведением инженерных изысканий, выполнением работ по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проектированию, строительству, реконструкции, капитальному ремонту,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сносу в отношении объекта капитального строительства, а также образцы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(пробы) применяемых строительных материалов (конструкций).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18. </w:t>
      </w:r>
      <w:proofErr w:type="gramStart"/>
      <w:r w:rsidRPr="004175DE">
        <w:rPr>
          <w:rFonts w:cs="Arial"/>
        </w:rPr>
        <w:t>В целях установления причин нарушения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техническая комиссия решает следующие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задачи: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а) устанавливает факт нарушения 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определяет существо нарушений, а также обстоятельства, 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повлекшие; </w:t>
      </w:r>
      <w:proofErr w:type="gramStart"/>
      <w:r w:rsidRPr="004175DE">
        <w:rPr>
          <w:rFonts w:cs="Arial"/>
        </w:rPr>
        <w:t>при отсутствии технических регламентов проверяет соблюдение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подлежащих обязательному исполнению при осуществлении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строительных норм и правил, федеральных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 и правил безопасности, государственных стандартов, других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нормативных правовых актов Российской Федерации, в том числе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нормативных документов федеральных органов исполнительной власти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части, соответствующей целям, указанным в пункте 1 статьи 46 Федерального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закона «О техническом регулировании»;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б) </w:t>
      </w:r>
      <w:proofErr w:type="gramStart"/>
      <w:r w:rsidRPr="004175DE">
        <w:rPr>
          <w:rFonts w:cs="Arial"/>
        </w:rPr>
        <w:t>устанавливает характер причиненного вреда и определяет</w:t>
      </w:r>
      <w:proofErr w:type="gramEnd"/>
      <w:r w:rsidRPr="004175DE">
        <w:rPr>
          <w:rFonts w:cs="Arial"/>
        </w:rPr>
        <w:t xml:space="preserve"> его размер;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устанавливает причинно-следственную связь между нарушением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 и возникновением вреда,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а также обстоятельства, указывающие на виновность лиц;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определяет необходимые меры по восстановлению благоприятных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условий жизнедеятельности человека.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19. Для решения задач, указанных в пункте 18 настоящего Порядка,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техническая комиссия имеет право проводить следующие мероприятия: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осматривает объект капитального строительства, а также имущество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физических или юридических лиц, которым причинен вред, в том числе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применением фот</w:t>
      </w:r>
      <w:proofErr w:type="gramStart"/>
      <w:r w:rsidRPr="004175DE">
        <w:rPr>
          <w:rFonts w:cs="Arial"/>
        </w:rPr>
        <w:t>о-</w:t>
      </w:r>
      <w:proofErr w:type="gramEnd"/>
      <w:r w:rsidRPr="004175DE">
        <w:rPr>
          <w:rFonts w:cs="Arial"/>
        </w:rPr>
        <w:t xml:space="preserve"> и видеосъемки, и оформляет акт осмотра с приложением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необходимых документов, включая схемы и чертежи;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б) </w:t>
      </w:r>
      <w:proofErr w:type="gramStart"/>
      <w:r w:rsidRPr="004175DE">
        <w:rPr>
          <w:rFonts w:cs="Arial"/>
        </w:rPr>
        <w:t>запрашивает у заинтересованных лиц и изучает</w:t>
      </w:r>
      <w:proofErr w:type="gramEnd"/>
      <w:r w:rsidRPr="004175DE">
        <w:rPr>
          <w:rFonts w:cs="Arial"/>
        </w:rPr>
        <w:t xml:space="preserve"> материалы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инженерных изысканий, исходно-разрешительную и проектную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документацию, на основании которой осуществлялось строительство либо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эксплуатация объекта, и иных документов, справок, сведений, письменных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объяснений;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получает необходимые документы, справки, сведения, а также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разъяснения от физических и (или) юридических лиц, которым причинен вред,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иных представителей граждан и их объединений;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г) организует проведение необходимых для выполнения задач,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указанных в пункте 18 настоящего Порядка, экспертиз, исследований,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лабораторных и иных испытаний, а также оценки размера причиненного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вреда.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20. Техническая комиссия формирует комплект документов,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включающий в себя: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извещение о возникновении аварийной ситуации, заявление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физического и (или) юридического лица либо их представителей, документы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государственных органов и (или) органов местного самоуправления,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содержащие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деятельности, повлекшем за </w:t>
      </w:r>
      <w:r w:rsidRPr="004175DE">
        <w:rPr>
          <w:rFonts w:cs="Arial"/>
        </w:rPr>
        <w:lastRenderedPageBreak/>
        <w:t>собой причинение вреда, иные документы,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содержащие сведения о нарушении законодательства о градостроительной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деятельности, повлекшем за собой причинение вреда, полученные из других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источников;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акт осмотра объекта капитального строительства, составляемый по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форме, предусмотренной приложением № 1 к настоящему Порядку,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приложением фот</w:t>
      </w:r>
      <w:proofErr w:type="gramStart"/>
      <w:r w:rsidRPr="004175DE">
        <w:rPr>
          <w:rFonts w:cs="Arial"/>
        </w:rPr>
        <w:t>о-</w:t>
      </w:r>
      <w:proofErr w:type="gramEnd"/>
      <w:r w:rsidRPr="004175DE">
        <w:rPr>
          <w:rFonts w:cs="Arial"/>
        </w:rPr>
        <w:t xml:space="preserve"> и видеоматериалов, схем или чертежей;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постановление о создании технической комиссии по установлению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причин нарушения 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протоколы заседаний 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заключения экспертиз, исследований, лабораторных и иных испытаний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об обстоятельствах и причинах аварии, о разрушениях объекта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 или его части, технических устройств (оборудования),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установленных на объекте капитального строительства к моменту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наступления аварийной ситуации, об объемах или количестве выбросов,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сбросов опасных веществ с необходимыми расчетами, графическими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материалами;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материалы территориального планирования, градостроительного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зонирования, планировки территорий, архитектурно-строительного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проектирования (включая инженерные изыскания) объекта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копии проектов организации строительства, проектов организации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работ по сносу или демонтажу объектов капитального строительства,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организационно-технологической документации;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копии общего и специальных журналов, исполнительной документации;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справки о размере причиненного вреда и оценке экономического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ущерба;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справки, письменные объяснения;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иные материалы в зависимости от характера нарушений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</w:t>
      </w:r>
      <w:proofErr w:type="gramStart"/>
      <w:r w:rsidRPr="004175DE">
        <w:rPr>
          <w:rFonts w:cs="Arial"/>
        </w:rPr>
        <w:t>о</w:t>
      </w:r>
      <w:proofErr w:type="gramEnd"/>
      <w:r w:rsidRPr="004175DE">
        <w:rPr>
          <w:rFonts w:cs="Arial"/>
        </w:rPr>
        <w:t xml:space="preserve"> градостроительной деятельности и причиненного вреда;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заключение технической комиссии.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Комплект документов, оформленных по результатам работы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технической комиссии, должен быть </w:t>
      </w:r>
      <w:proofErr w:type="gramStart"/>
      <w:r w:rsidRPr="004175DE">
        <w:rPr>
          <w:rFonts w:cs="Arial"/>
        </w:rPr>
        <w:t>прошит и пронумерован</w:t>
      </w:r>
      <w:proofErr w:type="gramEnd"/>
      <w:r w:rsidRPr="004175DE">
        <w:rPr>
          <w:rFonts w:cs="Arial"/>
        </w:rPr>
        <w:t>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21. </w:t>
      </w:r>
      <w:proofErr w:type="gramStart"/>
      <w:r w:rsidRPr="004175DE">
        <w:rPr>
          <w:rFonts w:cs="Arial"/>
        </w:rPr>
        <w:t>По результатам работы технической комиссии составляется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заключение (приложение № 2 к настоящему Порядку), содержащее сведения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составе технической комиссии и наблюдателях, об объекте капитального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строительства, обстоятельствах произошедшего нарушения законодательства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о градостроительной деятельности, а также выводы в соответствии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требованиями, указанными в части 6 статьи 62 Градостроительного кодекса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Федерации.</w:t>
      </w:r>
      <w:r w:rsidR="005A4F10" w:rsidRPr="004175DE">
        <w:rPr>
          <w:rFonts w:cs="Arial"/>
        </w:rPr>
        <w:t xml:space="preserve"> 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Заключение технической комиссии подписывается всеми членами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комиссии. В случае несогласия отдельных членов технической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комиссии с общими выводами они представляют руководителю комиссии в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письменной форме мотивированное особое мнение.</w:t>
      </w:r>
      <w:r w:rsidR="005A4F10" w:rsidRPr="004175DE">
        <w:rPr>
          <w:rFonts w:cs="Arial"/>
        </w:rPr>
        <w:t xml:space="preserve"> 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 случае</w:t>
      </w:r>
      <w:proofErr w:type="gramStart"/>
      <w:r w:rsidRPr="004175DE">
        <w:rPr>
          <w:rFonts w:cs="Arial"/>
        </w:rPr>
        <w:t>,</w:t>
      </w:r>
      <w:proofErr w:type="gramEnd"/>
      <w:r w:rsidRPr="004175DE">
        <w:rPr>
          <w:rFonts w:cs="Arial"/>
        </w:rPr>
        <w:t xml:space="preserve"> если техническая комиссия не установит факт нарушения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законодательства о градостроительной деятельности либо придет к выводу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том, что причинение вреда не связано с нарушением законодательства о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деятельности, составляется отрицательное заключение с</w:t>
      </w:r>
      <w:r w:rsidR="005A4F10" w:rsidRPr="004175DE">
        <w:rPr>
          <w:rFonts w:cs="Arial"/>
        </w:rPr>
        <w:t xml:space="preserve"> </w:t>
      </w:r>
      <w:r w:rsidRPr="004175DE">
        <w:rPr>
          <w:rFonts w:cs="Arial"/>
        </w:rPr>
        <w:t>мотивированным обоснованием принятого решения.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22. Заключение технической комиссии подлежит утверждению главой</w:t>
      </w:r>
      <w:r w:rsidR="005A4F10" w:rsidRPr="004175DE">
        <w:rPr>
          <w:rFonts w:cs="Arial"/>
        </w:rPr>
        <w:t xml:space="preserve"> </w:t>
      </w:r>
      <w:r w:rsidR="00BB61E5">
        <w:rPr>
          <w:rFonts w:cs="Arial"/>
        </w:rPr>
        <w:t>Абрамовского</w:t>
      </w:r>
      <w:r w:rsidR="005A4F10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</w:rPr>
        <w:t>,</w:t>
      </w:r>
      <w:r w:rsidR="005A4F10" w:rsidRPr="004175DE">
        <w:rPr>
          <w:rFonts w:cs="Arial"/>
        </w:rPr>
        <w:t xml:space="preserve"> </w:t>
      </w:r>
      <w:proofErr w:type="gramStart"/>
      <w:r w:rsidRPr="004175DE">
        <w:rPr>
          <w:rFonts w:cs="Arial"/>
        </w:rPr>
        <w:t>который</w:t>
      </w:r>
      <w:proofErr w:type="gramEnd"/>
      <w:r w:rsidRPr="004175DE">
        <w:rPr>
          <w:rFonts w:cs="Arial"/>
        </w:rPr>
        <w:t xml:space="preserve"> может принять решение о возвращении представленных материалов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для проведения дополнительной проверки.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lastRenderedPageBreak/>
        <w:t>Одновременно с утверждением заключения технической комиссии глава</w:t>
      </w:r>
      <w:r w:rsidR="00975C96" w:rsidRPr="004175DE">
        <w:rPr>
          <w:rFonts w:cs="Arial"/>
        </w:rPr>
        <w:t xml:space="preserve"> </w:t>
      </w:r>
      <w:r w:rsidR="00BB61E5">
        <w:rPr>
          <w:rFonts w:cs="Arial"/>
        </w:rPr>
        <w:t>Абрамовского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принимает решение о завершении работы технической комиссии в форме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постановления.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 случае если техническая комиссия приходит к выводу о том, что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причинение вреда физическим и (или) юридическим лицам не связано с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нарушением законодательства о градостроительной деятельности, глава</w:t>
      </w:r>
      <w:r w:rsidR="00975C96" w:rsidRPr="004175DE">
        <w:rPr>
          <w:rFonts w:cs="Arial"/>
        </w:rPr>
        <w:t xml:space="preserve"> </w:t>
      </w:r>
      <w:r w:rsidR="00BB61E5">
        <w:rPr>
          <w:rFonts w:cs="Arial"/>
        </w:rPr>
        <w:t>Абрамовского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течение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пяти рабочих дней после утверждения заключения технической комиссии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определяет орган, которому надлежит направить материалы для дальнейшего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расследования.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23. Утвержденное заключение технической комиссии размещается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должностным лицом на официальном сайте администрации </w:t>
      </w:r>
      <w:r w:rsidR="00BB61E5">
        <w:rPr>
          <w:rFonts w:cs="Arial"/>
        </w:rPr>
        <w:t>Абрамовского</w:t>
      </w:r>
      <w:r w:rsidR="00975C96" w:rsidRPr="004175DE">
        <w:rPr>
          <w:rFonts w:cs="Arial"/>
          <w:iCs/>
        </w:rPr>
        <w:t xml:space="preserve"> сельского поселения</w:t>
      </w:r>
      <w:r w:rsidRPr="004175DE">
        <w:rPr>
          <w:rFonts w:cs="Arial"/>
          <w:i/>
          <w:iCs/>
        </w:rPr>
        <w:t xml:space="preserve"> </w:t>
      </w:r>
      <w:r w:rsidRPr="004175DE">
        <w:rPr>
          <w:rFonts w:cs="Arial"/>
        </w:rPr>
        <w:t>в информационно-телекоммуникационной сети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«Интернет» в течение десяти календарных дней </w:t>
      </w:r>
      <w:proofErr w:type="gramStart"/>
      <w:r w:rsidRPr="004175DE">
        <w:rPr>
          <w:rFonts w:cs="Arial"/>
        </w:rPr>
        <w:t>с даты</w:t>
      </w:r>
      <w:proofErr w:type="gramEnd"/>
      <w:r w:rsidRPr="004175DE">
        <w:rPr>
          <w:rFonts w:cs="Arial"/>
        </w:rPr>
        <w:t xml:space="preserve"> его утверждения.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24. Копия заключения технической комиссии в десятидневный срок со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дня его утверждения направляется (вручается):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а) физическому и (или) юридическому лицу, которому причинен вред;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б) заинтересованным лицам, которые участвовали в заседании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технической комиссии;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в) представителям граждан и их объединений - по их письменным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запросам.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25. Заинтересованные лица, а также представители граждан и их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объединений, указанные в пункте 5 настоящего Порядка, в случае их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несогласия с заключением технической комиссии могут оспорить его в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судебном порядке.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26. Срок установления причин нарушения законодательства о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не должен превышать двух месяцев со дня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создания технической комиссии.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27. Обращение со сведениями, составляющими государственную тайну,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при установлении причин нарушения законодательства о градостроительной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деятельности осуществляется с учетом требований законодательства</w:t>
      </w:r>
      <w:r w:rsidR="00975C96" w:rsidRPr="004175DE">
        <w:rPr>
          <w:rFonts w:cs="Arial"/>
        </w:rPr>
        <w:t xml:space="preserve"> </w:t>
      </w:r>
      <w:r w:rsidRPr="004175DE">
        <w:rPr>
          <w:rFonts w:cs="Arial"/>
        </w:rPr>
        <w:t>Российской Федерации о государственной тайне.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br w:type="page"/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lastRenderedPageBreak/>
        <w:t>Приложение № 1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к Порядку, утвержденному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BB61E5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>
        <w:rPr>
          <w:rFonts w:cs="Arial"/>
        </w:rPr>
        <w:t>Абрамовского</w:t>
      </w:r>
      <w:r w:rsidRPr="004175DE">
        <w:rPr>
          <w:rFonts w:cs="Arial"/>
          <w:iCs/>
        </w:rPr>
        <w:t xml:space="preserve"> </w:t>
      </w:r>
      <w:r w:rsidR="00975C96" w:rsidRPr="004175DE">
        <w:rPr>
          <w:rFonts w:cs="Arial"/>
          <w:iCs/>
        </w:rPr>
        <w:t>сельского поселения</w:t>
      </w:r>
    </w:p>
    <w:p w:rsidR="00BB61E5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>
        <w:rPr>
          <w:rFonts w:cs="Arial"/>
          <w:iCs/>
        </w:rPr>
        <w:t>Таловского муниципального района</w:t>
      </w:r>
    </w:p>
    <w:p w:rsidR="00975C96" w:rsidRPr="004175DE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/>
          <w:iCs/>
        </w:rPr>
      </w:pPr>
      <w:r>
        <w:rPr>
          <w:rFonts w:cs="Arial"/>
          <w:iCs/>
        </w:rPr>
        <w:t>Воронежской области</w:t>
      </w:r>
      <w:r w:rsidR="00975C96" w:rsidRPr="004175DE">
        <w:rPr>
          <w:rFonts w:cs="Arial"/>
          <w:i/>
          <w:iCs/>
        </w:rPr>
        <w:t xml:space="preserve"> </w:t>
      </w:r>
    </w:p>
    <w:p w:rsidR="00AF5D56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 xml:space="preserve">от </w:t>
      </w:r>
      <w:r w:rsidR="004155D6">
        <w:rPr>
          <w:rFonts w:cs="Arial"/>
        </w:rPr>
        <w:t>20.02.2023 г. № 10</w:t>
      </w:r>
    </w:p>
    <w:p w:rsidR="00BB61E5" w:rsidRPr="004175DE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175DE">
        <w:rPr>
          <w:rFonts w:cs="Arial"/>
        </w:rPr>
        <w:t>АКТ ОСМОТРА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175DE">
        <w:rPr>
          <w:rFonts w:cs="Arial"/>
        </w:rPr>
        <w:t>объекта капитального строительства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</w:t>
      </w:r>
      <w:r w:rsidR="00975C96" w:rsidRPr="004175DE">
        <w:rPr>
          <w:rFonts w:cs="Arial"/>
        </w:rPr>
        <w:t>________</w:t>
      </w:r>
    </w:p>
    <w:p w:rsidR="00975C96" w:rsidRPr="004175DE" w:rsidRDefault="00975C9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«__» __________ 20_</w:t>
      </w:r>
      <w:r w:rsidR="00975C96" w:rsidRPr="004175DE">
        <w:rPr>
          <w:rFonts w:cs="Arial"/>
        </w:rPr>
        <w:t>__</w:t>
      </w:r>
      <w:r w:rsidRPr="004175DE">
        <w:rPr>
          <w:rFonts w:cs="Arial"/>
        </w:rPr>
        <w:t>_ г. № 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(место составления)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Мною (нами),________________</w:t>
      </w:r>
      <w:r w:rsidR="00975C96" w:rsidRPr="004175DE">
        <w:rPr>
          <w:rFonts w:cs="Arial"/>
        </w:rPr>
        <w:t>______</w:t>
      </w:r>
      <w:r w:rsidRPr="004175DE">
        <w:rPr>
          <w:rFonts w:cs="Arial"/>
        </w:rPr>
        <w:t>___________________________________</w:t>
      </w:r>
      <w:r w:rsidR="00BB61E5">
        <w:rPr>
          <w:rFonts w:cs="Arial"/>
        </w:rPr>
        <w:t>______</w:t>
      </w:r>
      <w:r w:rsidRPr="004175DE">
        <w:rPr>
          <w:rFonts w:cs="Arial"/>
        </w:rPr>
        <w:t>_</w:t>
      </w:r>
    </w:p>
    <w:p w:rsidR="00975C96" w:rsidRPr="004175DE" w:rsidRDefault="00975C9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(ФИО, должность)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в период с «__» </w:t>
      </w:r>
      <w:proofErr w:type="gramStart"/>
      <w:r w:rsidRPr="004175DE">
        <w:rPr>
          <w:rFonts w:cs="Arial"/>
        </w:rPr>
        <w:t>ч</w:t>
      </w:r>
      <w:proofErr w:type="gramEnd"/>
      <w:r w:rsidRPr="004175DE">
        <w:rPr>
          <w:rFonts w:cs="Arial"/>
        </w:rPr>
        <w:t xml:space="preserve"> «__» мин «__» _______ 20__ г. по «__» ч «__» мин «__»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</w:t>
      </w:r>
      <w:r w:rsidR="00975C96" w:rsidRPr="004175DE">
        <w:rPr>
          <w:rFonts w:cs="Arial"/>
        </w:rPr>
        <w:t>______</w:t>
      </w:r>
      <w:r w:rsidRPr="004175DE">
        <w:rPr>
          <w:rFonts w:cs="Arial"/>
        </w:rPr>
        <w:t>_ 20_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 г. проведен осмотр объекта капитального строительства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 адресу:________________________________________________________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</w:t>
      </w:r>
      <w:r w:rsidR="00BB61E5">
        <w:rPr>
          <w:rFonts w:cs="Arial"/>
        </w:rPr>
        <w:t>__</w:t>
      </w:r>
      <w:r w:rsidRPr="004175DE">
        <w:rPr>
          <w:rFonts w:cs="Arial"/>
        </w:rPr>
        <w:t>_</w:t>
      </w:r>
    </w:p>
    <w:p w:rsidR="00975C96" w:rsidRPr="004175DE" w:rsidRDefault="00975C9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Осмотр проведен в присутствии _________________________________</w:t>
      </w:r>
      <w:r w:rsidR="00BB61E5">
        <w:rPr>
          <w:rFonts w:cs="Arial"/>
        </w:rPr>
        <w:t>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(ФИО, должность)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 результатам осмотра установлено следующее: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______________________</w:t>
      </w:r>
      <w:r w:rsidR="00975C96" w:rsidRPr="004175DE">
        <w:rPr>
          <w:rFonts w:cs="Arial"/>
        </w:rPr>
        <w:t>_</w:t>
      </w:r>
      <w:r w:rsidRPr="004175DE">
        <w:rPr>
          <w:rFonts w:cs="Arial"/>
        </w:rPr>
        <w:t>__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</w:t>
      </w:r>
      <w:r w:rsidR="00975C96" w:rsidRPr="004175DE">
        <w:rPr>
          <w:rFonts w:cs="Arial"/>
        </w:rPr>
        <w:t>____</w:t>
      </w:r>
      <w:r w:rsidRPr="004175DE">
        <w:rPr>
          <w:rFonts w:cs="Arial"/>
        </w:rPr>
        <w:t>______________</w:t>
      </w:r>
    </w:p>
    <w:p w:rsidR="00975C96" w:rsidRPr="004175DE" w:rsidRDefault="00975C9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Приложения: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__</w:t>
      </w:r>
      <w:r w:rsidR="00975C96" w:rsidRPr="004175DE">
        <w:rPr>
          <w:rFonts w:cs="Arial"/>
        </w:rPr>
        <w:t>___</w:t>
      </w:r>
      <w:r w:rsidRPr="004175DE">
        <w:rPr>
          <w:rFonts w:cs="Arial"/>
        </w:rPr>
        <w:t>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</w:t>
      </w:r>
      <w:r w:rsidR="00975C96" w:rsidRPr="004175DE">
        <w:rPr>
          <w:rFonts w:cs="Arial"/>
        </w:rPr>
        <w:t>__</w:t>
      </w:r>
      <w:r w:rsidR="00BB61E5">
        <w:rPr>
          <w:rFonts w:cs="Arial"/>
        </w:rPr>
        <w:t>_</w:t>
      </w:r>
      <w:r w:rsidR="00975C96" w:rsidRPr="004175DE">
        <w:rPr>
          <w:rFonts w:cs="Arial"/>
        </w:rPr>
        <w:t>_</w:t>
      </w:r>
      <w:r w:rsidRPr="004175DE">
        <w:rPr>
          <w:rFonts w:cs="Arial"/>
        </w:rPr>
        <w:t>____</w:t>
      </w:r>
    </w:p>
    <w:p w:rsidR="00975C96" w:rsidRPr="004175DE" w:rsidRDefault="00975C9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Подписи лиц, присутствовавших при проведении осмотра: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5C96" w:rsidRPr="004175DE" w:rsidTr="00975C96"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(должность)</w:t>
            </w:r>
          </w:p>
        </w:tc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</w:tbl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Подписи должностных лиц, проводивших осмотр: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5C96" w:rsidRPr="004175DE" w:rsidTr="00041DB5"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(должность)</w:t>
            </w:r>
          </w:p>
        </w:tc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90" w:type="dxa"/>
          </w:tcPr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  <w:p w:rsidR="00975C96" w:rsidRPr="004175DE" w:rsidRDefault="00975C96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</w:tbl>
    <w:p w:rsidR="00975C96" w:rsidRPr="004175DE" w:rsidRDefault="00975C9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br w:type="page"/>
      </w:r>
      <w:r w:rsidRPr="004175DE">
        <w:rPr>
          <w:rFonts w:cs="Arial"/>
        </w:rPr>
        <w:lastRenderedPageBreak/>
        <w:t>Приложение № 1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к Порядку, утвержденному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постановлением администрации</w:t>
      </w:r>
    </w:p>
    <w:p w:rsidR="00975C96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/>
          <w:iCs/>
        </w:rPr>
      </w:pPr>
      <w:r>
        <w:rPr>
          <w:rFonts w:cs="Arial"/>
        </w:rPr>
        <w:t>Абрамовского</w:t>
      </w:r>
      <w:r w:rsidR="00975C96" w:rsidRPr="004175DE">
        <w:rPr>
          <w:rFonts w:cs="Arial"/>
          <w:iCs/>
        </w:rPr>
        <w:t xml:space="preserve"> сельского поселения</w:t>
      </w:r>
      <w:r w:rsidR="00975C96" w:rsidRPr="004175DE">
        <w:rPr>
          <w:rFonts w:cs="Arial"/>
          <w:i/>
          <w:iCs/>
        </w:rPr>
        <w:t xml:space="preserve"> </w:t>
      </w:r>
    </w:p>
    <w:p w:rsidR="00BB61E5" w:rsidRPr="00BB61E5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 w:rsidRPr="00BB61E5">
        <w:rPr>
          <w:rFonts w:cs="Arial"/>
          <w:iCs/>
        </w:rPr>
        <w:t>Таловского муниципального района</w:t>
      </w:r>
    </w:p>
    <w:p w:rsidR="00BB61E5" w:rsidRPr="00BB61E5" w:rsidRDefault="00BB61E5" w:rsidP="00BB61E5">
      <w:pPr>
        <w:autoSpaceDE w:val="0"/>
        <w:autoSpaceDN w:val="0"/>
        <w:adjustRightInd w:val="0"/>
        <w:ind w:firstLine="709"/>
        <w:jc w:val="right"/>
        <w:rPr>
          <w:rFonts w:cs="Arial"/>
          <w:iCs/>
        </w:rPr>
      </w:pPr>
      <w:r w:rsidRPr="00BB61E5">
        <w:rPr>
          <w:rFonts w:cs="Arial"/>
          <w:iCs/>
        </w:rPr>
        <w:t>Воронежской области</w:t>
      </w:r>
    </w:p>
    <w:p w:rsidR="00975C96" w:rsidRPr="004175DE" w:rsidRDefault="00975C9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bookmarkStart w:id="0" w:name="_GoBack"/>
      <w:bookmarkEnd w:id="0"/>
      <w:r w:rsidRPr="004175DE">
        <w:rPr>
          <w:rFonts w:cs="Arial"/>
        </w:rPr>
        <w:t xml:space="preserve">от </w:t>
      </w:r>
      <w:r w:rsidR="004155D6">
        <w:rPr>
          <w:rFonts w:cs="Arial"/>
        </w:rPr>
        <w:t>20.02.2023 г. № 10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>УТВЕРЖДАЮ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4175DE">
        <w:rPr>
          <w:rFonts w:cs="Arial"/>
        </w:rPr>
        <w:t xml:space="preserve">глава </w:t>
      </w:r>
      <w:r w:rsidR="00BB61E5">
        <w:rPr>
          <w:rFonts w:cs="Arial"/>
        </w:rPr>
        <w:t>Абрамовского</w:t>
      </w:r>
      <w:r w:rsidR="00975C96" w:rsidRPr="004175DE">
        <w:rPr>
          <w:rFonts w:cs="Arial"/>
        </w:rPr>
        <w:t xml:space="preserve"> сельского поселения</w:t>
      </w:r>
    </w:p>
    <w:tbl>
      <w:tblPr>
        <w:tblStyle w:val="a8"/>
        <w:tblpPr w:leftFromText="180" w:rightFromText="180" w:vertAnchor="text" w:horzAnchor="page" w:tblpX="5398" w:tblpY="1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2"/>
        <w:gridCol w:w="3183"/>
      </w:tblGrid>
      <w:tr w:rsidR="00C618F8" w:rsidRPr="004175DE" w:rsidTr="00C618F8">
        <w:trPr>
          <w:trHeight w:val="548"/>
        </w:trPr>
        <w:tc>
          <w:tcPr>
            <w:tcW w:w="3182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175DE">
              <w:rPr>
                <w:rFonts w:cs="Arial"/>
              </w:rPr>
              <w:t>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182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rPr>
          <w:trHeight w:val="637"/>
        </w:trPr>
        <w:tc>
          <w:tcPr>
            <w:tcW w:w="6365" w:type="dxa"/>
            <w:gridSpan w:val="2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«_____» ______________ 20 ___ г.</w:t>
            </w:r>
          </w:p>
        </w:tc>
      </w:tr>
    </w:tbl>
    <w:p w:rsidR="00975C96" w:rsidRPr="004175DE" w:rsidRDefault="00975C9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 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 </w:t>
      </w:r>
    </w:p>
    <w:p w:rsidR="00C618F8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C618F8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175DE">
        <w:rPr>
          <w:rFonts w:cs="Arial"/>
        </w:rPr>
        <w:t>ЗАКЛЮЧЕНИЕ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4175DE">
        <w:rPr>
          <w:rFonts w:cs="Arial"/>
        </w:rPr>
        <w:t>технической комиссии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</w:t>
      </w:r>
      <w:r w:rsidR="00C618F8" w:rsidRPr="004175DE">
        <w:rPr>
          <w:rFonts w:cs="Arial"/>
        </w:rPr>
        <w:t>________</w:t>
      </w:r>
      <w:r w:rsidRPr="004175DE">
        <w:rPr>
          <w:rFonts w:cs="Arial"/>
        </w:rPr>
        <w:t>__</w:t>
      </w:r>
    </w:p>
    <w:p w:rsidR="00C618F8" w:rsidRPr="004175DE" w:rsidRDefault="00C618F8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4175DE">
        <w:rPr>
          <w:rFonts w:cs="Arial"/>
        </w:rPr>
        <w:t>(указать наименование и почтовый или строительный адрес объекта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капитального строительства)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(место составления)</w:t>
      </w:r>
    </w:p>
    <w:p w:rsidR="00C618F8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Технической комиссией, созданной постановлением _____</w:t>
      </w:r>
      <w:r w:rsidR="00C618F8" w:rsidRPr="004175DE">
        <w:rPr>
          <w:rFonts w:cs="Arial"/>
        </w:rPr>
        <w:t>__________</w:t>
      </w:r>
      <w:r w:rsidR="00BB61E5">
        <w:rPr>
          <w:rFonts w:cs="Arial"/>
        </w:rPr>
        <w:t>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</w:t>
      </w:r>
      <w:r w:rsidR="00C618F8" w:rsidRPr="004175DE">
        <w:rPr>
          <w:rFonts w:cs="Arial"/>
        </w:rPr>
        <w:t>____</w:t>
      </w:r>
      <w:r w:rsidRPr="004175DE">
        <w:rPr>
          <w:rFonts w:cs="Arial"/>
        </w:rPr>
        <w:t>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(указать наименование администрации)</w:t>
      </w:r>
    </w:p>
    <w:p w:rsidR="00C618F8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в составе: </w:t>
      </w:r>
      <w:r w:rsidR="00C618F8" w:rsidRPr="004175DE">
        <w:rPr>
          <w:rFonts w:cs="Arial"/>
        </w:rPr>
        <w:t>_____________________________</w:t>
      </w:r>
      <w:r w:rsidR="00BB61E5">
        <w:rPr>
          <w:rFonts w:cs="Arial"/>
        </w:rPr>
        <w:t>__________________________</w:t>
      </w:r>
    </w:p>
    <w:p w:rsidR="00C618F8" w:rsidRPr="004175DE" w:rsidRDefault="00C618F8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___</w:t>
      </w:r>
    </w:p>
    <w:p w:rsidR="00C618F8" w:rsidRPr="004175DE" w:rsidRDefault="00C618F8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</w:t>
      </w:r>
    </w:p>
    <w:p w:rsidR="00C618F8" w:rsidRPr="004175DE" w:rsidRDefault="00C618F8" w:rsidP="00BB61E5">
      <w:pPr>
        <w:autoSpaceDE w:val="0"/>
        <w:autoSpaceDN w:val="0"/>
        <w:adjustRightInd w:val="0"/>
        <w:ind w:firstLine="0"/>
        <w:rPr>
          <w:rFonts w:cs="Arial"/>
        </w:rPr>
      </w:pPr>
      <w:r w:rsidRPr="004175DE">
        <w:rPr>
          <w:rFonts w:cs="Arial"/>
        </w:rPr>
        <w:t>_______________________________________________________________</w:t>
      </w:r>
      <w:r w:rsidR="00BB61E5">
        <w:rPr>
          <w:rFonts w:cs="Arial"/>
        </w:rPr>
        <w:t>_</w:t>
      </w:r>
      <w:r w:rsidRPr="004175DE">
        <w:rPr>
          <w:rFonts w:cs="Arial"/>
        </w:rPr>
        <w:t>______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ФИО, должность (указываются все члены технической комиссии),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>установлено следующее: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1. </w:t>
      </w:r>
      <w:r w:rsidRPr="004175DE">
        <w:rPr>
          <w:rFonts w:cs="Arial"/>
        </w:rPr>
        <w:t>Общие сведения об объекте капитального строительства:</w:t>
      </w:r>
    </w:p>
    <w:p w:rsidR="00AF5D56" w:rsidRPr="00BB61E5" w:rsidRDefault="00AF5D56" w:rsidP="00BB61E5">
      <w:pPr>
        <w:autoSpaceDE w:val="0"/>
        <w:autoSpaceDN w:val="0"/>
        <w:adjustRightInd w:val="0"/>
        <w:ind w:firstLine="709"/>
        <w:rPr>
          <w:rFonts w:cs="Arial"/>
          <w:iCs/>
        </w:rPr>
      </w:pPr>
      <w:r w:rsidRPr="00BB61E5">
        <w:rPr>
          <w:rFonts w:cs="Arial"/>
          <w:iCs/>
        </w:rPr>
        <w:t>- (параметры объекта, номер, дата выдачи и срок действия разрешения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(разрешений) на строительство, реквизиты заключения (заключений)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государственной экспертизы проектной документации и результатов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инженерных изысканий;</w:t>
      </w:r>
    </w:p>
    <w:p w:rsidR="00AF5D56" w:rsidRPr="00BB61E5" w:rsidRDefault="00AF5D56" w:rsidP="00BB61E5">
      <w:pPr>
        <w:autoSpaceDE w:val="0"/>
        <w:autoSpaceDN w:val="0"/>
        <w:adjustRightInd w:val="0"/>
        <w:ind w:firstLine="709"/>
        <w:rPr>
          <w:rFonts w:cs="Arial"/>
          <w:iCs/>
        </w:rPr>
      </w:pPr>
      <w:r w:rsidRPr="00BB61E5">
        <w:rPr>
          <w:rFonts w:cs="Arial"/>
          <w:iCs/>
        </w:rPr>
        <w:t>- информация о застройщике, техническом заказчике, лице,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выполняющем инженерные изыскания,</w:t>
      </w:r>
      <w:r w:rsidR="00C618F8" w:rsidRPr="00BB61E5">
        <w:rPr>
          <w:rFonts w:cs="Arial"/>
          <w:iCs/>
        </w:rPr>
        <w:t xml:space="preserve"> лице, осуществляющем подготовку </w:t>
      </w:r>
      <w:r w:rsidRPr="00BB61E5">
        <w:rPr>
          <w:rFonts w:cs="Arial"/>
          <w:iCs/>
        </w:rPr>
        <w:t>проектной документации, лице, осуществляющем строительство, лице,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осуществляющем снос, их представителях, а также о представителях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специализированной экспертной организации в области проектирования и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строительства;</w:t>
      </w:r>
    </w:p>
    <w:p w:rsidR="00AF5D56" w:rsidRPr="00BB61E5" w:rsidRDefault="00AF5D56" w:rsidP="00BB61E5">
      <w:pPr>
        <w:autoSpaceDE w:val="0"/>
        <w:autoSpaceDN w:val="0"/>
        <w:adjustRightInd w:val="0"/>
        <w:ind w:firstLine="709"/>
        <w:rPr>
          <w:rFonts w:cs="Arial"/>
          <w:iCs/>
        </w:rPr>
      </w:pPr>
      <w:r w:rsidRPr="00BB61E5">
        <w:rPr>
          <w:rFonts w:cs="Arial"/>
          <w:iCs/>
        </w:rPr>
        <w:t>- о лицах, осуществляющих строительный контроль; о проектных</w:t>
      </w:r>
      <w:r w:rsidR="00C618F8" w:rsidRPr="00BB61E5">
        <w:rPr>
          <w:rFonts w:cs="Arial"/>
          <w:iCs/>
        </w:rPr>
        <w:t xml:space="preserve"> </w:t>
      </w:r>
      <w:r w:rsidRPr="00BB61E5">
        <w:rPr>
          <w:rFonts w:cs="Arial"/>
          <w:iCs/>
        </w:rPr>
        <w:t>решениях, предусмотренных проектной и рабочей документацией).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2. </w:t>
      </w:r>
      <w:r w:rsidRPr="004175DE">
        <w:rPr>
          <w:rFonts w:cs="Arial"/>
        </w:rPr>
        <w:t>Обстоятельства произошедшего случая нарушения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 xml:space="preserve">законодательства о </w:t>
      </w:r>
      <w:proofErr w:type="gramStart"/>
      <w:r w:rsidRPr="004175DE">
        <w:rPr>
          <w:rFonts w:cs="Arial"/>
        </w:rPr>
        <w:t>градостроительной</w:t>
      </w:r>
      <w:proofErr w:type="gramEnd"/>
      <w:r w:rsidRPr="004175DE">
        <w:rPr>
          <w:rFonts w:cs="Arial"/>
        </w:rPr>
        <w:t xml:space="preserve"> деятельности на объекте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>капитального строительства.</w:t>
      </w:r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3. </w:t>
      </w:r>
      <w:proofErr w:type="gramStart"/>
      <w:r w:rsidRPr="004175DE">
        <w:rPr>
          <w:rFonts w:cs="Arial"/>
        </w:rPr>
        <w:t>Причины и последствия нарушений законодательства о</w:t>
      </w:r>
      <w:r w:rsidR="00C618F8" w:rsidRPr="004175DE">
        <w:rPr>
          <w:rFonts w:cs="Arial"/>
        </w:rPr>
        <w:t xml:space="preserve"> </w:t>
      </w:r>
      <w:r w:rsidRPr="004175DE">
        <w:rPr>
          <w:rFonts w:cs="Arial"/>
        </w:rPr>
        <w:t>градостроительной деятельности на объекте капитального строительства.</w:t>
      </w:r>
      <w:proofErr w:type="gramEnd"/>
    </w:p>
    <w:p w:rsidR="00AF5D56" w:rsidRPr="004175DE" w:rsidRDefault="00AF5D56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  <w:bCs/>
        </w:rPr>
        <w:t xml:space="preserve">Раздел 4. </w:t>
      </w:r>
      <w:r w:rsidRPr="004175DE">
        <w:rPr>
          <w:rFonts w:cs="Arial"/>
        </w:rPr>
        <w:t>Выводы.</w:t>
      </w:r>
    </w:p>
    <w:p w:rsidR="00C618F8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984"/>
        <w:gridCol w:w="3650"/>
      </w:tblGrid>
      <w:tr w:rsidR="00C618F8" w:rsidRPr="004175DE" w:rsidTr="00C618F8">
        <w:tc>
          <w:tcPr>
            <w:tcW w:w="3936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lastRenderedPageBreak/>
              <w:t>Руководитель технической комиссии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(подпись</w:t>
            </w:r>
            <w:r w:rsidR="00BB61E5">
              <w:rPr>
                <w:rFonts w:cs="Arial"/>
              </w:rPr>
              <w:t>)</w:t>
            </w:r>
          </w:p>
        </w:tc>
        <w:tc>
          <w:tcPr>
            <w:tcW w:w="3650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Заместитель руководителя технической комиссии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Члены технической комиссии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  <w:tr w:rsidR="00C618F8" w:rsidRPr="004175DE" w:rsidTr="00C618F8">
        <w:tc>
          <w:tcPr>
            <w:tcW w:w="3936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1984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(подпись)</w:t>
            </w:r>
          </w:p>
        </w:tc>
        <w:tc>
          <w:tcPr>
            <w:tcW w:w="3650" w:type="dxa"/>
          </w:tcPr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4175DE">
              <w:rPr>
                <w:rFonts w:cs="Arial"/>
              </w:rPr>
              <w:t>_______________________</w:t>
            </w:r>
          </w:p>
          <w:p w:rsidR="00C618F8" w:rsidRPr="004175DE" w:rsidRDefault="00C618F8" w:rsidP="00BB61E5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4175DE">
              <w:rPr>
                <w:rFonts w:cs="Arial"/>
              </w:rPr>
              <w:t>(расшифровка подписи)</w:t>
            </w:r>
          </w:p>
        </w:tc>
      </w:tr>
    </w:tbl>
    <w:p w:rsidR="00AF5D56" w:rsidRPr="004175DE" w:rsidRDefault="00C618F8" w:rsidP="00BB61E5">
      <w:pPr>
        <w:autoSpaceDE w:val="0"/>
        <w:autoSpaceDN w:val="0"/>
        <w:adjustRightInd w:val="0"/>
        <w:ind w:firstLine="709"/>
        <w:rPr>
          <w:rFonts w:cs="Arial"/>
        </w:rPr>
      </w:pPr>
      <w:r w:rsidRPr="004175DE">
        <w:rPr>
          <w:rFonts w:cs="Arial"/>
        </w:rPr>
        <w:t xml:space="preserve"> </w:t>
      </w:r>
    </w:p>
    <w:sectPr w:rsidR="00AF5D56" w:rsidRPr="004175DE" w:rsidSect="00BB61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86F" w:rsidRDefault="00E1486F" w:rsidP="006F3B1A">
      <w:r>
        <w:separator/>
      </w:r>
    </w:p>
  </w:endnote>
  <w:endnote w:type="continuationSeparator" w:id="0">
    <w:p w:rsidR="00E1486F" w:rsidRDefault="00E1486F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86F" w:rsidRDefault="00E1486F" w:rsidP="006F3B1A">
      <w:r>
        <w:separator/>
      </w:r>
    </w:p>
  </w:footnote>
  <w:footnote w:type="continuationSeparator" w:id="0">
    <w:p w:rsidR="00E1486F" w:rsidRDefault="00E1486F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9"/>
    <w:rsid w:val="000D0ECB"/>
    <w:rsid w:val="000E3447"/>
    <w:rsid w:val="00117D36"/>
    <w:rsid w:val="00166F5F"/>
    <w:rsid w:val="001B2260"/>
    <w:rsid w:val="001B7FAB"/>
    <w:rsid w:val="001C2B07"/>
    <w:rsid w:val="001C4BD6"/>
    <w:rsid w:val="001D1EC5"/>
    <w:rsid w:val="001F0745"/>
    <w:rsid w:val="00217DC1"/>
    <w:rsid w:val="00240ADF"/>
    <w:rsid w:val="002F659F"/>
    <w:rsid w:val="00344943"/>
    <w:rsid w:val="003B0797"/>
    <w:rsid w:val="003E0B94"/>
    <w:rsid w:val="004155D6"/>
    <w:rsid w:val="004175DE"/>
    <w:rsid w:val="00424F14"/>
    <w:rsid w:val="004338AB"/>
    <w:rsid w:val="00443EEF"/>
    <w:rsid w:val="00493D99"/>
    <w:rsid w:val="004B6B06"/>
    <w:rsid w:val="004E7CB7"/>
    <w:rsid w:val="005334DF"/>
    <w:rsid w:val="005A4F10"/>
    <w:rsid w:val="005E433D"/>
    <w:rsid w:val="005F34C0"/>
    <w:rsid w:val="005F658F"/>
    <w:rsid w:val="00682A3C"/>
    <w:rsid w:val="006F3B1A"/>
    <w:rsid w:val="006F6979"/>
    <w:rsid w:val="007215E6"/>
    <w:rsid w:val="00781048"/>
    <w:rsid w:val="007D00AD"/>
    <w:rsid w:val="007E13F6"/>
    <w:rsid w:val="00834B6B"/>
    <w:rsid w:val="0083530B"/>
    <w:rsid w:val="008B6263"/>
    <w:rsid w:val="008E120E"/>
    <w:rsid w:val="00975C96"/>
    <w:rsid w:val="00A65A70"/>
    <w:rsid w:val="00A734FD"/>
    <w:rsid w:val="00AF5D56"/>
    <w:rsid w:val="00AF6074"/>
    <w:rsid w:val="00B0004B"/>
    <w:rsid w:val="00B33DC8"/>
    <w:rsid w:val="00BB61E5"/>
    <w:rsid w:val="00C618F8"/>
    <w:rsid w:val="00C83441"/>
    <w:rsid w:val="00CD564A"/>
    <w:rsid w:val="00D90461"/>
    <w:rsid w:val="00DA1CFE"/>
    <w:rsid w:val="00DB7E7E"/>
    <w:rsid w:val="00DD1014"/>
    <w:rsid w:val="00DF68B0"/>
    <w:rsid w:val="00E1486F"/>
    <w:rsid w:val="00E151A3"/>
    <w:rsid w:val="00E67CB2"/>
    <w:rsid w:val="00E87009"/>
    <w:rsid w:val="00EB1E10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75C9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75C9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66F5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6F5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6F5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6F5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6F5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66F5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6F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166F5F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6F5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6F5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6F5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493D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93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74A2EB2178C6DD5775C09EB74A7392CF91DBACC242F1D02E8D7B238823A4A3007642813C5D916E7719D233478F11C80D979B0D5384D09AC0F1D8t8t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74A2EB2178C6DD5775C09EB74A7392CF91DBACC242F1D02E8D7B238823A4A3007642813C5D916E7719D233478F11C80D979B0D5384D09AC0F1D8t8t7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114</TotalTime>
  <Pages>10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23803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15</cp:revision>
  <cp:lastPrinted>2022-11-13T11:29:00Z</cp:lastPrinted>
  <dcterms:created xsi:type="dcterms:W3CDTF">2022-12-26T06:57:00Z</dcterms:created>
  <dcterms:modified xsi:type="dcterms:W3CDTF">2023-02-18T07:35:00Z</dcterms:modified>
</cp:coreProperties>
</file>