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D14" w:rsidRPr="00667A08" w:rsidRDefault="00E65F5D" w:rsidP="00E11679">
      <w:pPr>
        <w:ind w:firstLine="0"/>
        <w:jc w:val="center"/>
        <w:rPr>
          <w:rFonts w:cs="Arial"/>
        </w:rPr>
      </w:pPr>
      <w:r w:rsidRPr="00667A08">
        <w:rPr>
          <w:rFonts w:cs="Arial"/>
          <w:noProof/>
        </w:rPr>
        <w:drawing>
          <wp:inline distT="0" distB="0" distL="0" distR="0">
            <wp:extent cx="676275" cy="800100"/>
            <wp:effectExtent l="19050" t="19050" r="28575" b="190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iLevel thresh="50000"/>
                      <a:extLst>
                        <a:ext uri="{BEBA8EAE-BF5A-486C-A8C5-ECC9F3942E4B}">
                          <a14:imgProps xmlns:a14="http://schemas.microsoft.com/office/drawing/2010/main">
                            <a14:imgLayer r:embed="rId10">
                              <a14:imgEffect>
                                <a14:sharpenSoften amount="-25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3175" cmpd="sng">
                      <a:solidFill>
                        <a:srgbClr val="FFFFFF"/>
                      </a:solidFill>
                      <a:miter lim="800000"/>
                      <a:headEnd/>
                      <a:tailEnd/>
                    </a:ln>
                    <a:effectLst/>
                  </pic:spPr>
                </pic:pic>
              </a:graphicData>
            </a:graphic>
          </wp:inline>
        </w:drawing>
      </w:r>
    </w:p>
    <w:p w:rsidR="00700819" w:rsidRPr="00700819" w:rsidRDefault="00700819" w:rsidP="00700819">
      <w:pPr>
        <w:ind w:firstLine="709"/>
        <w:jc w:val="center"/>
        <w:rPr>
          <w:rFonts w:cs="Arial"/>
        </w:rPr>
      </w:pPr>
      <w:r w:rsidRPr="00700819">
        <w:rPr>
          <w:rFonts w:cs="Arial"/>
          <w:bCs/>
          <w:spacing w:val="20"/>
        </w:rPr>
        <w:t>СОВЕТ НАРОДНЫХ ДЕПУТАТОВ</w:t>
      </w:r>
      <w:r w:rsidRPr="00700819">
        <w:rPr>
          <w:rFonts w:cs="Arial"/>
        </w:rPr>
        <w:t xml:space="preserve"> </w:t>
      </w:r>
    </w:p>
    <w:p w:rsidR="00700819" w:rsidRPr="00700819" w:rsidRDefault="00BC4B85" w:rsidP="00700819">
      <w:pPr>
        <w:ind w:firstLine="709"/>
        <w:jc w:val="center"/>
        <w:rPr>
          <w:rFonts w:cs="Arial"/>
        </w:rPr>
      </w:pPr>
      <w:r>
        <w:rPr>
          <w:rFonts w:cs="Arial"/>
          <w:bCs/>
          <w:spacing w:val="20"/>
        </w:rPr>
        <w:t>АБРАМОВСКОГО</w:t>
      </w:r>
      <w:r w:rsidR="00700819" w:rsidRPr="00700819">
        <w:rPr>
          <w:rFonts w:cs="Arial"/>
          <w:bCs/>
          <w:spacing w:val="20"/>
        </w:rPr>
        <w:t xml:space="preserve"> СЕЛЬСКОГО ПОСЕЛЕНИЯ</w:t>
      </w:r>
      <w:r w:rsidR="00700819" w:rsidRPr="00700819">
        <w:rPr>
          <w:rFonts w:cs="Arial"/>
        </w:rPr>
        <w:t xml:space="preserve"> </w:t>
      </w:r>
    </w:p>
    <w:p w:rsidR="00700819" w:rsidRPr="00700819" w:rsidRDefault="00700819" w:rsidP="00700819">
      <w:pPr>
        <w:ind w:firstLine="709"/>
        <w:jc w:val="center"/>
        <w:rPr>
          <w:rFonts w:cs="Arial"/>
        </w:rPr>
      </w:pPr>
      <w:r w:rsidRPr="00700819">
        <w:rPr>
          <w:rFonts w:cs="Arial"/>
          <w:bCs/>
        </w:rPr>
        <w:t>ТАЛОВСКОГО МУНИЦИПАЛЬНОГО РАЙОНА</w:t>
      </w:r>
      <w:r w:rsidRPr="00700819">
        <w:rPr>
          <w:rFonts w:cs="Arial"/>
        </w:rPr>
        <w:t xml:space="preserve"> </w:t>
      </w:r>
    </w:p>
    <w:p w:rsidR="00700819" w:rsidRPr="00700819" w:rsidRDefault="00700819" w:rsidP="00700819">
      <w:pPr>
        <w:ind w:firstLine="709"/>
        <w:jc w:val="center"/>
        <w:rPr>
          <w:rFonts w:cs="Arial"/>
        </w:rPr>
      </w:pPr>
      <w:r w:rsidRPr="00700819">
        <w:rPr>
          <w:rFonts w:cs="Arial"/>
          <w:bCs/>
        </w:rPr>
        <w:t>ВОРОНЕЖСКОЙ ОБЛАСТИ</w:t>
      </w:r>
    </w:p>
    <w:p w:rsidR="00700819" w:rsidRPr="00700819" w:rsidRDefault="00700819" w:rsidP="00700819">
      <w:pPr>
        <w:ind w:firstLine="709"/>
        <w:jc w:val="center"/>
        <w:rPr>
          <w:rFonts w:cs="Arial"/>
          <w:bCs/>
          <w:spacing w:val="20"/>
        </w:rPr>
      </w:pPr>
    </w:p>
    <w:p w:rsidR="00700819" w:rsidRPr="00700819" w:rsidRDefault="00700819" w:rsidP="00700819">
      <w:pPr>
        <w:ind w:firstLine="709"/>
        <w:jc w:val="center"/>
        <w:rPr>
          <w:rFonts w:cs="Arial"/>
        </w:rPr>
      </w:pPr>
      <w:r w:rsidRPr="00700819">
        <w:rPr>
          <w:rFonts w:cs="Arial"/>
          <w:bCs/>
          <w:spacing w:val="20"/>
        </w:rPr>
        <w:t>РЕШЕНИЕ</w:t>
      </w:r>
    </w:p>
    <w:p w:rsidR="00700819" w:rsidRPr="00700819" w:rsidRDefault="00700819" w:rsidP="00700819">
      <w:pPr>
        <w:ind w:firstLine="709"/>
        <w:jc w:val="left"/>
        <w:rPr>
          <w:rFonts w:cs="Arial"/>
        </w:rPr>
      </w:pPr>
    </w:p>
    <w:p w:rsidR="00700819" w:rsidRPr="00700819" w:rsidRDefault="00700819" w:rsidP="00700819">
      <w:pPr>
        <w:ind w:firstLine="709"/>
        <w:jc w:val="left"/>
        <w:rPr>
          <w:rFonts w:cs="Arial"/>
        </w:rPr>
      </w:pPr>
      <w:r w:rsidRPr="00700819">
        <w:rPr>
          <w:rFonts w:cs="Arial"/>
        </w:rPr>
        <w:t xml:space="preserve">от </w:t>
      </w:r>
      <w:r w:rsidR="00153B1F">
        <w:rPr>
          <w:rFonts w:cs="Arial"/>
        </w:rPr>
        <w:t xml:space="preserve">20 апреля </w:t>
      </w:r>
      <w:r w:rsidRPr="00700819">
        <w:rPr>
          <w:rFonts w:cs="Arial"/>
        </w:rPr>
        <w:t>202</w:t>
      </w:r>
      <w:r w:rsidRPr="00667A08">
        <w:rPr>
          <w:rFonts w:cs="Arial"/>
        </w:rPr>
        <w:t>3</w:t>
      </w:r>
      <w:r w:rsidR="00153B1F">
        <w:rPr>
          <w:rFonts w:cs="Arial"/>
        </w:rPr>
        <w:t xml:space="preserve"> года № 72</w:t>
      </w:r>
    </w:p>
    <w:p w:rsidR="00700819" w:rsidRPr="00700819" w:rsidRDefault="00BC4B85" w:rsidP="00700819">
      <w:pPr>
        <w:ind w:firstLine="709"/>
        <w:jc w:val="left"/>
        <w:rPr>
          <w:rFonts w:cs="Arial"/>
        </w:rPr>
      </w:pPr>
      <w:r>
        <w:rPr>
          <w:rFonts w:cs="Arial"/>
        </w:rPr>
        <w:t>п. Абрамовка</w:t>
      </w:r>
    </w:p>
    <w:p w:rsidR="00700819" w:rsidRPr="00700819" w:rsidRDefault="00700819" w:rsidP="00700819">
      <w:pPr>
        <w:tabs>
          <w:tab w:val="left" w:pos="708"/>
          <w:tab w:val="center" w:pos="4536"/>
          <w:tab w:val="right" w:pos="9072"/>
        </w:tabs>
        <w:ind w:firstLine="709"/>
        <w:rPr>
          <w:rFonts w:cs="Arial"/>
        </w:rPr>
      </w:pPr>
      <w:bookmarkStart w:id="0" w:name="_GoBack"/>
    </w:p>
    <w:p w:rsidR="00700819" w:rsidRPr="00700819" w:rsidRDefault="00700819" w:rsidP="00700819">
      <w:pPr>
        <w:tabs>
          <w:tab w:val="left" w:pos="708"/>
          <w:tab w:val="center" w:pos="4536"/>
          <w:tab w:val="right" w:pos="9072"/>
        </w:tabs>
        <w:ind w:right="4819" w:firstLine="0"/>
        <w:rPr>
          <w:rFonts w:cs="Arial"/>
          <w:b/>
        </w:rPr>
      </w:pPr>
      <w:r w:rsidRPr="00700819">
        <w:rPr>
          <w:rFonts w:cs="Arial"/>
          <w:b/>
        </w:rPr>
        <w:t xml:space="preserve">О внесении изменений в решение </w:t>
      </w:r>
      <w:bookmarkEnd w:id="0"/>
      <w:r w:rsidRPr="00700819">
        <w:rPr>
          <w:rFonts w:cs="Arial"/>
          <w:b/>
        </w:rPr>
        <w:t xml:space="preserve">Совета народных депутатов </w:t>
      </w:r>
      <w:r w:rsidR="00BC4B85">
        <w:rPr>
          <w:rFonts w:cs="Arial"/>
          <w:b/>
        </w:rPr>
        <w:t>Абрамовского</w:t>
      </w:r>
      <w:r w:rsidR="00F0075E">
        <w:rPr>
          <w:rFonts w:cs="Arial"/>
          <w:b/>
        </w:rPr>
        <w:t xml:space="preserve"> </w:t>
      </w:r>
      <w:r w:rsidR="00F0075E" w:rsidRPr="00F0075E">
        <w:rPr>
          <w:rFonts w:cs="Arial"/>
          <w:b/>
        </w:rPr>
        <w:t xml:space="preserve">сельского поселения </w:t>
      </w:r>
      <w:r w:rsidRPr="00700819">
        <w:rPr>
          <w:rFonts w:cs="Arial"/>
          <w:b/>
        </w:rPr>
        <w:t>Таловского муниципального района Воронежской об</w:t>
      </w:r>
      <w:r w:rsidR="00BC4B85">
        <w:rPr>
          <w:rFonts w:cs="Arial"/>
          <w:b/>
        </w:rPr>
        <w:t xml:space="preserve">ласти от </w:t>
      </w:r>
      <w:r w:rsidR="00E06496">
        <w:rPr>
          <w:rFonts w:cs="Arial"/>
          <w:b/>
        </w:rPr>
        <w:t>07.07.2016</w:t>
      </w:r>
      <w:r w:rsidR="00BC4B85">
        <w:rPr>
          <w:rFonts w:cs="Arial"/>
          <w:b/>
        </w:rPr>
        <w:t xml:space="preserve"> г. № 33</w:t>
      </w:r>
      <w:r w:rsidRPr="00700819">
        <w:rPr>
          <w:rFonts w:cs="Arial"/>
          <w:b/>
        </w:rPr>
        <w:t xml:space="preserve"> «Об утверждении Положения о бюджетном процессе в </w:t>
      </w:r>
      <w:r w:rsidR="00BC4B85">
        <w:rPr>
          <w:rFonts w:cs="Arial"/>
          <w:b/>
        </w:rPr>
        <w:t>Абрамовском</w:t>
      </w:r>
      <w:r w:rsidR="00F0075E" w:rsidRPr="00F0075E">
        <w:rPr>
          <w:rFonts w:cs="Arial"/>
        </w:rPr>
        <w:t xml:space="preserve"> </w:t>
      </w:r>
      <w:r w:rsidR="00F0075E" w:rsidRPr="00F0075E">
        <w:rPr>
          <w:rFonts w:cs="Arial"/>
          <w:b/>
        </w:rPr>
        <w:t xml:space="preserve">сельском поселении </w:t>
      </w:r>
      <w:r w:rsidRPr="00700819">
        <w:rPr>
          <w:rFonts w:cs="Arial"/>
          <w:b/>
        </w:rPr>
        <w:t>Таловского муниципального района Воронежской области»</w:t>
      </w:r>
    </w:p>
    <w:p w:rsidR="00700819" w:rsidRPr="00700819" w:rsidRDefault="00700819" w:rsidP="00700819">
      <w:pPr>
        <w:tabs>
          <w:tab w:val="left" w:pos="708"/>
          <w:tab w:val="center" w:pos="4536"/>
          <w:tab w:val="right" w:pos="9072"/>
        </w:tabs>
        <w:ind w:firstLine="709"/>
        <w:rPr>
          <w:rFonts w:cs="Arial"/>
        </w:rPr>
      </w:pPr>
    </w:p>
    <w:p w:rsidR="00BC4B85" w:rsidRDefault="00700819" w:rsidP="00700819">
      <w:pPr>
        <w:tabs>
          <w:tab w:val="left" w:pos="708"/>
          <w:tab w:val="center" w:pos="4536"/>
          <w:tab w:val="right" w:pos="9072"/>
        </w:tabs>
        <w:ind w:firstLine="709"/>
        <w:rPr>
          <w:rFonts w:cs="Arial"/>
        </w:rPr>
      </w:pPr>
      <w:r w:rsidRPr="00700819">
        <w:rPr>
          <w:rFonts w:cs="Arial"/>
        </w:rPr>
        <w:t>В соответствии с Бюджетным кодексом РФ, в целях осуществления бюджетного процесса в</w:t>
      </w:r>
      <w:r w:rsidR="00F0075E">
        <w:rPr>
          <w:rFonts w:cs="Arial"/>
        </w:rPr>
        <w:t xml:space="preserve"> </w:t>
      </w:r>
      <w:r w:rsidR="00BC4B85">
        <w:rPr>
          <w:rFonts w:cs="Arial"/>
        </w:rPr>
        <w:t>Абрамовском</w:t>
      </w:r>
      <w:r w:rsidRPr="00700819">
        <w:rPr>
          <w:rFonts w:cs="Arial"/>
        </w:rPr>
        <w:t xml:space="preserve"> сельском поселении, Совет народных депутатов </w:t>
      </w:r>
      <w:r w:rsidR="00BC4B85">
        <w:rPr>
          <w:rFonts w:cs="Arial"/>
        </w:rPr>
        <w:t>Абрамовского</w:t>
      </w:r>
      <w:r w:rsidRPr="00700819">
        <w:rPr>
          <w:rFonts w:cs="Arial"/>
        </w:rPr>
        <w:t xml:space="preserve"> сельского поселения Таловского муниципального района Воронежской области </w:t>
      </w:r>
    </w:p>
    <w:p w:rsidR="00BC4B85" w:rsidRDefault="00BC4B85" w:rsidP="00700819">
      <w:pPr>
        <w:tabs>
          <w:tab w:val="left" w:pos="708"/>
          <w:tab w:val="center" w:pos="4536"/>
          <w:tab w:val="right" w:pos="9072"/>
        </w:tabs>
        <w:ind w:firstLine="709"/>
        <w:rPr>
          <w:rFonts w:cs="Arial"/>
        </w:rPr>
      </w:pPr>
    </w:p>
    <w:p w:rsidR="00700819" w:rsidRPr="00700819" w:rsidRDefault="00BC4B85" w:rsidP="00BC4B85">
      <w:pPr>
        <w:tabs>
          <w:tab w:val="left" w:pos="708"/>
          <w:tab w:val="center" w:pos="4536"/>
          <w:tab w:val="right" w:pos="9072"/>
        </w:tabs>
        <w:ind w:firstLine="709"/>
        <w:jc w:val="center"/>
        <w:rPr>
          <w:rFonts w:cs="Arial"/>
        </w:rPr>
      </w:pPr>
      <w:r>
        <w:rPr>
          <w:rFonts w:cs="Arial"/>
        </w:rPr>
        <w:t>РЕШИЛ:</w:t>
      </w:r>
    </w:p>
    <w:p w:rsidR="00700819" w:rsidRPr="00700819" w:rsidRDefault="00700819" w:rsidP="00700819">
      <w:pPr>
        <w:tabs>
          <w:tab w:val="left" w:pos="708"/>
          <w:tab w:val="center" w:pos="4536"/>
          <w:tab w:val="right" w:pos="9072"/>
        </w:tabs>
        <w:ind w:firstLine="709"/>
        <w:rPr>
          <w:rFonts w:cs="Arial"/>
        </w:rPr>
      </w:pPr>
    </w:p>
    <w:p w:rsidR="00700819" w:rsidRPr="00667A08" w:rsidRDefault="00700819" w:rsidP="00700819">
      <w:pPr>
        <w:tabs>
          <w:tab w:val="left" w:pos="708"/>
          <w:tab w:val="center" w:pos="4536"/>
          <w:tab w:val="right" w:pos="9072"/>
        </w:tabs>
        <w:ind w:firstLine="709"/>
        <w:rPr>
          <w:rFonts w:cs="Arial"/>
        </w:rPr>
      </w:pPr>
      <w:r w:rsidRPr="00700819">
        <w:rPr>
          <w:rFonts w:cs="Arial"/>
        </w:rPr>
        <w:t>1.</w:t>
      </w:r>
      <w:r w:rsidR="00F0075E">
        <w:rPr>
          <w:rFonts w:cs="Arial"/>
        </w:rPr>
        <w:t xml:space="preserve"> </w:t>
      </w:r>
      <w:proofErr w:type="gramStart"/>
      <w:r w:rsidRPr="00700819">
        <w:rPr>
          <w:rFonts w:cs="Arial"/>
        </w:rPr>
        <w:t>Внести в Положение о бюджетном процессе в</w:t>
      </w:r>
      <w:r w:rsidR="00F0075E">
        <w:rPr>
          <w:rFonts w:cs="Arial"/>
        </w:rPr>
        <w:t xml:space="preserve"> </w:t>
      </w:r>
      <w:r w:rsidR="00BC4B85">
        <w:rPr>
          <w:rFonts w:cs="Arial"/>
        </w:rPr>
        <w:t>Абрамовском</w:t>
      </w:r>
      <w:r w:rsidRPr="00700819">
        <w:rPr>
          <w:rFonts w:cs="Arial"/>
        </w:rPr>
        <w:t xml:space="preserve"> сельском поселении Таловского муниципального района Воронежской области, утвержденное решением Совета народных депутатов</w:t>
      </w:r>
      <w:r w:rsidR="00F0075E">
        <w:rPr>
          <w:rFonts w:cs="Arial"/>
        </w:rPr>
        <w:t xml:space="preserve"> </w:t>
      </w:r>
      <w:r w:rsidR="00BC4B85">
        <w:rPr>
          <w:rFonts w:cs="Arial"/>
        </w:rPr>
        <w:t>Абрамовского</w:t>
      </w:r>
      <w:r w:rsidRPr="00700819">
        <w:rPr>
          <w:rFonts w:cs="Arial"/>
        </w:rPr>
        <w:t xml:space="preserve"> сельского поселения Таловского муниципал</w:t>
      </w:r>
      <w:r w:rsidR="00BC4B85">
        <w:rPr>
          <w:rFonts w:cs="Arial"/>
        </w:rPr>
        <w:t xml:space="preserve">ьного района от </w:t>
      </w:r>
      <w:r w:rsidR="00E06496">
        <w:rPr>
          <w:rFonts w:cs="Arial"/>
        </w:rPr>
        <w:t xml:space="preserve">07.07.2016 </w:t>
      </w:r>
      <w:r w:rsidR="00BC4B85">
        <w:rPr>
          <w:rFonts w:cs="Arial"/>
        </w:rPr>
        <w:t>г. № 33</w:t>
      </w:r>
      <w:r w:rsidRPr="00700819">
        <w:rPr>
          <w:rFonts w:cs="Arial"/>
        </w:rPr>
        <w:t xml:space="preserve"> «Об утверждении Положения о бюджетном процессе в </w:t>
      </w:r>
      <w:r w:rsidR="00BC4B85">
        <w:rPr>
          <w:rFonts w:cs="Arial"/>
        </w:rPr>
        <w:t>Абрамовском</w:t>
      </w:r>
      <w:r w:rsidRPr="00700819">
        <w:rPr>
          <w:rFonts w:cs="Arial"/>
        </w:rPr>
        <w:t xml:space="preserve"> сельском поселении Таловского муниципального района Воронежской области» (далее - Положение) следующие изменения:</w:t>
      </w:r>
      <w:proofErr w:type="gramEnd"/>
    </w:p>
    <w:p w:rsidR="00700819" w:rsidRPr="00667A08" w:rsidRDefault="00BC4B85" w:rsidP="00700819">
      <w:pPr>
        <w:tabs>
          <w:tab w:val="left" w:pos="708"/>
          <w:tab w:val="center" w:pos="4536"/>
          <w:tab w:val="right" w:pos="9072"/>
        </w:tabs>
        <w:ind w:firstLine="709"/>
        <w:rPr>
          <w:rFonts w:cs="Arial"/>
        </w:rPr>
      </w:pPr>
      <w:r>
        <w:rPr>
          <w:rFonts w:cs="Arial"/>
        </w:rPr>
        <w:t xml:space="preserve">1.1. </w:t>
      </w:r>
      <w:r w:rsidR="00700819" w:rsidRPr="00667A08">
        <w:rPr>
          <w:rFonts w:cs="Arial"/>
        </w:rPr>
        <w:t xml:space="preserve">Подпункт 5.3. пункта 5 раздела </w:t>
      </w:r>
      <w:r w:rsidR="00700819" w:rsidRPr="00667A08">
        <w:rPr>
          <w:rFonts w:cs="Arial"/>
          <w:lang w:val="en-US"/>
        </w:rPr>
        <w:t>II</w:t>
      </w:r>
      <w:r w:rsidR="00700819" w:rsidRPr="00667A08">
        <w:rPr>
          <w:rFonts w:cs="Arial"/>
        </w:rPr>
        <w:t xml:space="preserve"> Положения изложить в новой редакции:</w:t>
      </w:r>
    </w:p>
    <w:p w:rsidR="00700819" w:rsidRPr="00667A08" w:rsidRDefault="00700819" w:rsidP="00700819">
      <w:pPr>
        <w:pStyle w:val="ConsPlusNormal"/>
        <w:widowControl/>
        <w:ind w:firstLine="709"/>
        <w:jc w:val="both"/>
        <w:rPr>
          <w:sz w:val="24"/>
          <w:szCs w:val="24"/>
        </w:rPr>
      </w:pPr>
      <w:r w:rsidRPr="00667A08">
        <w:rPr>
          <w:sz w:val="24"/>
          <w:szCs w:val="24"/>
        </w:rPr>
        <w:t xml:space="preserve">«5.3. Главный распорядитель средств местного бюджета выступает в суде от имени </w:t>
      </w:r>
      <w:r w:rsidR="00BC4B85">
        <w:rPr>
          <w:sz w:val="24"/>
          <w:szCs w:val="24"/>
        </w:rPr>
        <w:t>Абрамовского</w:t>
      </w:r>
      <w:r w:rsidRPr="00667A08">
        <w:rPr>
          <w:sz w:val="24"/>
          <w:szCs w:val="24"/>
        </w:rPr>
        <w:t xml:space="preserve"> сельского поселения Таловского муниципального района</w:t>
      </w:r>
      <w:r w:rsidRPr="00667A08">
        <w:rPr>
          <w:rStyle w:val="FontStyle12"/>
          <w:rFonts w:ascii="Arial" w:hAnsi="Arial" w:cs="Arial"/>
          <w:sz w:val="24"/>
          <w:szCs w:val="24"/>
        </w:rPr>
        <w:t xml:space="preserve"> </w:t>
      </w:r>
      <w:r w:rsidRPr="00667A08">
        <w:rPr>
          <w:sz w:val="24"/>
          <w:szCs w:val="24"/>
        </w:rPr>
        <w:t xml:space="preserve">в качестве представителя ответчика по искам к </w:t>
      </w:r>
      <w:proofErr w:type="spellStart"/>
      <w:r w:rsidR="00BC4B85">
        <w:rPr>
          <w:sz w:val="24"/>
          <w:szCs w:val="24"/>
        </w:rPr>
        <w:t>Абрамовскому</w:t>
      </w:r>
      <w:proofErr w:type="spellEnd"/>
      <w:r w:rsidRPr="00667A08">
        <w:rPr>
          <w:sz w:val="24"/>
          <w:szCs w:val="24"/>
        </w:rPr>
        <w:t xml:space="preserve"> сельскому поселению Таловского муниципального района:</w:t>
      </w:r>
    </w:p>
    <w:p w:rsidR="00700819" w:rsidRPr="00667A08" w:rsidRDefault="00BC4B85" w:rsidP="00700819">
      <w:pPr>
        <w:adjustRightInd w:val="0"/>
        <w:ind w:firstLine="709"/>
        <w:rPr>
          <w:rFonts w:cs="Arial"/>
        </w:rPr>
      </w:pPr>
      <w:r>
        <w:rPr>
          <w:rFonts w:cs="Arial"/>
        </w:rPr>
        <w:t xml:space="preserve">1) </w:t>
      </w:r>
      <w:r w:rsidR="00700819" w:rsidRPr="00667A08">
        <w:rPr>
          <w:rFonts w:cs="Arial"/>
        </w:rPr>
        <w:t>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700819" w:rsidRPr="00667A08" w:rsidRDefault="00BC4B85" w:rsidP="00700819">
      <w:pPr>
        <w:adjustRightInd w:val="0"/>
        <w:ind w:firstLine="709"/>
        <w:rPr>
          <w:rFonts w:cs="Arial"/>
        </w:rPr>
      </w:pPr>
      <w:r>
        <w:rPr>
          <w:rFonts w:cs="Arial"/>
        </w:rPr>
        <w:t xml:space="preserve">1.1) </w:t>
      </w:r>
      <w:r w:rsidR="00700819" w:rsidRPr="00667A08">
        <w:rPr>
          <w:rFonts w:cs="Arial"/>
        </w:rPr>
        <w:t xml:space="preserve">о взыскании денежных средств, в том числе судебных расходов, с казенного учреждения - должника, лицевой счет (счет) которому не открыт в </w:t>
      </w:r>
      <w:r w:rsidR="00700819" w:rsidRPr="00667A08">
        <w:rPr>
          <w:rFonts w:cs="Arial"/>
        </w:rPr>
        <w:lastRenderedPageBreak/>
        <w:t>органе Федерального казначейства, финансовом органе субъекта Российской Федерации, финансовом органе муниципального образования;</w:t>
      </w:r>
    </w:p>
    <w:p w:rsidR="00700819" w:rsidRPr="00667A08" w:rsidRDefault="00BC4B85" w:rsidP="00700819">
      <w:pPr>
        <w:adjustRightInd w:val="0"/>
        <w:ind w:firstLine="709"/>
        <w:rPr>
          <w:rFonts w:cs="Arial"/>
        </w:rPr>
      </w:pPr>
      <w:r>
        <w:rPr>
          <w:rFonts w:cs="Arial"/>
        </w:rPr>
        <w:t xml:space="preserve">2) </w:t>
      </w:r>
      <w:r w:rsidR="00700819" w:rsidRPr="00667A08">
        <w:rPr>
          <w:rFonts w:cs="Arial"/>
        </w:rPr>
        <w:t>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700819" w:rsidRPr="00667A08" w:rsidRDefault="00BC4B85" w:rsidP="00700819">
      <w:pPr>
        <w:adjustRightInd w:val="0"/>
        <w:ind w:firstLine="709"/>
        <w:rPr>
          <w:rFonts w:cs="Arial"/>
        </w:rPr>
      </w:pPr>
      <w:r>
        <w:rPr>
          <w:rFonts w:cs="Arial"/>
        </w:rPr>
        <w:t xml:space="preserve">3) </w:t>
      </w:r>
      <w:r w:rsidR="00700819" w:rsidRPr="00667A08">
        <w:rPr>
          <w:rFonts w:cs="Arial"/>
        </w:rPr>
        <w:t xml:space="preserve">по иным искам к сельскому поселению, по которым в соответствии с федеральным законом интересы сельского поселения представляет орган, осуществляющий в соответствии с бюджетным законодательством Российской </w:t>
      </w:r>
      <w:proofErr w:type="gramStart"/>
      <w:r w:rsidR="00700819" w:rsidRPr="00667A08">
        <w:rPr>
          <w:rFonts w:cs="Arial"/>
        </w:rPr>
        <w:t>Федерации полномочия главного распорядителя средств бюджета</w:t>
      </w:r>
      <w:proofErr w:type="gramEnd"/>
      <w:r w:rsidR="00700819" w:rsidRPr="00667A08">
        <w:rPr>
          <w:rFonts w:cs="Arial"/>
        </w:rPr>
        <w:t xml:space="preserve"> сельского поселения.»;</w:t>
      </w:r>
    </w:p>
    <w:p w:rsidR="00700819" w:rsidRPr="00667A08" w:rsidRDefault="00700819" w:rsidP="00700819">
      <w:pPr>
        <w:adjustRightInd w:val="0"/>
        <w:ind w:firstLine="709"/>
        <w:rPr>
          <w:rFonts w:cs="Arial"/>
        </w:rPr>
      </w:pPr>
      <w:r w:rsidRPr="00667A08">
        <w:rPr>
          <w:rFonts w:cs="Arial"/>
        </w:rPr>
        <w:t xml:space="preserve">1.2. Подпункт 5.4. пункта 5 раздела </w:t>
      </w:r>
      <w:r w:rsidRPr="00667A08">
        <w:rPr>
          <w:rFonts w:cs="Arial"/>
          <w:lang w:val="en-US"/>
        </w:rPr>
        <w:t>II</w:t>
      </w:r>
      <w:r w:rsidRPr="00667A08">
        <w:rPr>
          <w:rFonts w:cs="Arial"/>
        </w:rPr>
        <w:t xml:space="preserve"> Положения </w:t>
      </w:r>
      <w:r w:rsidR="00667A08" w:rsidRPr="00667A08">
        <w:rPr>
          <w:rFonts w:cs="Arial"/>
        </w:rPr>
        <w:t>признать утратившим силу</w:t>
      </w:r>
      <w:r w:rsidRPr="00667A08">
        <w:rPr>
          <w:rFonts w:cs="Arial"/>
        </w:rPr>
        <w:t>;</w:t>
      </w:r>
    </w:p>
    <w:p w:rsidR="00700819" w:rsidRPr="00667A08" w:rsidRDefault="00700819" w:rsidP="00700819">
      <w:pPr>
        <w:adjustRightInd w:val="0"/>
        <w:ind w:firstLine="709"/>
        <w:rPr>
          <w:rFonts w:cs="Arial"/>
        </w:rPr>
      </w:pPr>
      <w:r w:rsidRPr="00667A08">
        <w:rPr>
          <w:rFonts w:cs="Arial"/>
        </w:rPr>
        <w:t xml:space="preserve">1.3. В подпункте 4.2. пункта 4 раздела </w:t>
      </w:r>
      <w:r w:rsidRPr="00667A08">
        <w:rPr>
          <w:rFonts w:cs="Arial"/>
          <w:lang w:val="en-US"/>
        </w:rPr>
        <w:t>III</w:t>
      </w:r>
      <w:r w:rsidRPr="00667A08">
        <w:rPr>
          <w:rFonts w:cs="Arial"/>
        </w:rPr>
        <w:t xml:space="preserve"> Положения слова «и не может превышать 3 процента утвержденного указанным Решением Совета народных депутатов </w:t>
      </w:r>
      <w:r w:rsidR="00BC4B85">
        <w:rPr>
          <w:rFonts w:cs="Arial"/>
        </w:rPr>
        <w:t>Абрамовского</w:t>
      </w:r>
      <w:r w:rsidRPr="00667A08">
        <w:rPr>
          <w:rFonts w:cs="Arial"/>
        </w:rPr>
        <w:t xml:space="preserve"> сельского поселения Таловского муниципального района общего объема расходов» исключить;</w:t>
      </w:r>
    </w:p>
    <w:p w:rsidR="00700819" w:rsidRPr="00667A08" w:rsidRDefault="00700819" w:rsidP="00700819">
      <w:pPr>
        <w:adjustRightInd w:val="0"/>
        <w:ind w:firstLine="709"/>
        <w:rPr>
          <w:rFonts w:cs="Arial"/>
        </w:rPr>
      </w:pPr>
      <w:r w:rsidRPr="00667A08">
        <w:rPr>
          <w:rFonts w:cs="Arial"/>
        </w:rPr>
        <w:t xml:space="preserve">1.4. Пункт 9 раздела </w:t>
      </w:r>
      <w:r w:rsidRPr="00667A08">
        <w:rPr>
          <w:rFonts w:cs="Arial"/>
          <w:lang w:val="en-US"/>
        </w:rPr>
        <w:t>V</w:t>
      </w:r>
      <w:r w:rsidRPr="00667A08">
        <w:rPr>
          <w:rFonts w:cs="Arial"/>
        </w:rPr>
        <w:t xml:space="preserve"> Положения признать утратившим силу;</w:t>
      </w:r>
    </w:p>
    <w:p w:rsidR="00667A08" w:rsidRPr="00667A08" w:rsidRDefault="00667A08" w:rsidP="00700819">
      <w:pPr>
        <w:adjustRightInd w:val="0"/>
        <w:ind w:firstLine="709"/>
        <w:rPr>
          <w:rFonts w:cs="Arial"/>
        </w:rPr>
      </w:pPr>
      <w:r w:rsidRPr="00667A08">
        <w:rPr>
          <w:rFonts w:cs="Arial"/>
        </w:rPr>
        <w:t xml:space="preserve">1.5. Пункт 10 раздела </w:t>
      </w:r>
      <w:r w:rsidRPr="00667A08">
        <w:rPr>
          <w:rFonts w:cs="Arial"/>
          <w:lang w:val="en-US"/>
        </w:rPr>
        <w:t>V</w:t>
      </w:r>
      <w:r w:rsidRPr="00667A08">
        <w:rPr>
          <w:rFonts w:cs="Arial"/>
        </w:rPr>
        <w:t xml:space="preserve"> Положения изложить в новой редакции:</w:t>
      </w:r>
    </w:p>
    <w:p w:rsidR="00667A08" w:rsidRPr="00667A08" w:rsidRDefault="00667A08" w:rsidP="00667A08">
      <w:pPr>
        <w:autoSpaceDE w:val="0"/>
        <w:autoSpaceDN w:val="0"/>
        <w:adjustRightInd w:val="0"/>
        <w:ind w:firstLine="709"/>
        <w:rPr>
          <w:rFonts w:cs="Arial"/>
        </w:rPr>
      </w:pPr>
      <w:r w:rsidRPr="00667A08">
        <w:rPr>
          <w:rFonts w:cs="Arial"/>
        </w:rPr>
        <w:t xml:space="preserve">«10. Документы и материалы, представляемые одновременно с проектом Решения Совета народных депутатов </w:t>
      </w:r>
      <w:r w:rsidR="00BC4B85">
        <w:rPr>
          <w:rFonts w:cs="Arial"/>
        </w:rPr>
        <w:t>Абрамовского</w:t>
      </w:r>
      <w:r w:rsidRPr="00667A08">
        <w:rPr>
          <w:rFonts w:cs="Arial"/>
        </w:rPr>
        <w:t xml:space="preserve"> сельского поселения муниципального района о местном бюджете</w:t>
      </w:r>
    </w:p>
    <w:p w:rsidR="00667A08" w:rsidRPr="00667A08" w:rsidRDefault="00667A08" w:rsidP="00667A08">
      <w:pPr>
        <w:autoSpaceDE w:val="0"/>
        <w:autoSpaceDN w:val="0"/>
        <w:adjustRightInd w:val="0"/>
        <w:ind w:firstLine="709"/>
        <w:rPr>
          <w:rFonts w:cs="Arial"/>
        </w:rPr>
      </w:pPr>
      <w:r w:rsidRPr="00667A08">
        <w:rPr>
          <w:rFonts w:cs="Arial"/>
        </w:rPr>
        <w:t xml:space="preserve">Одновременно с проектом решения Совета народных депутатов </w:t>
      </w:r>
      <w:r w:rsidR="00BC4B85">
        <w:rPr>
          <w:rFonts w:cs="Arial"/>
        </w:rPr>
        <w:t>Абрамовского</w:t>
      </w:r>
      <w:r w:rsidRPr="00667A08">
        <w:rPr>
          <w:rFonts w:cs="Arial"/>
        </w:rPr>
        <w:t xml:space="preserve"> сельского поселения Таловского муниципального района о местном бюджете в Совет народных депутатов </w:t>
      </w:r>
      <w:r w:rsidR="00BC4B85">
        <w:rPr>
          <w:rFonts w:cs="Arial"/>
        </w:rPr>
        <w:t>Абрамовского</w:t>
      </w:r>
      <w:r w:rsidRPr="00667A08">
        <w:rPr>
          <w:rFonts w:cs="Arial"/>
        </w:rPr>
        <w:t xml:space="preserve"> сельского поселения Таловского муниципального района представляются:</w:t>
      </w:r>
    </w:p>
    <w:p w:rsidR="00667A08" w:rsidRPr="00667A08" w:rsidRDefault="00667A08" w:rsidP="00667A08">
      <w:pPr>
        <w:adjustRightInd w:val="0"/>
        <w:ind w:firstLine="709"/>
        <w:rPr>
          <w:rFonts w:cs="Arial"/>
        </w:rPr>
      </w:pPr>
      <w:r w:rsidRPr="00667A08">
        <w:rPr>
          <w:rFonts w:cs="Arial"/>
        </w:rPr>
        <w:t>основные направления бюджетной и налоговой политики;</w:t>
      </w:r>
    </w:p>
    <w:p w:rsidR="00667A08" w:rsidRPr="00667A08" w:rsidRDefault="00667A08" w:rsidP="00667A08">
      <w:pPr>
        <w:adjustRightInd w:val="0"/>
        <w:ind w:firstLine="709"/>
        <w:rPr>
          <w:rFonts w:cs="Arial"/>
        </w:rPr>
      </w:pPr>
      <w:r w:rsidRPr="00667A08">
        <w:rPr>
          <w:rFonts w:cs="Arial"/>
        </w:rPr>
        <w:t>предварительные итоги социально-экономического развития сельского поселения за истекший период текущего финансового года и ожидаемые итоги социально-экономического развития сельского поселения за текущий финансовый год;</w:t>
      </w:r>
    </w:p>
    <w:p w:rsidR="00667A08" w:rsidRPr="00667A08" w:rsidRDefault="00667A08" w:rsidP="00667A08">
      <w:pPr>
        <w:adjustRightInd w:val="0"/>
        <w:ind w:firstLine="709"/>
        <w:rPr>
          <w:rFonts w:cs="Arial"/>
        </w:rPr>
      </w:pPr>
      <w:r w:rsidRPr="00667A08">
        <w:rPr>
          <w:rFonts w:cs="Arial"/>
        </w:rPr>
        <w:t>прогноз социально-экономического развития сельского поселения;</w:t>
      </w:r>
    </w:p>
    <w:p w:rsidR="00667A08" w:rsidRPr="00667A08" w:rsidRDefault="00667A08" w:rsidP="00667A08">
      <w:pPr>
        <w:adjustRightInd w:val="0"/>
        <w:ind w:firstLine="709"/>
        <w:rPr>
          <w:rFonts w:cs="Arial"/>
        </w:rPr>
      </w:pPr>
      <w:r w:rsidRPr="00667A08">
        <w:rPr>
          <w:rFonts w:cs="Arial"/>
        </w:rPr>
        <w:t>прогноз основных характеристик (общий объем доходов, общий объем расходов, дефицита (профицита) бюджета) консолидированного бюджета сельского поселения на очередной финансовый год и плановый период либо утвержденный среднесрочный финансовый план;</w:t>
      </w:r>
    </w:p>
    <w:p w:rsidR="00667A08" w:rsidRPr="00667A08" w:rsidRDefault="00667A08" w:rsidP="00667A08">
      <w:pPr>
        <w:adjustRightInd w:val="0"/>
        <w:ind w:firstLine="709"/>
        <w:rPr>
          <w:rFonts w:cs="Arial"/>
        </w:rPr>
      </w:pPr>
      <w:r w:rsidRPr="00667A08">
        <w:rPr>
          <w:rFonts w:cs="Arial"/>
        </w:rPr>
        <w:t>пояснительная записка к проекту бюджета;</w:t>
      </w:r>
    </w:p>
    <w:p w:rsidR="00667A08" w:rsidRPr="00667A08" w:rsidRDefault="00667A08" w:rsidP="00667A08">
      <w:pPr>
        <w:adjustRightInd w:val="0"/>
        <w:ind w:firstLine="709"/>
        <w:rPr>
          <w:rFonts w:cs="Arial"/>
        </w:rPr>
      </w:pPr>
      <w:r w:rsidRPr="00667A08">
        <w:rPr>
          <w:rFonts w:cs="Arial"/>
        </w:rPr>
        <w:t>методики (проекты методик) и расчеты распределения межбюджетных трансфертов;</w:t>
      </w:r>
    </w:p>
    <w:p w:rsidR="00667A08" w:rsidRPr="00667A08" w:rsidRDefault="00667A08" w:rsidP="00667A08">
      <w:pPr>
        <w:adjustRightInd w:val="0"/>
        <w:ind w:firstLine="709"/>
        <w:rPr>
          <w:rFonts w:cs="Arial"/>
        </w:rPr>
      </w:pPr>
      <w:r w:rsidRPr="00667A08">
        <w:rPr>
          <w:rFonts w:cs="Arial"/>
        </w:rPr>
        <w:t>верхний предел муниципального долга по состоянию на 1 января года, следующего за очередным финансовым годом и каждым годом планового периода (очередным финансовым годом);</w:t>
      </w:r>
    </w:p>
    <w:p w:rsidR="00667A08" w:rsidRPr="00667A08" w:rsidRDefault="00667A08" w:rsidP="00667A08">
      <w:pPr>
        <w:adjustRightInd w:val="0"/>
        <w:ind w:firstLine="709"/>
        <w:rPr>
          <w:rFonts w:cs="Arial"/>
        </w:rPr>
      </w:pPr>
      <w:r w:rsidRPr="00667A08">
        <w:rPr>
          <w:rFonts w:cs="Arial"/>
        </w:rPr>
        <w:t>оценка ожидаемого исполнения бюджета на текущий финансовый год;</w:t>
      </w:r>
    </w:p>
    <w:p w:rsidR="00667A08" w:rsidRPr="00667A08" w:rsidRDefault="00667A08" w:rsidP="00667A08">
      <w:pPr>
        <w:adjustRightInd w:val="0"/>
        <w:ind w:firstLine="709"/>
        <w:rPr>
          <w:rFonts w:cs="Arial"/>
        </w:rPr>
      </w:pPr>
      <w:r w:rsidRPr="00667A08">
        <w:rPr>
          <w:rFonts w:cs="Arial"/>
        </w:rPr>
        <w:t>предложенные Советом народных депутатов сельского поселения, контрольно-счетной комиссией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667A08" w:rsidRPr="00667A08" w:rsidRDefault="00667A08" w:rsidP="00667A08">
      <w:pPr>
        <w:adjustRightInd w:val="0"/>
        <w:ind w:firstLine="709"/>
        <w:rPr>
          <w:rFonts w:cs="Arial"/>
        </w:rPr>
      </w:pPr>
      <w:r w:rsidRPr="00667A08">
        <w:rPr>
          <w:rFonts w:cs="Arial"/>
        </w:rPr>
        <w:t>реестры источников доходов местного бюджета;</w:t>
      </w:r>
    </w:p>
    <w:p w:rsidR="00667A08" w:rsidRPr="00667A08" w:rsidRDefault="00667A08" w:rsidP="00667A08">
      <w:pPr>
        <w:adjustRightInd w:val="0"/>
        <w:ind w:firstLine="709"/>
        <w:rPr>
          <w:rFonts w:cs="Arial"/>
        </w:rPr>
      </w:pPr>
      <w:r w:rsidRPr="00667A08">
        <w:rPr>
          <w:rFonts w:cs="Arial"/>
        </w:rPr>
        <w:t>иные документы и материалы.»;</w:t>
      </w:r>
    </w:p>
    <w:p w:rsidR="00667A08" w:rsidRPr="00667A08" w:rsidRDefault="00667A08" w:rsidP="00667A08">
      <w:pPr>
        <w:autoSpaceDE w:val="0"/>
        <w:autoSpaceDN w:val="0"/>
        <w:adjustRightInd w:val="0"/>
        <w:ind w:firstLine="709"/>
        <w:rPr>
          <w:rFonts w:cs="Arial"/>
        </w:rPr>
      </w:pPr>
      <w:r w:rsidRPr="00667A08">
        <w:rPr>
          <w:rFonts w:cs="Arial"/>
        </w:rPr>
        <w:t xml:space="preserve">1.6. Подпункт 3.5. пункта 3 раздела </w:t>
      </w:r>
      <w:r w:rsidRPr="00667A08">
        <w:rPr>
          <w:rFonts w:cs="Arial"/>
          <w:lang w:val="en-US"/>
        </w:rPr>
        <w:t>VI</w:t>
      </w:r>
      <w:r w:rsidRPr="00667A08">
        <w:rPr>
          <w:rFonts w:cs="Arial"/>
        </w:rPr>
        <w:t xml:space="preserve"> Положения изложить в новой редакции:</w:t>
      </w:r>
    </w:p>
    <w:p w:rsidR="00667A08" w:rsidRPr="00667A08" w:rsidRDefault="00667A08" w:rsidP="00667A08">
      <w:pPr>
        <w:autoSpaceDE w:val="0"/>
        <w:autoSpaceDN w:val="0"/>
        <w:adjustRightInd w:val="0"/>
        <w:ind w:firstLine="709"/>
        <w:rPr>
          <w:rFonts w:cs="Arial"/>
        </w:rPr>
      </w:pPr>
      <w:r w:rsidRPr="00667A08">
        <w:rPr>
          <w:rFonts w:cs="Arial"/>
        </w:rPr>
        <w:lastRenderedPageBreak/>
        <w:t xml:space="preserve">«3.5. </w:t>
      </w:r>
      <w:proofErr w:type="gramStart"/>
      <w:r w:rsidRPr="00667A08">
        <w:rPr>
          <w:rFonts w:cs="Arial"/>
        </w:rPr>
        <w:t xml:space="preserve">При рассмотрении проекта решения о местном бюджете Совет народных депутатов заслушивает доклад главы </w:t>
      </w:r>
      <w:r w:rsidR="00BC4B85">
        <w:rPr>
          <w:rFonts w:cs="Arial"/>
        </w:rPr>
        <w:t>Абрамовского</w:t>
      </w:r>
      <w:r w:rsidRPr="00667A08">
        <w:rPr>
          <w:rFonts w:cs="Arial"/>
        </w:rPr>
        <w:t xml:space="preserve"> сельского поселения, обсуждает концепцию и прогноз социально-экономического развития </w:t>
      </w:r>
      <w:r w:rsidR="00BC4B85">
        <w:rPr>
          <w:rFonts w:cs="Arial"/>
        </w:rPr>
        <w:t>Абрамовского</w:t>
      </w:r>
      <w:r w:rsidRPr="00667A08">
        <w:rPr>
          <w:rFonts w:cs="Arial"/>
        </w:rPr>
        <w:t xml:space="preserve"> сельского поселения Таловского муниципального района, основные направления бюджетной и налоговой политики на очередной финансовый год, основные принципы и расчеты по взаимоотношениям районного бюджета и бюджетов поселений.</w:t>
      </w:r>
      <w:proofErr w:type="gramEnd"/>
    </w:p>
    <w:p w:rsidR="00667A08" w:rsidRPr="00667A08" w:rsidRDefault="00667A08" w:rsidP="00667A08">
      <w:pPr>
        <w:autoSpaceDE w:val="0"/>
        <w:autoSpaceDN w:val="0"/>
        <w:adjustRightInd w:val="0"/>
        <w:ind w:firstLine="709"/>
        <w:rPr>
          <w:rFonts w:cs="Arial"/>
        </w:rPr>
      </w:pPr>
      <w:r w:rsidRPr="00667A08">
        <w:rPr>
          <w:rFonts w:cs="Arial"/>
        </w:rPr>
        <w:t>При рассмотрении Советом народных депутатов проекта решения о местном бюджете утверждаются:</w:t>
      </w:r>
    </w:p>
    <w:p w:rsidR="00667A08" w:rsidRPr="00667A08" w:rsidRDefault="00667A08" w:rsidP="00667A08">
      <w:pPr>
        <w:autoSpaceDE w:val="0"/>
        <w:autoSpaceDN w:val="0"/>
        <w:adjustRightInd w:val="0"/>
        <w:ind w:firstLine="709"/>
        <w:rPr>
          <w:rFonts w:cs="Arial"/>
        </w:rPr>
      </w:pPr>
      <w:r w:rsidRPr="00667A08">
        <w:rPr>
          <w:rFonts w:cs="Arial"/>
        </w:rPr>
        <w:t>перечень главных администраторов доходов бюджета в случаях, предусмотренных статьей 160.1 настоящего Кодекса;</w:t>
      </w:r>
    </w:p>
    <w:p w:rsidR="00667A08" w:rsidRPr="00667A08" w:rsidRDefault="00667A08" w:rsidP="00667A08">
      <w:pPr>
        <w:autoSpaceDE w:val="0"/>
        <w:autoSpaceDN w:val="0"/>
        <w:adjustRightInd w:val="0"/>
        <w:ind w:firstLine="709"/>
        <w:rPr>
          <w:rFonts w:cs="Arial"/>
        </w:rPr>
      </w:pPr>
      <w:r w:rsidRPr="00667A08">
        <w:rPr>
          <w:rFonts w:cs="Arial"/>
        </w:rPr>
        <w:t>перечень главных администраторов источников финансирования дефицита бюджета в случаях, предусмотренных статьей 160.2 настоящего Кодекса;</w:t>
      </w:r>
    </w:p>
    <w:p w:rsidR="00667A08" w:rsidRPr="00667A08" w:rsidRDefault="00667A08" w:rsidP="00667A08">
      <w:pPr>
        <w:autoSpaceDE w:val="0"/>
        <w:autoSpaceDN w:val="0"/>
        <w:adjustRightInd w:val="0"/>
        <w:ind w:firstLine="709"/>
        <w:rPr>
          <w:rFonts w:cs="Arial"/>
        </w:rPr>
      </w:pPr>
      <w:proofErr w:type="gramStart"/>
      <w:r w:rsidRPr="00667A08">
        <w:rPr>
          <w:rFonts w:cs="Arial"/>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w:t>
      </w:r>
      <w:proofErr w:type="gramEnd"/>
      <w:r w:rsidRPr="00667A08">
        <w:rPr>
          <w:rFonts w:cs="Arial"/>
        </w:rPr>
        <w:t xml:space="preserve"> плановый период), а также по разделам и подразделам классификации расходов бюджетов в случаях, установленных соответственно Бюджетным Кодексом РФ, законом Воронежской области, муниципальным правовым актом Совета народных депутатов </w:t>
      </w:r>
      <w:r w:rsidR="00BC4B85">
        <w:rPr>
          <w:rFonts w:cs="Arial"/>
        </w:rPr>
        <w:t>Абрамовского</w:t>
      </w:r>
      <w:r w:rsidRPr="00667A08">
        <w:rPr>
          <w:rFonts w:cs="Arial"/>
        </w:rPr>
        <w:t xml:space="preserve"> сельского поселения;</w:t>
      </w:r>
    </w:p>
    <w:p w:rsidR="00667A08" w:rsidRPr="00667A08" w:rsidRDefault="00667A08" w:rsidP="00667A08">
      <w:pPr>
        <w:autoSpaceDE w:val="0"/>
        <w:autoSpaceDN w:val="0"/>
        <w:adjustRightInd w:val="0"/>
        <w:ind w:firstLine="709"/>
        <w:rPr>
          <w:rFonts w:cs="Arial"/>
        </w:rPr>
      </w:pPr>
      <w:r w:rsidRPr="00667A08">
        <w:rPr>
          <w:rFonts w:cs="Arial"/>
        </w:rPr>
        <w:t>ведомственная структура расходов бюджета на очередной финансовый год (очередной финансовый год и плановый период), за исключением бюджетов государственных внебюджетных фондов;</w:t>
      </w:r>
    </w:p>
    <w:p w:rsidR="00667A08" w:rsidRPr="00667A08" w:rsidRDefault="00667A08" w:rsidP="00667A08">
      <w:pPr>
        <w:autoSpaceDE w:val="0"/>
        <w:autoSpaceDN w:val="0"/>
        <w:adjustRightInd w:val="0"/>
        <w:ind w:firstLine="709"/>
        <w:rPr>
          <w:rFonts w:cs="Arial"/>
        </w:rPr>
      </w:pPr>
      <w:r w:rsidRPr="00667A08">
        <w:rPr>
          <w:rFonts w:cs="Arial"/>
        </w:rPr>
        <w:t>общий объем бюджетных ассигнований, направляемых на исполнение публичных нормативных обязательств;</w:t>
      </w:r>
    </w:p>
    <w:p w:rsidR="00667A08" w:rsidRPr="00667A08" w:rsidRDefault="00667A08" w:rsidP="00667A08">
      <w:pPr>
        <w:autoSpaceDE w:val="0"/>
        <w:autoSpaceDN w:val="0"/>
        <w:adjustRightInd w:val="0"/>
        <w:ind w:firstLine="709"/>
        <w:rPr>
          <w:rFonts w:cs="Arial"/>
        </w:rPr>
      </w:pPr>
      <w:r w:rsidRPr="00667A08">
        <w:rPr>
          <w:rFonts w:cs="Arial"/>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667A08" w:rsidRPr="00667A08" w:rsidRDefault="00667A08" w:rsidP="00667A08">
      <w:pPr>
        <w:autoSpaceDE w:val="0"/>
        <w:autoSpaceDN w:val="0"/>
        <w:adjustRightInd w:val="0"/>
        <w:ind w:firstLine="709"/>
        <w:rPr>
          <w:rFonts w:cs="Arial"/>
        </w:rPr>
      </w:pPr>
      <w:r w:rsidRPr="00667A08">
        <w:rPr>
          <w:rFonts w:cs="Arial"/>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67A08" w:rsidRPr="00667A08" w:rsidRDefault="00667A08" w:rsidP="00667A08">
      <w:pPr>
        <w:autoSpaceDE w:val="0"/>
        <w:autoSpaceDN w:val="0"/>
        <w:adjustRightInd w:val="0"/>
        <w:ind w:firstLine="709"/>
        <w:rPr>
          <w:rFonts w:cs="Arial"/>
        </w:rPr>
      </w:pPr>
      <w:r w:rsidRPr="00667A08">
        <w:rPr>
          <w:rFonts w:cs="Arial"/>
        </w:rPr>
        <w:t>источники финансирования дефицита бюджета на очередной финансовый год (очередной финансовый год и плановый период);</w:t>
      </w:r>
    </w:p>
    <w:p w:rsidR="00667A08" w:rsidRPr="00667A08" w:rsidRDefault="00667A08" w:rsidP="00667A08">
      <w:pPr>
        <w:autoSpaceDE w:val="0"/>
        <w:autoSpaceDN w:val="0"/>
        <w:adjustRightInd w:val="0"/>
        <w:ind w:firstLine="709"/>
        <w:rPr>
          <w:rFonts w:cs="Arial"/>
        </w:rPr>
      </w:pPr>
      <w:r w:rsidRPr="00667A08">
        <w:rPr>
          <w:rFonts w:cs="Arial"/>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667A08" w:rsidRPr="00667A08" w:rsidRDefault="00667A08" w:rsidP="00667A08">
      <w:pPr>
        <w:autoSpaceDE w:val="0"/>
        <w:autoSpaceDN w:val="0"/>
        <w:adjustRightInd w:val="0"/>
        <w:ind w:firstLine="709"/>
        <w:rPr>
          <w:rFonts w:cs="Arial"/>
        </w:rPr>
      </w:pPr>
      <w:r w:rsidRPr="00667A08">
        <w:rPr>
          <w:rFonts w:cs="Arial"/>
        </w:rPr>
        <w:lastRenderedPageBreak/>
        <w:t xml:space="preserve">иные показатели местного бюджета, установленные соответственно Бюджетным Кодексом РФ, законом Воронежской области, муниципальным правовым актом Совета народных депутатов </w:t>
      </w:r>
      <w:r w:rsidR="00BC4B85">
        <w:rPr>
          <w:rFonts w:cs="Arial"/>
        </w:rPr>
        <w:t>Абрамовского</w:t>
      </w:r>
      <w:r w:rsidRPr="00667A08">
        <w:rPr>
          <w:rFonts w:cs="Arial"/>
        </w:rPr>
        <w:t xml:space="preserve"> сельского поселения.</w:t>
      </w:r>
    </w:p>
    <w:p w:rsidR="00667A08" w:rsidRPr="00667A08" w:rsidRDefault="00667A08" w:rsidP="00667A08">
      <w:pPr>
        <w:autoSpaceDE w:val="0"/>
        <w:autoSpaceDN w:val="0"/>
        <w:adjustRightInd w:val="0"/>
        <w:ind w:firstLine="709"/>
        <w:rPr>
          <w:rFonts w:cs="Arial"/>
        </w:rPr>
      </w:pPr>
      <w:r w:rsidRPr="00667A08">
        <w:rPr>
          <w:rFonts w:cs="Arial"/>
        </w:rPr>
        <w:t>При утверждении параметров местного бюджета Совет народных депутатов:</w:t>
      </w:r>
    </w:p>
    <w:p w:rsidR="00667A08" w:rsidRPr="00667A08" w:rsidRDefault="00667A08" w:rsidP="00667A08">
      <w:pPr>
        <w:autoSpaceDE w:val="0"/>
        <w:autoSpaceDN w:val="0"/>
        <w:adjustRightInd w:val="0"/>
        <w:ind w:firstLine="709"/>
        <w:rPr>
          <w:rFonts w:cs="Arial"/>
        </w:rPr>
      </w:pPr>
      <w:r w:rsidRPr="00667A08">
        <w:rPr>
          <w:rFonts w:cs="Arial"/>
        </w:rPr>
        <w:t xml:space="preserve">- не имеет права увеличивать доходы и дефицит местного бюджета, если на эти изменения отсутствует положительное заключение администрации </w:t>
      </w:r>
      <w:r w:rsidR="00BC4B85">
        <w:rPr>
          <w:rFonts w:cs="Arial"/>
        </w:rPr>
        <w:t>Абрамовского</w:t>
      </w:r>
      <w:r w:rsidRPr="00667A08">
        <w:rPr>
          <w:rFonts w:cs="Arial"/>
        </w:rPr>
        <w:t xml:space="preserve"> сельского поселения Таловского муниципального района.</w:t>
      </w:r>
    </w:p>
    <w:p w:rsidR="00667A08" w:rsidRPr="00667A08" w:rsidRDefault="00667A08" w:rsidP="00667A08">
      <w:pPr>
        <w:pStyle w:val="ConsPlusNormal"/>
        <w:widowControl/>
        <w:ind w:firstLine="709"/>
        <w:jc w:val="both"/>
        <w:rPr>
          <w:sz w:val="24"/>
          <w:szCs w:val="24"/>
        </w:rPr>
      </w:pPr>
      <w:r w:rsidRPr="00667A08">
        <w:rPr>
          <w:sz w:val="24"/>
          <w:szCs w:val="24"/>
        </w:rPr>
        <w:t>Решение о местном бюджете на очередной финансовый год вступает в силу с 1 января очередного финансового года.»;</w:t>
      </w:r>
    </w:p>
    <w:p w:rsidR="00667A08" w:rsidRPr="00667A08" w:rsidRDefault="00667A08" w:rsidP="00667A08">
      <w:pPr>
        <w:pStyle w:val="ConsPlusNormal"/>
        <w:widowControl/>
        <w:ind w:firstLine="709"/>
        <w:jc w:val="both"/>
        <w:rPr>
          <w:sz w:val="24"/>
          <w:szCs w:val="24"/>
        </w:rPr>
      </w:pPr>
      <w:r w:rsidRPr="00667A08">
        <w:rPr>
          <w:sz w:val="24"/>
          <w:szCs w:val="24"/>
        </w:rPr>
        <w:t xml:space="preserve">1.7. Подпункт 8.3. пункта 8 раздела </w:t>
      </w:r>
      <w:r w:rsidRPr="00667A08">
        <w:rPr>
          <w:sz w:val="24"/>
          <w:szCs w:val="24"/>
          <w:lang w:val="en-US"/>
        </w:rPr>
        <w:t>VI</w:t>
      </w:r>
      <w:r w:rsidRPr="00667A08">
        <w:rPr>
          <w:sz w:val="24"/>
          <w:szCs w:val="24"/>
        </w:rPr>
        <w:t xml:space="preserve"> Положения изложить в новой редакции:</w:t>
      </w:r>
    </w:p>
    <w:p w:rsidR="00667A08" w:rsidRPr="00667A08" w:rsidRDefault="00667A08" w:rsidP="00667A08">
      <w:pPr>
        <w:pStyle w:val="ConsPlusNormal"/>
        <w:widowControl/>
        <w:ind w:firstLine="709"/>
        <w:jc w:val="both"/>
        <w:rPr>
          <w:sz w:val="24"/>
          <w:szCs w:val="24"/>
        </w:rPr>
      </w:pPr>
      <w:r w:rsidRPr="00667A08">
        <w:rPr>
          <w:sz w:val="24"/>
          <w:szCs w:val="24"/>
        </w:rPr>
        <w:t xml:space="preserve">«8.3. В случае принятия решения Совета народных депутатов </w:t>
      </w:r>
      <w:r w:rsidR="00BC4B85">
        <w:rPr>
          <w:sz w:val="24"/>
          <w:szCs w:val="24"/>
        </w:rPr>
        <w:t>Абрамовского</w:t>
      </w:r>
      <w:r w:rsidRPr="00667A08">
        <w:rPr>
          <w:sz w:val="24"/>
          <w:szCs w:val="24"/>
        </w:rPr>
        <w:t xml:space="preserve"> сельского поселения Таловского муниципального района о внесении изменений в решение Совета народных депутатов </w:t>
      </w:r>
      <w:r w:rsidR="00BC4B85">
        <w:rPr>
          <w:sz w:val="24"/>
          <w:szCs w:val="24"/>
        </w:rPr>
        <w:t>Абрамовского</w:t>
      </w:r>
      <w:r w:rsidRPr="00667A08">
        <w:rPr>
          <w:sz w:val="24"/>
          <w:szCs w:val="24"/>
        </w:rPr>
        <w:t xml:space="preserve"> сельского поселения Таловского муниципального района о местном бюджете глава </w:t>
      </w:r>
      <w:r w:rsidR="00BC4B85">
        <w:rPr>
          <w:sz w:val="24"/>
          <w:szCs w:val="24"/>
        </w:rPr>
        <w:t>Абрамовского</w:t>
      </w:r>
      <w:r w:rsidRPr="00667A08">
        <w:rPr>
          <w:sz w:val="24"/>
          <w:szCs w:val="24"/>
        </w:rPr>
        <w:t xml:space="preserve"> сельского поселения Таловского муниципального района утверждает соответствующие изменения в сводную бюджетную роспись местного бюджета.</w:t>
      </w:r>
    </w:p>
    <w:p w:rsidR="00667A08" w:rsidRPr="00667A08" w:rsidRDefault="00667A08" w:rsidP="00667A08">
      <w:pPr>
        <w:pStyle w:val="ConsPlusNormal"/>
        <w:widowControl/>
        <w:ind w:firstLine="709"/>
        <w:jc w:val="both"/>
        <w:rPr>
          <w:sz w:val="24"/>
          <w:szCs w:val="24"/>
        </w:rPr>
      </w:pPr>
      <w:proofErr w:type="gramStart"/>
      <w:r w:rsidRPr="00667A08">
        <w:rPr>
          <w:sz w:val="24"/>
          <w:szCs w:val="24"/>
        </w:rPr>
        <w:t xml:space="preserve">В сводную бюджетную роспись местного бюджета могут быть внесены изменения в соответствии с решениями главы </w:t>
      </w:r>
      <w:r w:rsidR="00BC4B85">
        <w:rPr>
          <w:sz w:val="24"/>
          <w:szCs w:val="24"/>
        </w:rPr>
        <w:t>Абрамовского</w:t>
      </w:r>
      <w:r w:rsidRPr="00667A08">
        <w:rPr>
          <w:sz w:val="24"/>
          <w:szCs w:val="24"/>
        </w:rPr>
        <w:t xml:space="preserve"> сельского поселения Таловского муниципального района без внесения изменений в решение Совета народных депутатов о местном бюджете в случаях, установленных статьей 217 Бюджетного кодекса Российской федерации, и по дополнительным основаниям, предусмотренным решением Совета народных депутатов </w:t>
      </w:r>
      <w:r w:rsidR="00BC4B85">
        <w:rPr>
          <w:sz w:val="24"/>
          <w:szCs w:val="24"/>
        </w:rPr>
        <w:t>Абрамовского</w:t>
      </w:r>
      <w:r w:rsidRPr="00667A08">
        <w:rPr>
          <w:sz w:val="24"/>
          <w:szCs w:val="24"/>
        </w:rPr>
        <w:t xml:space="preserve"> сельского поселения Таловского муниципального района.</w:t>
      </w:r>
      <w:proofErr w:type="gramEnd"/>
    </w:p>
    <w:p w:rsidR="00667A08" w:rsidRPr="00667A08" w:rsidRDefault="00667A08" w:rsidP="00667A08">
      <w:pPr>
        <w:ind w:right="-2"/>
        <w:rPr>
          <w:rFonts w:eastAsia="Calibri" w:cs="Arial"/>
          <w:lang w:eastAsia="en-US"/>
        </w:rPr>
      </w:pPr>
      <w:r w:rsidRPr="00667A08">
        <w:rPr>
          <w:rFonts w:eastAsia="Calibri" w:cs="Arial"/>
          <w:lang w:eastAsia="en-US"/>
        </w:rPr>
        <w:t>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667A08" w:rsidRPr="00667A08" w:rsidRDefault="00667A08" w:rsidP="00667A08">
      <w:pPr>
        <w:pStyle w:val="ConsPlusNormal"/>
        <w:widowControl/>
        <w:ind w:firstLine="709"/>
        <w:jc w:val="both"/>
        <w:rPr>
          <w:sz w:val="24"/>
          <w:szCs w:val="24"/>
        </w:rPr>
      </w:pPr>
      <w:r w:rsidRPr="00667A08">
        <w:rPr>
          <w:rFonts w:eastAsia="Calibri"/>
          <w:sz w:val="24"/>
          <w:szCs w:val="24"/>
          <w:lang w:eastAsia="en-US"/>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Pr="00667A08">
        <w:rPr>
          <w:sz w:val="24"/>
          <w:szCs w:val="24"/>
        </w:rPr>
        <w:t>».</w:t>
      </w:r>
    </w:p>
    <w:p w:rsidR="00667A08" w:rsidRPr="00667A08" w:rsidRDefault="00667A08" w:rsidP="00667A08">
      <w:pPr>
        <w:pStyle w:val="af"/>
        <w:tabs>
          <w:tab w:val="center" w:pos="567"/>
          <w:tab w:val="left" w:pos="708"/>
        </w:tabs>
        <w:ind w:firstLine="709"/>
        <w:rPr>
          <w:rFonts w:cs="Arial"/>
        </w:rPr>
      </w:pPr>
      <w:r w:rsidRPr="00667A08">
        <w:rPr>
          <w:rFonts w:cs="Arial"/>
        </w:rPr>
        <w:t xml:space="preserve">2. Настоящее решение Совета народных депутатов </w:t>
      </w:r>
      <w:r w:rsidR="00BC4B85">
        <w:t>Абрамовского</w:t>
      </w:r>
      <w:r w:rsidRPr="00667A08">
        <w:rPr>
          <w:rFonts w:cs="Arial"/>
        </w:rPr>
        <w:t xml:space="preserve"> сельского поселения Таловского муниципального района Воронежской области вступает в силу с момента его обнародования.</w:t>
      </w:r>
    </w:p>
    <w:p w:rsidR="00667A08" w:rsidRPr="00667A08" w:rsidRDefault="00667A08" w:rsidP="00667A08">
      <w:pPr>
        <w:pStyle w:val="af"/>
        <w:ind w:firstLine="709"/>
        <w:rPr>
          <w:rFonts w:cs="Arial"/>
        </w:rPr>
      </w:pPr>
    </w:p>
    <w:tbl>
      <w:tblPr>
        <w:tblW w:w="0" w:type="auto"/>
        <w:tblLook w:val="04A0" w:firstRow="1" w:lastRow="0" w:firstColumn="1" w:lastColumn="0" w:noHBand="0" w:noVBand="1"/>
      </w:tblPr>
      <w:tblGrid>
        <w:gridCol w:w="3246"/>
        <w:gridCol w:w="3115"/>
        <w:gridCol w:w="3209"/>
      </w:tblGrid>
      <w:tr w:rsidR="00667A08" w:rsidRPr="00667A08" w:rsidTr="00B011CF">
        <w:tc>
          <w:tcPr>
            <w:tcW w:w="3379" w:type="dxa"/>
            <w:shd w:val="clear" w:color="auto" w:fill="auto"/>
          </w:tcPr>
          <w:p w:rsidR="00667A08" w:rsidRPr="00667A08" w:rsidRDefault="00667A08" w:rsidP="00B011CF">
            <w:pPr>
              <w:pStyle w:val="af"/>
              <w:rPr>
                <w:rFonts w:cs="Arial"/>
              </w:rPr>
            </w:pPr>
            <w:r w:rsidRPr="00667A08">
              <w:rPr>
                <w:rFonts w:cs="Arial"/>
              </w:rPr>
              <w:t xml:space="preserve">Глава </w:t>
            </w:r>
            <w:r w:rsidR="00BC4B85">
              <w:t>Абрамовского</w:t>
            </w:r>
          </w:p>
          <w:p w:rsidR="00667A08" w:rsidRPr="00667A08" w:rsidRDefault="00667A08" w:rsidP="00B011CF">
            <w:pPr>
              <w:pStyle w:val="af"/>
              <w:rPr>
                <w:rFonts w:cs="Arial"/>
              </w:rPr>
            </w:pPr>
            <w:r w:rsidRPr="00667A08">
              <w:rPr>
                <w:rFonts w:cs="Arial"/>
              </w:rPr>
              <w:t>сельского поселения</w:t>
            </w:r>
          </w:p>
        </w:tc>
        <w:tc>
          <w:tcPr>
            <w:tcW w:w="3379" w:type="dxa"/>
            <w:shd w:val="clear" w:color="auto" w:fill="auto"/>
          </w:tcPr>
          <w:p w:rsidR="00667A08" w:rsidRPr="00667A08" w:rsidRDefault="00667A08" w:rsidP="00B011CF">
            <w:pPr>
              <w:pStyle w:val="af"/>
              <w:rPr>
                <w:rFonts w:cs="Arial"/>
              </w:rPr>
            </w:pPr>
          </w:p>
        </w:tc>
        <w:tc>
          <w:tcPr>
            <w:tcW w:w="3380" w:type="dxa"/>
            <w:shd w:val="clear" w:color="auto" w:fill="auto"/>
            <w:vAlign w:val="bottom"/>
          </w:tcPr>
          <w:p w:rsidR="00667A08" w:rsidRPr="00667A08" w:rsidRDefault="00BC4B85" w:rsidP="00B011CF">
            <w:pPr>
              <w:pStyle w:val="af"/>
              <w:jc w:val="right"/>
              <w:rPr>
                <w:rFonts w:cs="Arial"/>
              </w:rPr>
            </w:pPr>
            <w:r>
              <w:rPr>
                <w:rFonts w:cs="Arial"/>
              </w:rPr>
              <w:t>О.Н. Соболева</w:t>
            </w:r>
          </w:p>
        </w:tc>
      </w:tr>
    </w:tbl>
    <w:p w:rsidR="00667A08" w:rsidRPr="00667A08" w:rsidRDefault="00667A08" w:rsidP="00667A08">
      <w:pPr>
        <w:pStyle w:val="ConsPlusNormal"/>
        <w:widowControl/>
        <w:ind w:firstLine="709"/>
        <w:jc w:val="both"/>
        <w:rPr>
          <w:sz w:val="24"/>
          <w:szCs w:val="24"/>
        </w:rPr>
      </w:pPr>
    </w:p>
    <w:sectPr w:rsidR="00667A08" w:rsidRPr="00667A08" w:rsidSect="00E06496">
      <w:footerReference w:type="even" r:id="rId11"/>
      <w:footerReference w:type="default" r:id="rId12"/>
      <w:type w:val="oddPage"/>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B71" w:rsidRDefault="00025B71">
      <w:r>
        <w:separator/>
      </w:r>
    </w:p>
  </w:endnote>
  <w:endnote w:type="continuationSeparator" w:id="0">
    <w:p w:rsidR="00025B71" w:rsidRDefault="0002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CC"/>
    <w:family w:val="roman"/>
    <w:pitch w:val="variable"/>
    <w:sig w:usb0="00000203" w:usb1="00000000" w:usb2="00000000" w:usb3="00000000" w:csb0="00000005"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324" w:rsidRDefault="003F08DB">
    <w:pPr>
      <w:pStyle w:val="aa"/>
      <w:framePr w:wrap="around" w:vAnchor="text" w:hAnchor="margin" w:xAlign="right" w:y="1"/>
      <w:rPr>
        <w:rStyle w:val="ab"/>
      </w:rPr>
    </w:pPr>
    <w:r>
      <w:rPr>
        <w:rStyle w:val="ab"/>
      </w:rPr>
      <w:fldChar w:fldCharType="begin"/>
    </w:r>
    <w:r w:rsidR="00875324">
      <w:rPr>
        <w:rStyle w:val="ab"/>
      </w:rPr>
      <w:instrText xml:space="preserve">PAGE  </w:instrText>
    </w:r>
    <w:r>
      <w:rPr>
        <w:rStyle w:val="ab"/>
      </w:rPr>
      <w:fldChar w:fldCharType="separate"/>
    </w:r>
    <w:r w:rsidR="00875324">
      <w:rPr>
        <w:rStyle w:val="ab"/>
        <w:noProof/>
      </w:rPr>
      <w:t>28</w:t>
    </w:r>
    <w:r>
      <w:rPr>
        <w:rStyle w:val="ab"/>
      </w:rPr>
      <w:fldChar w:fldCharType="end"/>
    </w:r>
  </w:p>
  <w:p w:rsidR="00875324" w:rsidRDefault="0087532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324" w:rsidRDefault="0087532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B71" w:rsidRDefault="00025B71">
      <w:r>
        <w:separator/>
      </w:r>
    </w:p>
  </w:footnote>
  <w:footnote w:type="continuationSeparator" w:id="0">
    <w:p w:rsidR="00025B71" w:rsidRDefault="00025B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3480F30"/>
    <w:lvl w:ilvl="0">
      <w:start w:val="1"/>
      <w:numFmt w:val="decimal"/>
      <w:lvlText w:val="%1."/>
      <w:lvlJc w:val="left"/>
      <w:pPr>
        <w:tabs>
          <w:tab w:val="num" w:pos="926"/>
        </w:tabs>
        <w:ind w:left="926" w:hanging="360"/>
      </w:pPr>
    </w:lvl>
  </w:abstractNum>
  <w:abstractNum w:abstractNumId="1">
    <w:nsid w:val="04887217"/>
    <w:multiLevelType w:val="hybridMultilevel"/>
    <w:tmpl w:val="4CBAD7C6"/>
    <w:lvl w:ilvl="0" w:tplc="8EFCDB82">
      <w:start w:val="7"/>
      <w:numFmt w:val="bullet"/>
      <w:lvlText w:val="-"/>
      <w:lvlJc w:val="left"/>
      <w:pPr>
        <w:tabs>
          <w:tab w:val="num" w:pos="1332"/>
        </w:tabs>
        <w:ind w:left="1332" w:hanging="765"/>
      </w:pPr>
      <w:rPr>
        <w:rFonts w:ascii="Times New Roman" w:eastAsia="Times New Roman" w:hAnsi="Times New Roman" w:cs="Times New Roman" w:hint="default"/>
      </w:rPr>
    </w:lvl>
    <w:lvl w:ilvl="1" w:tplc="9998DA72">
      <w:start w:val="1"/>
      <w:numFmt w:val="bullet"/>
      <w:lvlText w:val="o"/>
      <w:lvlJc w:val="left"/>
      <w:pPr>
        <w:tabs>
          <w:tab w:val="num" w:pos="1647"/>
        </w:tabs>
        <w:ind w:left="1647" w:hanging="360"/>
      </w:pPr>
      <w:rPr>
        <w:rFonts w:ascii="Courier New" w:hAnsi="Courier New" w:hint="default"/>
      </w:rPr>
    </w:lvl>
    <w:lvl w:ilvl="2" w:tplc="D52E0238" w:tentative="1">
      <w:start w:val="1"/>
      <w:numFmt w:val="bullet"/>
      <w:lvlText w:val=""/>
      <w:lvlJc w:val="left"/>
      <w:pPr>
        <w:tabs>
          <w:tab w:val="num" w:pos="2367"/>
        </w:tabs>
        <w:ind w:left="2367" w:hanging="360"/>
      </w:pPr>
      <w:rPr>
        <w:rFonts w:ascii="Wingdings" w:hAnsi="Wingdings" w:hint="default"/>
      </w:rPr>
    </w:lvl>
    <w:lvl w:ilvl="3" w:tplc="6D1A03EE" w:tentative="1">
      <w:start w:val="1"/>
      <w:numFmt w:val="bullet"/>
      <w:lvlText w:val=""/>
      <w:lvlJc w:val="left"/>
      <w:pPr>
        <w:tabs>
          <w:tab w:val="num" w:pos="3087"/>
        </w:tabs>
        <w:ind w:left="3087" w:hanging="360"/>
      </w:pPr>
      <w:rPr>
        <w:rFonts w:ascii="Symbol" w:hAnsi="Symbol" w:hint="default"/>
      </w:rPr>
    </w:lvl>
    <w:lvl w:ilvl="4" w:tplc="07BE49DE" w:tentative="1">
      <w:start w:val="1"/>
      <w:numFmt w:val="bullet"/>
      <w:lvlText w:val="o"/>
      <w:lvlJc w:val="left"/>
      <w:pPr>
        <w:tabs>
          <w:tab w:val="num" w:pos="3807"/>
        </w:tabs>
        <w:ind w:left="3807" w:hanging="360"/>
      </w:pPr>
      <w:rPr>
        <w:rFonts w:ascii="Courier New" w:hAnsi="Courier New" w:hint="default"/>
      </w:rPr>
    </w:lvl>
    <w:lvl w:ilvl="5" w:tplc="4A58963E" w:tentative="1">
      <w:start w:val="1"/>
      <w:numFmt w:val="bullet"/>
      <w:lvlText w:val=""/>
      <w:lvlJc w:val="left"/>
      <w:pPr>
        <w:tabs>
          <w:tab w:val="num" w:pos="4527"/>
        </w:tabs>
        <w:ind w:left="4527" w:hanging="360"/>
      </w:pPr>
      <w:rPr>
        <w:rFonts w:ascii="Wingdings" w:hAnsi="Wingdings" w:hint="default"/>
      </w:rPr>
    </w:lvl>
    <w:lvl w:ilvl="6" w:tplc="63A2AB1A" w:tentative="1">
      <w:start w:val="1"/>
      <w:numFmt w:val="bullet"/>
      <w:lvlText w:val=""/>
      <w:lvlJc w:val="left"/>
      <w:pPr>
        <w:tabs>
          <w:tab w:val="num" w:pos="5247"/>
        </w:tabs>
        <w:ind w:left="5247" w:hanging="360"/>
      </w:pPr>
      <w:rPr>
        <w:rFonts w:ascii="Symbol" w:hAnsi="Symbol" w:hint="default"/>
      </w:rPr>
    </w:lvl>
    <w:lvl w:ilvl="7" w:tplc="B0CAE09E" w:tentative="1">
      <w:start w:val="1"/>
      <w:numFmt w:val="bullet"/>
      <w:lvlText w:val="o"/>
      <w:lvlJc w:val="left"/>
      <w:pPr>
        <w:tabs>
          <w:tab w:val="num" w:pos="5967"/>
        </w:tabs>
        <w:ind w:left="5967" w:hanging="360"/>
      </w:pPr>
      <w:rPr>
        <w:rFonts w:ascii="Courier New" w:hAnsi="Courier New" w:hint="default"/>
      </w:rPr>
    </w:lvl>
    <w:lvl w:ilvl="8" w:tplc="B98A77F4" w:tentative="1">
      <w:start w:val="1"/>
      <w:numFmt w:val="bullet"/>
      <w:lvlText w:val=""/>
      <w:lvlJc w:val="left"/>
      <w:pPr>
        <w:tabs>
          <w:tab w:val="num" w:pos="6687"/>
        </w:tabs>
        <w:ind w:left="6687" w:hanging="360"/>
      </w:pPr>
      <w:rPr>
        <w:rFonts w:ascii="Wingdings" w:hAnsi="Wingdings" w:hint="default"/>
      </w:rPr>
    </w:lvl>
  </w:abstractNum>
  <w:abstractNum w:abstractNumId="2">
    <w:nsid w:val="0F683744"/>
    <w:multiLevelType w:val="hybridMultilevel"/>
    <w:tmpl w:val="37365DDE"/>
    <w:lvl w:ilvl="0" w:tplc="3C003AA4">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9E75BF5"/>
    <w:multiLevelType w:val="hybridMultilevel"/>
    <w:tmpl w:val="079A228E"/>
    <w:lvl w:ilvl="0" w:tplc="CD389380">
      <w:start w:val="1"/>
      <w:numFmt w:val="bullet"/>
      <w:lvlText w:val="­"/>
      <w:lvlJc w:val="left"/>
      <w:pPr>
        <w:tabs>
          <w:tab w:val="num" w:pos="1004"/>
        </w:tabs>
        <w:ind w:left="720"/>
      </w:pPr>
      <w:rPr>
        <w:rFonts w:ascii="Courier New" w:hAnsi="Courier New" w:cs="Courier New" w:hint="default"/>
      </w:rPr>
    </w:lvl>
    <w:lvl w:ilvl="1" w:tplc="3230CC4A">
      <w:start w:val="1"/>
      <w:numFmt w:val="bullet"/>
      <w:lvlText w:val="o"/>
      <w:lvlJc w:val="left"/>
      <w:pPr>
        <w:tabs>
          <w:tab w:val="num" w:pos="1735"/>
        </w:tabs>
        <w:ind w:left="1735" w:hanging="360"/>
      </w:pPr>
      <w:rPr>
        <w:rFonts w:ascii="Courier New" w:hAnsi="Courier New" w:cs="Courier New" w:hint="default"/>
      </w:rPr>
    </w:lvl>
    <w:lvl w:ilvl="2" w:tplc="BF08277A">
      <w:start w:val="1"/>
      <w:numFmt w:val="bullet"/>
      <w:lvlText w:val=""/>
      <w:lvlJc w:val="left"/>
      <w:pPr>
        <w:tabs>
          <w:tab w:val="num" w:pos="2455"/>
        </w:tabs>
        <w:ind w:left="2455" w:hanging="360"/>
      </w:pPr>
      <w:rPr>
        <w:rFonts w:ascii="Wingdings" w:hAnsi="Wingdings" w:cs="Times New Roman" w:hint="default"/>
      </w:rPr>
    </w:lvl>
    <w:lvl w:ilvl="3" w:tplc="FB5473D6">
      <w:start w:val="1"/>
      <w:numFmt w:val="bullet"/>
      <w:lvlText w:val=""/>
      <w:lvlJc w:val="left"/>
      <w:pPr>
        <w:tabs>
          <w:tab w:val="num" w:pos="3175"/>
        </w:tabs>
        <w:ind w:left="3175" w:hanging="360"/>
      </w:pPr>
      <w:rPr>
        <w:rFonts w:ascii="Symbol" w:hAnsi="Symbol" w:cs="Times New Roman" w:hint="default"/>
      </w:rPr>
    </w:lvl>
    <w:lvl w:ilvl="4" w:tplc="579C73C4">
      <w:start w:val="1"/>
      <w:numFmt w:val="bullet"/>
      <w:lvlText w:val="o"/>
      <w:lvlJc w:val="left"/>
      <w:pPr>
        <w:tabs>
          <w:tab w:val="num" w:pos="3895"/>
        </w:tabs>
        <w:ind w:left="3895" w:hanging="360"/>
      </w:pPr>
      <w:rPr>
        <w:rFonts w:ascii="Courier New" w:hAnsi="Courier New" w:cs="Courier New" w:hint="default"/>
      </w:rPr>
    </w:lvl>
    <w:lvl w:ilvl="5" w:tplc="B8F66BA8">
      <w:start w:val="1"/>
      <w:numFmt w:val="bullet"/>
      <w:lvlText w:val=""/>
      <w:lvlJc w:val="left"/>
      <w:pPr>
        <w:tabs>
          <w:tab w:val="num" w:pos="4615"/>
        </w:tabs>
        <w:ind w:left="4615" w:hanging="360"/>
      </w:pPr>
      <w:rPr>
        <w:rFonts w:ascii="Wingdings" w:hAnsi="Wingdings" w:cs="Times New Roman" w:hint="default"/>
      </w:rPr>
    </w:lvl>
    <w:lvl w:ilvl="6" w:tplc="9C40B8FA">
      <w:start w:val="1"/>
      <w:numFmt w:val="bullet"/>
      <w:lvlText w:val=""/>
      <w:lvlJc w:val="left"/>
      <w:pPr>
        <w:tabs>
          <w:tab w:val="num" w:pos="5335"/>
        </w:tabs>
        <w:ind w:left="5335" w:hanging="360"/>
      </w:pPr>
      <w:rPr>
        <w:rFonts w:ascii="Symbol" w:hAnsi="Symbol" w:cs="Times New Roman" w:hint="default"/>
      </w:rPr>
    </w:lvl>
    <w:lvl w:ilvl="7" w:tplc="EA9CE138">
      <w:start w:val="1"/>
      <w:numFmt w:val="bullet"/>
      <w:lvlText w:val="o"/>
      <w:lvlJc w:val="left"/>
      <w:pPr>
        <w:tabs>
          <w:tab w:val="num" w:pos="6055"/>
        </w:tabs>
        <w:ind w:left="6055" w:hanging="360"/>
      </w:pPr>
      <w:rPr>
        <w:rFonts w:ascii="Courier New" w:hAnsi="Courier New" w:cs="Courier New" w:hint="default"/>
      </w:rPr>
    </w:lvl>
    <w:lvl w:ilvl="8" w:tplc="D82CB45C">
      <w:start w:val="1"/>
      <w:numFmt w:val="bullet"/>
      <w:lvlText w:val=""/>
      <w:lvlJc w:val="left"/>
      <w:pPr>
        <w:tabs>
          <w:tab w:val="num" w:pos="6775"/>
        </w:tabs>
        <w:ind w:left="6775" w:hanging="360"/>
      </w:pPr>
      <w:rPr>
        <w:rFonts w:ascii="Wingdings" w:hAnsi="Wingdings" w:cs="Times New Roman" w:hint="default"/>
      </w:rPr>
    </w:lvl>
  </w:abstractNum>
  <w:abstractNum w:abstractNumId="4">
    <w:nsid w:val="1E402774"/>
    <w:multiLevelType w:val="hybridMultilevel"/>
    <w:tmpl w:val="A56478BE"/>
    <w:lvl w:ilvl="0" w:tplc="12BCFF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89F129A"/>
    <w:multiLevelType w:val="hybridMultilevel"/>
    <w:tmpl w:val="9B708378"/>
    <w:lvl w:ilvl="0" w:tplc="AAECA034">
      <w:start w:val="1"/>
      <w:numFmt w:val="bullet"/>
      <w:lvlText w:val="-"/>
      <w:lvlJc w:val="left"/>
      <w:pPr>
        <w:tabs>
          <w:tab w:val="num" w:pos="720"/>
        </w:tabs>
        <w:ind w:left="720" w:hanging="360"/>
      </w:pPr>
      <w:rPr>
        <w:rFonts w:ascii="Times New Roman" w:eastAsia="Times New Roman" w:hAnsi="Times New Roman" w:cs="Times New Roman" w:hint="default"/>
      </w:rPr>
    </w:lvl>
    <w:lvl w:ilvl="1" w:tplc="5B7067D2">
      <w:start w:val="1"/>
      <w:numFmt w:val="bullet"/>
      <w:lvlText w:val="o"/>
      <w:lvlJc w:val="left"/>
      <w:pPr>
        <w:tabs>
          <w:tab w:val="num" w:pos="720"/>
        </w:tabs>
        <w:ind w:left="720" w:hanging="360"/>
      </w:pPr>
      <w:rPr>
        <w:rFonts w:ascii="Courier New" w:hAnsi="Courier New" w:hint="default"/>
      </w:rPr>
    </w:lvl>
    <w:lvl w:ilvl="2" w:tplc="72E2AC96" w:tentative="1">
      <w:start w:val="1"/>
      <w:numFmt w:val="bullet"/>
      <w:lvlText w:val=""/>
      <w:lvlJc w:val="left"/>
      <w:pPr>
        <w:tabs>
          <w:tab w:val="num" w:pos="1440"/>
        </w:tabs>
        <w:ind w:left="1440" w:hanging="360"/>
      </w:pPr>
      <w:rPr>
        <w:rFonts w:ascii="Wingdings" w:hAnsi="Wingdings" w:hint="default"/>
      </w:rPr>
    </w:lvl>
    <w:lvl w:ilvl="3" w:tplc="696E2E24" w:tentative="1">
      <w:start w:val="1"/>
      <w:numFmt w:val="bullet"/>
      <w:lvlText w:val=""/>
      <w:lvlJc w:val="left"/>
      <w:pPr>
        <w:tabs>
          <w:tab w:val="num" w:pos="2160"/>
        </w:tabs>
        <w:ind w:left="2160" w:hanging="360"/>
      </w:pPr>
      <w:rPr>
        <w:rFonts w:ascii="Symbol" w:hAnsi="Symbol" w:hint="default"/>
      </w:rPr>
    </w:lvl>
    <w:lvl w:ilvl="4" w:tplc="7D8E108E" w:tentative="1">
      <w:start w:val="1"/>
      <w:numFmt w:val="bullet"/>
      <w:lvlText w:val="o"/>
      <w:lvlJc w:val="left"/>
      <w:pPr>
        <w:tabs>
          <w:tab w:val="num" w:pos="2880"/>
        </w:tabs>
        <w:ind w:left="2880" w:hanging="360"/>
      </w:pPr>
      <w:rPr>
        <w:rFonts w:ascii="Courier New" w:hAnsi="Courier New" w:hint="default"/>
      </w:rPr>
    </w:lvl>
    <w:lvl w:ilvl="5" w:tplc="9BC08DD0" w:tentative="1">
      <w:start w:val="1"/>
      <w:numFmt w:val="bullet"/>
      <w:lvlText w:val=""/>
      <w:lvlJc w:val="left"/>
      <w:pPr>
        <w:tabs>
          <w:tab w:val="num" w:pos="3600"/>
        </w:tabs>
        <w:ind w:left="3600" w:hanging="360"/>
      </w:pPr>
      <w:rPr>
        <w:rFonts w:ascii="Wingdings" w:hAnsi="Wingdings" w:hint="default"/>
      </w:rPr>
    </w:lvl>
    <w:lvl w:ilvl="6" w:tplc="D13A346A" w:tentative="1">
      <w:start w:val="1"/>
      <w:numFmt w:val="bullet"/>
      <w:lvlText w:val=""/>
      <w:lvlJc w:val="left"/>
      <w:pPr>
        <w:tabs>
          <w:tab w:val="num" w:pos="4320"/>
        </w:tabs>
        <w:ind w:left="4320" w:hanging="360"/>
      </w:pPr>
      <w:rPr>
        <w:rFonts w:ascii="Symbol" w:hAnsi="Symbol" w:hint="default"/>
      </w:rPr>
    </w:lvl>
    <w:lvl w:ilvl="7" w:tplc="2A60E82A" w:tentative="1">
      <w:start w:val="1"/>
      <w:numFmt w:val="bullet"/>
      <w:lvlText w:val="o"/>
      <w:lvlJc w:val="left"/>
      <w:pPr>
        <w:tabs>
          <w:tab w:val="num" w:pos="5040"/>
        </w:tabs>
        <w:ind w:left="5040" w:hanging="360"/>
      </w:pPr>
      <w:rPr>
        <w:rFonts w:ascii="Courier New" w:hAnsi="Courier New" w:hint="default"/>
      </w:rPr>
    </w:lvl>
    <w:lvl w:ilvl="8" w:tplc="4AAAE628" w:tentative="1">
      <w:start w:val="1"/>
      <w:numFmt w:val="bullet"/>
      <w:lvlText w:val=""/>
      <w:lvlJc w:val="left"/>
      <w:pPr>
        <w:tabs>
          <w:tab w:val="num" w:pos="5760"/>
        </w:tabs>
        <w:ind w:left="5760" w:hanging="360"/>
      </w:pPr>
      <w:rPr>
        <w:rFonts w:ascii="Wingdings" w:hAnsi="Wingdings" w:hint="default"/>
      </w:rPr>
    </w:lvl>
  </w:abstractNum>
  <w:abstractNum w:abstractNumId="6">
    <w:nsid w:val="29D50B29"/>
    <w:multiLevelType w:val="hybridMultilevel"/>
    <w:tmpl w:val="517A2E30"/>
    <w:lvl w:ilvl="0" w:tplc="6B481A84">
      <w:start w:val="1"/>
      <w:numFmt w:val="decimal"/>
      <w:lvlText w:val="%1."/>
      <w:lvlJc w:val="left"/>
      <w:pPr>
        <w:tabs>
          <w:tab w:val="num" w:pos="720"/>
        </w:tabs>
        <w:ind w:left="357" w:firstLine="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076B0F"/>
    <w:multiLevelType w:val="hybridMultilevel"/>
    <w:tmpl w:val="A502B2D8"/>
    <w:lvl w:ilvl="0" w:tplc="083C24C4">
      <w:start w:val="1"/>
      <w:numFmt w:val="decimal"/>
      <w:lvlText w:val="%1."/>
      <w:lvlJc w:val="left"/>
      <w:pPr>
        <w:tabs>
          <w:tab w:val="num" w:pos="1068"/>
        </w:tabs>
        <w:ind w:left="708" w:firstLine="0"/>
      </w:pPr>
      <w:rPr>
        <w:rFonts w:hint="default"/>
      </w:rPr>
    </w:lvl>
    <w:lvl w:ilvl="1" w:tplc="D41CBF4C">
      <w:start w:val="3"/>
      <w:numFmt w:val="bullet"/>
      <w:lvlText w:val="-"/>
      <w:lvlJc w:val="left"/>
      <w:pPr>
        <w:tabs>
          <w:tab w:val="num" w:pos="1069"/>
        </w:tabs>
        <w:ind w:left="0" w:firstLine="709"/>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rPr>
    </w:lvl>
  </w:abstractNum>
  <w:abstractNum w:abstractNumId="9">
    <w:nsid w:val="32B33345"/>
    <w:multiLevelType w:val="hybridMultilevel"/>
    <w:tmpl w:val="5C325606"/>
    <w:lvl w:ilvl="0" w:tplc="6C8E09A8">
      <w:start w:val="1"/>
      <w:numFmt w:val="decimal"/>
      <w:lvlText w:val="%1."/>
      <w:lvlJc w:val="left"/>
      <w:pPr>
        <w:tabs>
          <w:tab w:val="num" w:pos="1428"/>
        </w:tabs>
        <w:ind w:left="1428" w:hanging="360"/>
      </w:pPr>
    </w:lvl>
    <w:lvl w:ilvl="1" w:tplc="EE7EED26" w:tentative="1">
      <w:start w:val="1"/>
      <w:numFmt w:val="lowerLetter"/>
      <w:lvlText w:val="%2."/>
      <w:lvlJc w:val="left"/>
      <w:pPr>
        <w:tabs>
          <w:tab w:val="num" w:pos="1440"/>
        </w:tabs>
        <w:ind w:left="1440" w:hanging="360"/>
      </w:pPr>
    </w:lvl>
    <w:lvl w:ilvl="2" w:tplc="63288316" w:tentative="1">
      <w:start w:val="1"/>
      <w:numFmt w:val="lowerRoman"/>
      <w:lvlText w:val="%3."/>
      <w:lvlJc w:val="right"/>
      <w:pPr>
        <w:tabs>
          <w:tab w:val="num" w:pos="2160"/>
        </w:tabs>
        <w:ind w:left="2160" w:hanging="180"/>
      </w:pPr>
    </w:lvl>
    <w:lvl w:ilvl="3" w:tplc="7B3058DE" w:tentative="1">
      <w:start w:val="1"/>
      <w:numFmt w:val="decimal"/>
      <w:lvlText w:val="%4."/>
      <w:lvlJc w:val="left"/>
      <w:pPr>
        <w:tabs>
          <w:tab w:val="num" w:pos="2880"/>
        </w:tabs>
        <w:ind w:left="2880" w:hanging="360"/>
      </w:pPr>
    </w:lvl>
    <w:lvl w:ilvl="4" w:tplc="91528ADA" w:tentative="1">
      <w:start w:val="1"/>
      <w:numFmt w:val="lowerLetter"/>
      <w:lvlText w:val="%5."/>
      <w:lvlJc w:val="left"/>
      <w:pPr>
        <w:tabs>
          <w:tab w:val="num" w:pos="3600"/>
        </w:tabs>
        <w:ind w:left="3600" w:hanging="360"/>
      </w:pPr>
    </w:lvl>
    <w:lvl w:ilvl="5" w:tplc="675EE2AA" w:tentative="1">
      <w:start w:val="1"/>
      <w:numFmt w:val="lowerRoman"/>
      <w:lvlText w:val="%6."/>
      <w:lvlJc w:val="right"/>
      <w:pPr>
        <w:tabs>
          <w:tab w:val="num" w:pos="4320"/>
        </w:tabs>
        <w:ind w:left="4320" w:hanging="180"/>
      </w:pPr>
    </w:lvl>
    <w:lvl w:ilvl="6" w:tplc="4F20EEF2" w:tentative="1">
      <w:start w:val="1"/>
      <w:numFmt w:val="decimal"/>
      <w:lvlText w:val="%7."/>
      <w:lvlJc w:val="left"/>
      <w:pPr>
        <w:tabs>
          <w:tab w:val="num" w:pos="5040"/>
        </w:tabs>
        <w:ind w:left="5040" w:hanging="360"/>
      </w:pPr>
    </w:lvl>
    <w:lvl w:ilvl="7" w:tplc="5B7646B8" w:tentative="1">
      <w:start w:val="1"/>
      <w:numFmt w:val="lowerLetter"/>
      <w:lvlText w:val="%8."/>
      <w:lvlJc w:val="left"/>
      <w:pPr>
        <w:tabs>
          <w:tab w:val="num" w:pos="5760"/>
        </w:tabs>
        <w:ind w:left="5760" w:hanging="360"/>
      </w:pPr>
    </w:lvl>
    <w:lvl w:ilvl="8" w:tplc="7180C264" w:tentative="1">
      <w:start w:val="1"/>
      <w:numFmt w:val="lowerRoman"/>
      <w:lvlText w:val="%9."/>
      <w:lvlJc w:val="right"/>
      <w:pPr>
        <w:tabs>
          <w:tab w:val="num" w:pos="6480"/>
        </w:tabs>
        <w:ind w:left="6480" w:hanging="180"/>
      </w:pPr>
    </w:lvl>
  </w:abstractNum>
  <w:abstractNum w:abstractNumId="10">
    <w:nsid w:val="32FB7760"/>
    <w:multiLevelType w:val="multilevel"/>
    <w:tmpl w:val="98405A7E"/>
    <w:lvl w:ilvl="0">
      <w:start w:val="18"/>
      <w:numFmt w:val="bullet"/>
      <w:pStyle w:val="3"/>
      <w:lvlText w:val="-"/>
      <w:lvlJc w:val="left"/>
      <w:pPr>
        <w:tabs>
          <w:tab w:val="num" w:pos="2055"/>
        </w:tabs>
        <w:ind w:left="2055" w:hanging="1155"/>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1">
    <w:nsid w:val="4D11564F"/>
    <w:multiLevelType w:val="hybridMultilevel"/>
    <w:tmpl w:val="851AA734"/>
    <w:lvl w:ilvl="0" w:tplc="87FE96F8">
      <w:start w:val="1"/>
      <w:numFmt w:val="decimal"/>
      <w:lvlText w:val="%1."/>
      <w:lvlJc w:val="left"/>
      <w:pPr>
        <w:tabs>
          <w:tab w:val="num" w:pos="720"/>
        </w:tabs>
        <w:ind w:left="720" w:hanging="360"/>
      </w:pPr>
    </w:lvl>
    <w:lvl w:ilvl="1" w:tplc="2A9CEA3A">
      <w:start w:val="1"/>
      <w:numFmt w:val="bullet"/>
      <w:lvlText w:val="-"/>
      <w:lvlJc w:val="left"/>
      <w:pPr>
        <w:tabs>
          <w:tab w:val="num" w:pos="1440"/>
        </w:tabs>
        <w:ind w:left="1440" w:hanging="360"/>
      </w:pPr>
      <w:rPr>
        <w:rFonts w:ascii="Times New Roman" w:eastAsia="Times New Roman" w:hAnsi="Times New Roman" w:cs="Times New Roman" w:hint="default"/>
      </w:rPr>
    </w:lvl>
    <w:lvl w:ilvl="2" w:tplc="536CBA4C" w:tentative="1">
      <w:start w:val="1"/>
      <w:numFmt w:val="lowerRoman"/>
      <w:lvlText w:val="%3."/>
      <w:lvlJc w:val="right"/>
      <w:pPr>
        <w:tabs>
          <w:tab w:val="num" w:pos="2160"/>
        </w:tabs>
        <w:ind w:left="2160" w:hanging="180"/>
      </w:pPr>
    </w:lvl>
    <w:lvl w:ilvl="3" w:tplc="721AD22C" w:tentative="1">
      <w:start w:val="1"/>
      <w:numFmt w:val="decimal"/>
      <w:lvlText w:val="%4."/>
      <w:lvlJc w:val="left"/>
      <w:pPr>
        <w:tabs>
          <w:tab w:val="num" w:pos="2880"/>
        </w:tabs>
        <w:ind w:left="2880" w:hanging="360"/>
      </w:pPr>
    </w:lvl>
    <w:lvl w:ilvl="4" w:tplc="7B8871C0" w:tentative="1">
      <w:start w:val="1"/>
      <w:numFmt w:val="lowerLetter"/>
      <w:lvlText w:val="%5."/>
      <w:lvlJc w:val="left"/>
      <w:pPr>
        <w:tabs>
          <w:tab w:val="num" w:pos="3600"/>
        </w:tabs>
        <w:ind w:left="3600" w:hanging="360"/>
      </w:pPr>
    </w:lvl>
    <w:lvl w:ilvl="5" w:tplc="47D044A2" w:tentative="1">
      <w:start w:val="1"/>
      <w:numFmt w:val="lowerRoman"/>
      <w:lvlText w:val="%6."/>
      <w:lvlJc w:val="right"/>
      <w:pPr>
        <w:tabs>
          <w:tab w:val="num" w:pos="4320"/>
        </w:tabs>
        <w:ind w:left="4320" w:hanging="180"/>
      </w:pPr>
    </w:lvl>
    <w:lvl w:ilvl="6" w:tplc="4FD29FE6" w:tentative="1">
      <w:start w:val="1"/>
      <w:numFmt w:val="decimal"/>
      <w:lvlText w:val="%7."/>
      <w:lvlJc w:val="left"/>
      <w:pPr>
        <w:tabs>
          <w:tab w:val="num" w:pos="5040"/>
        </w:tabs>
        <w:ind w:left="5040" w:hanging="360"/>
      </w:pPr>
    </w:lvl>
    <w:lvl w:ilvl="7" w:tplc="A4606758" w:tentative="1">
      <w:start w:val="1"/>
      <w:numFmt w:val="lowerLetter"/>
      <w:lvlText w:val="%8."/>
      <w:lvlJc w:val="left"/>
      <w:pPr>
        <w:tabs>
          <w:tab w:val="num" w:pos="5760"/>
        </w:tabs>
        <w:ind w:left="5760" w:hanging="360"/>
      </w:pPr>
    </w:lvl>
    <w:lvl w:ilvl="8" w:tplc="1130E1FA" w:tentative="1">
      <w:start w:val="1"/>
      <w:numFmt w:val="lowerRoman"/>
      <w:lvlText w:val="%9."/>
      <w:lvlJc w:val="right"/>
      <w:pPr>
        <w:tabs>
          <w:tab w:val="num" w:pos="6480"/>
        </w:tabs>
        <w:ind w:left="6480" w:hanging="180"/>
      </w:pPr>
    </w:lvl>
  </w:abstractNum>
  <w:abstractNum w:abstractNumId="12">
    <w:nsid w:val="50C857AC"/>
    <w:multiLevelType w:val="hybridMultilevel"/>
    <w:tmpl w:val="6C624DF6"/>
    <w:lvl w:ilvl="0" w:tplc="9CBC7464">
      <w:start w:val="3"/>
      <w:numFmt w:val="decimal"/>
      <w:lvlText w:val="%1."/>
      <w:lvlJc w:val="left"/>
      <w:pPr>
        <w:tabs>
          <w:tab w:val="num" w:pos="720"/>
        </w:tabs>
        <w:ind w:left="720" w:hanging="360"/>
      </w:pPr>
      <w:rPr>
        <w:rFonts w:hint="default"/>
      </w:rPr>
    </w:lvl>
    <w:lvl w:ilvl="1" w:tplc="A7F83DCE" w:tentative="1">
      <w:start w:val="1"/>
      <w:numFmt w:val="lowerLetter"/>
      <w:lvlText w:val="%2."/>
      <w:lvlJc w:val="left"/>
      <w:pPr>
        <w:tabs>
          <w:tab w:val="num" w:pos="1440"/>
        </w:tabs>
        <w:ind w:left="1440" w:hanging="360"/>
      </w:pPr>
    </w:lvl>
    <w:lvl w:ilvl="2" w:tplc="6EBEF328" w:tentative="1">
      <w:start w:val="1"/>
      <w:numFmt w:val="lowerRoman"/>
      <w:lvlText w:val="%3."/>
      <w:lvlJc w:val="right"/>
      <w:pPr>
        <w:tabs>
          <w:tab w:val="num" w:pos="2160"/>
        </w:tabs>
        <w:ind w:left="2160" w:hanging="180"/>
      </w:pPr>
    </w:lvl>
    <w:lvl w:ilvl="3" w:tplc="FD403936" w:tentative="1">
      <w:start w:val="1"/>
      <w:numFmt w:val="decimal"/>
      <w:lvlText w:val="%4."/>
      <w:lvlJc w:val="left"/>
      <w:pPr>
        <w:tabs>
          <w:tab w:val="num" w:pos="2880"/>
        </w:tabs>
        <w:ind w:left="2880" w:hanging="360"/>
      </w:pPr>
    </w:lvl>
    <w:lvl w:ilvl="4" w:tplc="2D5C6A58" w:tentative="1">
      <w:start w:val="1"/>
      <w:numFmt w:val="lowerLetter"/>
      <w:lvlText w:val="%5."/>
      <w:lvlJc w:val="left"/>
      <w:pPr>
        <w:tabs>
          <w:tab w:val="num" w:pos="3600"/>
        </w:tabs>
        <w:ind w:left="3600" w:hanging="360"/>
      </w:pPr>
    </w:lvl>
    <w:lvl w:ilvl="5" w:tplc="4664D00C" w:tentative="1">
      <w:start w:val="1"/>
      <w:numFmt w:val="lowerRoman"/>
      <w:lvlText w:val="%6."/>
      <w:lvlJc w:val="right"/>
      <w:pPr>
        <w:tabs>
          <w:tab w:val="num" w:pos="4320"/>
        </w:tabs>
        <w:ind w:left="4320" w:hanging="180"/>
      </w:pPr>
    </w:lvl>
    <w:lvl w:ilvl="6" w:tplc="D3AE431A" w:tentative="1">
      <w:start w:val="1"/>
      <w:numFmt w:val="decimal"/>
      <w:lvlText w:val="%7."/>
      <w:lvlJc w:val="left"/>
      <w:pPr>
        <w:tabs>
          <w:tab w:val="num" w:pos="5040"/>
        </w:tabs>
        <w:ind w:left="5040" w:hanging="360"/>
      </w:pPr>
    </w:lvl>
    <w:lvl w:ilvl="7" w:tplc="CA1E5BB2" w:tentative="1">
      <w:start w:val="1"/>
      <w:numFmt w:val="lowerLetter"/>
      <w:lvlText w:val="%8."/>
      <w:lvlJc w:val="left"/>
      <w:pPr>
        <w:tabs>
          <w:tab w:val="num" w:pos="5760"/>
        </w:tabs>
        <w:ind w:left="5760" w:hanging="360"/>
      </w:pPr>
    </w:lvl>
    <w:lvl w:ilvl="8" w:tplc="48EA8A00" w:tentative="1">
      <w:start w:val="1"/>
      <w:numFmt w:val="lowerRoman"/>
      <w:lvlText w:val="%9."/>
      <w:lvlJc w:val="right"/>
      <w:pPr>
        <w:tabs>
          <w:tab w:val="num" w:pos="6480"/>
        </w:tabs>
        <w:ind w:left="6480" w:hanging="180"/>
      </w:pPr>
    </w:lvl>
  </w:abstractNum>
  <w:abstractNum w:abstractNumId="13">
    <w:nsid w:val="53CF013B"/>
    <w:multiLevelType w:val="hybridMultilevel"/>
    <w:tmpl w:val="5B009D0E"/>
    <w:lvl w:ilvl="0" w:tplc="54D4DC98">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A714D2"/>
    <w:multiLevelType w:val="hybridMultilevel"/>
    <w:tmpl w:val="F0826190"/>
    <w:lvl w:ilvl="0" w:tplc="B380D8CA">
      <w:start w:val="1"/>
      <w:numFmt w:val="decimal"/>
      <w:lvlText w:val="%1."/>
      <w:lvlJc w:val="left"/>
      <w:pPr>
        <w:tabs>
          <w:tab w:val="num" w:pos="987"/>
        </w:tabs>
        <w:ind w:left="987" w:hanging="360"/>
      </w:pPr>
      <w:rPr>
        <w:rFonts w:hint="default"/>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abstractNum w:abstractNumId="15">
    <w:nsid w:val="56EC6F22"/>
    <w:multiLevelType w:val="hybridMultilevel"/>
    <w:tmpl w:val="77103CCE"/>
    <w:lvl w:ilvl="0" w:tplc="647E9116">
      <w:start w:val="2"/>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6">
    <w:nsid w:val="571E7496"/>
    <w:multiLevelType w:val="multilevel"/>
    <w:tmpl w:val="B81E059A"/>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17">
    <w:nsid w:val="59B77DC2"/>
    <w:multiLevelType w:val="hybridMultilevel"/>
    <w:tmpl w:val="FEAA764C"/>
    <w:lvl w:ilvl="0" w:tplc="D74AD2FE">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9">
    <w:nsid w:val="6CDE4384"/>
    <w:multiLevelType w:val="hybridMultilevel"/>
    <w:tmpl w:val="1040C986"/>
    <w:lvl w:ilvl="0" w:tplc="F4B8F128">
      <w:start w:val="1"/>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0">
    <w:nsid w:val="766B28F0"/>
    <w:multiLevelType w:val="hybridMultilevel"/>
    <w:tmpl w:val="A502B2D8"/>
    <w:lvl w:ilvl="0" w:tplc="B61CE03A">
      <w:start w:val="1"/>
      <w:numFmt w:val="decimal"/>
      <w:lvlText w:val="%1."/>
      <w:lvlJc w:val="left"/>
      <w:pPr>
        <w:tabs>
          <w:tab w:val="num" w:pos="1068"/>
        </w:tabs>
        <w:ind w:left="0" w:firstLine="708"/>
      </w:pPr>
      <w:rPr>
        <w:rFonts w:hint="default"/>
      </w:rPr>
    </w:lvl>
    <w:lvl w:ilvl="1" w:tplc="B768B19E">
      <w:start w:val="1"/>
      <w:numFmt w:val="bullet"/>
      <w:lvlText w:val="-"/>
      <w:lvlJc w:val="left"/>
      <w:pPr>
        <w:tabs>
          <w:tab w:val="num" w:pos="1788"/>
        </w:tabs>
        <w:ind w:left="1788" w:hanging="360"/>
      </w:pPr>
      <w:rPr>
        <w:rFonts w:ascii="Times New Roman" w:eastAsia="Times New Roman" w:hAnsi="Times New Roman" w:cs="Times New Roman"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76B67D50"/>
    <w:multiLevelType w:val="hybridMultilevel"/>
    <w:tmpl w:val="5A82AB36"/>
    <w:lvl w:ilvl="0" w:tplc="4DDC7266">
      <w:start w:val="1"/>
      <w:numFmt w:val="decimal"/>
      <w:lvlText w:val="%1."/>
      <w:lvlJc w:val="left"/>
      <w:pPr>
        <w:tabs>
          <w:tab w:val="num" w:pos="645"/>
        </w:tabs>
        <w:ind w:left="645" w:hanging="360"/>
      </w:pPr>
      <w:rPr>
        <w:rFonts w:hint="default"/>
        <w:i/>
      </w:rPr>
    </w:lvl>
    <w:lvl w:ilvl="1" w:tplc="10329DB8">
      <w:start w:val="1"/>
      <w:numFmt w:val="lowerLetter"/>
      <w:lvlText w:val="%2."/>
      <w:lvlJc w:val="left"/>
      <w:pPr>
        <w:tabs>
          <w:tab w:val="num" w:pos="1365"/>
        </w:tabs>
        <w:ind w:left="1365" w:hanging="360"/>
      </w:pPr>
    </w:lvl>
    <w:lvl w:ilvl="2" w:tplc="146E2222">
      <w:start w:val="1"/>
      <w:numFmt w:val="lowerRoman"/>
      <w:lvlText w:val="%3."/>
      <w:lvlJc w:val="right"/>
      <w:pPr>
        <w:tabs>
          <w:tab w:val="num" w:pos="2085"/>
        </w:tabs>
        <w:ind w:left="2085" w:hanging="180"/>
      </w:pPr>
    </w:lvl>
    <w:lvl w:ilvl="3" w:tplc="E4007816">
      <w:start w:val="1"/>
      <w:numFmt w:val="decimal"/>
      <w:lvlText w:val="%4."/>
      <w:lvlJc w:val="left"/>
      <w:pPr>
        <w:tabs>
          <w:tab w:val="num" w:pos="2805"/>
        </w:tabs>
        <w:ind w:left="2805" w:hanging="360"/>
      </w:pPr>
    </w:lvl>
    <w:lvl w:ilvl="4" w:tplc="51E41E2A">
      <w:start w:val="1"/>
      <w:numFmt w:val="lowerLetter"/>
      <w:lvlText w:val="%5."/>
      <w:lvlJc w:val="left"/>
      <w:pPr>
        <w:tabs>
          <w:tab w:val="num" w:pos="3525"/>
        </w:tabs>
        <w:ind w:left="3525" w:hanging="360"/>
      </w:pPr>
    </w:lvl>
    <w:lvl w:ilvl="5" w:tplc="8DAA4168">
      <w:start w:val="1"/>
      <w:numFmt w:val="lowerRoman"/>
      <w:lvlText w:val="%6."/>
      <w:lvlJc w:val="right"/>
      <w:pPr>
        <w:tabs>
          <w:tab w:val="num" w:pos="4245"/>
        </w:tabs>
        <w:ind w:left="4245" w:hanging="180"/>
      </w:pPr>
    </w:lvl>
    <w:lvl w:ilvl="6" w:tplc="944A770C">
      <w:start w:val="1"/>
      <w:numFmt w:val="decimal"/>
      <w:lvlText w:val="%7."/>
      <w:lvlJc w:val="left"/>
      <w:pPr>
        <w:tabs>
          <w:tab w:val="num" w:pos="4965"/>
        </w:tabs>
        <w:ind w:left="4965" w:hanging="360"/>
      </w:pPr>
    </w:lvl>
    <w:lvl w:ilvl="7" w:tplc="85548E42">
      <w:start w:val="1"/>
      <w:numFmt w:val="lowerLetter"/>
      <w:lvlText w:val="%8."/>
      <w:lvlJc w:val="left"/>
      <w:pPr>
        <w:tabs>
          <w:tab w:val="num" w:pos="5685"/>
        </w:tabs>
        <w:ind w:left="5685" w:hanging="360"/>
      </w:pPr>
    </w:lvl>
    <w:lvl w:ilvl="8" w:tplc="E1C86FA6">
      <w:start w:val="1"/>
      <w:numFmt w:val="lowerRoman"/>
      <w:lvlText w:val="%9."/>
      <w:lvlJc w:val="right"/>
      <w:pPr>
        <w:tabs>
          <w:tab w:val="num" w:pos="6405"/>
        </w:tabs>
        <w:ind w:left="6405" w:hanging="180"/>
      </w:pPr>
    </w:lvl>
  </w:abstractNum>
  <w:abstractNum w:abstractNumId="22">
    <w:nsid w:val="76BC6BEF"/>
    <w:multiLevelType w:val="hybridMultilevel"/>
    <w:tmpl w:val="B25E51AE"/>
    <w:lvl w:ilvl="0" w:tplc="38AA5F10">
      <w:start w:val="1"/>
      <w:numFmt w:val="decimal"/>
      <w:lvlText w:val="%1."/>
      <w:lvlJc w:val="left"/>
      <w:pPr>
        <w:tabs>
          <w:tab w:val="num" w:pos="720"/>
        </w:tabs>
        <w:ind w:left="720" w:hanging="360"/>
      </w:pPr>
      <w:rPr>
        <w:rFonts w:hint="default"/>
      </w:rPr>
    </w:lvl>
    <w:lvl w:ilvl="1" w:tplc="76308F8E" w:tentative="1">
      <w:start w:val="1"/>
      <w:numFmt w:val="lowerLetter"/>
      <w:lvlText w:val="%2."/>
      <w:lvlJc w:val="left"/>
      <w:pPr>
        <w:tabs>
          <w:tab w:val="num" w:pos="1440"/>
        </w:tabs>
        <w:ind w:left="1440" w:hanging="360"/>
      </w:pPr>
    </w:lvl>
    <w:lvl w:ilvl="2" w:tplc="B2342C36" w:tentative="1">
      <w:start w:val="1"/>
      <w:numFmt w:val="lowerRoman"/>
      <w:lvlText w:val="%3."/>
      <w:lvlJc w:val="right"/>
      <w:pPr>
        <w:tabs>
          <w:tab w:val="num" w:pos="2160"/>
        </w:tabs>
        <w:ind w:left="2160" w:hanging="180"/>
      </w:pPr>
    </w:lvl>
    <w:lvl w:ilvl="3" w:tplc="5D9C8C1A" w:tentative="1">
      <w:start w:val="1"/>
      <w:numFmt w:val="decimal"/>
      <w:lvlText w:val="%4."/>
      <w:lvlJc w:val="left"/>
      <w:pPr>
        <w:tabs>
          <w:tab w:val="num" w:pos="2880"/>
        </w:tabs>
        <w:ind w:left="2880" w:hanging="360"/>
      </w:pPr>
    </w:lvl>
    <w:lvl w:ilvl="4" w:tplc="2FAA1D3A" w:tentative="1">
      <w:start w:val="1"/>
      <w:numFmt w:val="lowerLetter"/>
      <w:lvlText w:val="%5."/>
      <w:lvlJc w:val="left"/>
      <w:pPr>
        <w:tabs>
          <w:tab w:val="num" w:pos="3600"/>
        </w:tabs>
        <w:ind w:left="3600" w:hanging="360"/>
      </w:pPr>
    </w:lvl>
    <w:lvl w:ilvl="5" w:tplc="BD503582" w:tentative="1">
      <w:start w:val="1"/>
      <w:numFmt w:val="lowerRoman"/>
      <w:lvlText w:val="%6."/>
      <w:lvlJc w:val="right"/>
      <w:pPr>
        <w:tabs>
          <w:tab w:val="num" w:pos="4320"/>
        </w:tabs>
        <w:ind w:left="4320" w:hanging="180"/>
      </w:pPr>
    </w:lvl>
    <w:lvl w:ilvl="6" w:tplc="48A67CD0" w:tentative="1">
      <w:start w:val="1"/>
      <w:numFmt w:val="decimal"/>
      <w:lvlText w:val="%7."/>
      <w:lvlJc w:val="left"/>
      <w:pPr>
        <w:tabs>
          <w:tab w:val="num" w:pos="5040"/>
        </w:tabs>
        <w:ind w:left="5040" w:hanging="360"/>
      </w:pPr>
    </w:lvl>
    <w:lvl w:ilvl="7" w:tplc="DBE0B6FA" w:tentative="1">
      <w:start w:val="1"/>
      <w:numFmt w:val="lowerLetter"/>
      <w:lvlText w:val="%8."/>
      <w:lvlJc w:val="left"/>
      <w:pPr>
        <w:tabs>
          <w:tab w:val="num" w:pos="5760"/>
        </w:tabs>
        <w:ind w:left="5760" w:hanging="360"/>
      </w:pPr>
    </w:lvl>
    <w:lvl w:ilvl="8" w:tplc="30A6CFBA" w:tentative="1">
      <w:start w:val="1"/>
      <w:numFmt w:val="lowerRoman"/>
      <w:lvlText w:val="%9."/>
      <w:lvlJc w:val="right"/>
      <w:pPr>
        <w:tabs>
          <w:tab w:val="num" w:pos="6480"/>
        </w:tabs>
        <w:ind w:left="6480" w:hanging="180"/>
      </w:pPr>
    </w:lvl>
  </w:abstractNum>
  <w:abstractNum w:abstractNumId="23">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pStyle w:val="1"/>
      <w:lvlText w:val="%1%2."/>
      <w:lvlJc w:val="left"/>
      <w:pPr>
        <w:tabs>
          <w:tab w:val="num" w:pos="720"/>
        </w:tabs>
        <w:ind w:left="357" w:hanging="357"/>
      </w:pPr>
      <w:rPr>
        <w:rFonts w:hint="default"/>
      </w:rPr>
    </w:lvl>
    <w:lvl w:ilvl="2">
      <w:start w:val="1"/>
      <w:numFmt w:val="decimal"/>
      <w:pStyle w:val="2"/>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24">
    <w:nsid w:val="7D016878"/>
    <w:multiLevelType w:val="hybridMultilevel"/>
    <w:tmpl w:val="EA2A0A22"/>
    <w:lvl w:ilvl="0" w:tplc="D6D690AE">
      <w:start w:val="2"/>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nsid w:val="7D6C60A8"/>
    <w:multiLevelType w:val="hybridMultilevel"/>
    <w:tmpl w:val="AF5E2748"/>
    <w:lvl w:ilvl="0" w:tplc="B388FEF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0"/>
  </w:num>
  <w:num w:numId="2">
    <w:abstractNumId w:val="16"/>
  </w:num>
  <w:num w:numId="3">
    <w:abstractNumId w:val="11"/>
  </w:num>
  <w:num w:numId="4">
    <w:abstractNumId w:val="1"/>
  </w:num>
  <w:num w:numId="5">
    <w:abstractNumId w:val="5"/>
  </w:num>
  <w:num w:numId="6">
    <w:abstractNumId w:val="8"/>
  </w:num>
  <w:num w:numId="7">
    <w:abstractNumId w:val="22"/>
  </w:num>
  <w:num w:numId="8">
    <w:abstractNumId w:val="23"/>
  </w:num>
  <w:num w:numId="9">
    <w:abstractNumId w:val="9"/>
  </w:num>
  <w:num w:numId="10">
    <w:abstractNumId w:val="12"/>
  </w:num>
  <w:num w:numId="11">
    <w:abstractNumId w:val="3"/>
  </w:num>
  <w:num w:numId="12">
    <w:abstractNumId w:val="21"/>
  </w:num>
  <w:num w:numId="13">
    <w:abstractNumId w:val="19"/>
  </w:num>
  <w:num w:numId="14">
    <w:abstractNumId w:val="25"/>
  </w:num>
  <w:num w:numId="15">
    <w:abstractNumId w:val="20"/>
  </w:num>
  <w:num w:numId="16">
    <w:abstractNumId w:val="6"/>
  </w:num>
  <w:num w:numId="17">
    <w:abstractNumId w:val="7"/>
  </w:num>
  <w:num w:numId="18">
    <w:abstractNumId w:val="17"/>
  </w:num>
  <w:num w:numId="19">
    <w:abstractNumId w:val="0"/>
  </w:num>
  <w:num w:numId="20">
    <w:abstractNumId w:val="13"/>
  </w:num>
  <w:num w:numId="21">
    <w:abstractNumId w:val="2"/>
  </w:num>
  <w:num w:numId="22">
    <w:abstractNumId w:val="26"/>
  </w:num>
  <w:num w:numId="23">
    <w:abstractNumId w:val="18"/>
  </w:num>
  <w:num w:numId="24">
    <w:abstractNumId w:val="14"/>
  </w:num>
  <w:num w:numId="25">
    <w:abstractNumId w:val="15"/>
  </w:num>
  <w:num w:numId="26">
    <w:abstractNumId w:val="24"/>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95AA5"/>
    <w:rsid w:val="000018C2"/>
    <w:rsid w:val="00002E31"/>
    <w:rsid w:val="000032A5"/>
    <w:rsid w:val="0000606A"/>
    <w:rsid w:val="0001321D"/>
    <w:rsid w:val="0001663F"/>
    <w:rsid w:val="0001688C"/>
    <w:rsid w:val="00016D3D"/>
    <w:rsid w:val="00020C74"/>
    <w:rsid w:val="00021E14"/>
    <w:rsid w:val="00025B71"/>
    <w:rsid w:val="00027CC1"/>
    <w:rsid w:val="000309FE"/>
    <w:rsid w:val="0003208F"/>
    <w:rsid w:val="00032AAA"/>
    <w:rsid w:val="00032CA8"/>
    <w:rsid w:val="00036134"/>
    <w:rsid w:val="000363FF"/>
    <w:rsid w:val="00036DCA"/>
    <w:rsid w:val="0003768F"/>
    <w:rsid w:val="00040011"/>
    <w:rsid w:val="00041C2D"/>
    <w:rsid w:val="00043891"/>
    <w:rsid w:val="00044452"/>
    <w:rsid w:val="000470C6"/>
    <w:rsid w:val="000472BB"/>
    <w:rsid w:val="0004734E"/>
    <w:rsid w:val="00050A43"/>
    <w:rsid w:val="00052475"/>
    <w:rsid w:val="000528D6"/>
    <w:rsid w:val="00052B2F"/>
    <w:rsid w:val="00055BB5"/>
    <w:rsid w:val="000561E8"/>
    <w:rsid w:val="000614B8"/>
    <w:rsid w:val="00065002"/>
    <w:rsid w:val="00066495"/>
    <w:rsid w:val="000677AE"/>
    <w:rsid w:val="000763FD"/>
    <w:rsid w:val="0007743E"/>
    <w:rsid w:val="00080F70"/>
    <w:rsid w:val="000828B3"/>
    <w:rsid w:val="000829E2"/>
    <w:rsid w:val="00084B3E"/>
    <w:rsid w:val="00092F4C"/>
    <w:rsid w:val="000953F8"/>
    <w:rsid w:val="00095C99"/>
    <w:rsid w:val="00096BC5"/>
    <w:rsid w:val="000A079B"/>
    <w:rsid w:val="000A2988"/>
    <w:rsid w:val="000A4DB0"/>
    <w:rsid w:val="000A744B"/>
    <w:rsid w:val="000A7DD5"/>
    <w:rsid w:val="000B0F6B"/>
    <w:rsid w:val="000B2826"/>
    <w:rsid w:val="000B4ADA"/>
    <w:rsid w:val="000C3D3D"/>
    <w:rsid w:val="000C7E03"/>
    <w:rsid w:val="000D1874"/>
    <w:rsid w:val="000D2FD2"/>
    <w:rsid w:val="000E5147"/>
    <w:rsid w:val="000E63FB"/>
    <w:rsid w:val="000F0088"/>
    <w:rsid w:val="000F0E85"/>
    <w:rsid w:val="000F121C"/>
    <w:rsid w:val="000F30C5"/>
    <w:rsid w:val="000F49A2"/>
    <w:rsid w:val="000F5C9D"/>
    <w:rsid w:val="000F6494"/>
    <w:rsid w:val="00102B81"/>
    <w:rsid w:val="0010337C"/>
    <w:rsid w:val="00104244"/>
    <w:rsid w:val="00105BEF"/>
    <w:rsid w:val="001111FE"/>
    <w:rsid w:val="00114015"/>
    <w:rsid w:val="00114398"/>
    <w:rsid w:val="00115410"/>
    <w:rsid w:val="0012006B"/>
    <w:rsid w:val="001207DD"/>
    <w:rsid w:val="00127926"/>
    <w:rsid w:val="001306BE"/>
    <w:rsid w:val="00131181"/>
    <w:rsid w:val="00132A0F"/>
    <w:rsid w:val="001419D4"/>
    <w:rsid w:val="00141F2D"/>
    <w:rsid w:val="0014238D"/>
    <w:rsid w:val="00144540"/>
    <w:rsid w:val="00144E02"/>
    <w:rsid w:val="00150A17"/>
    <w:rsid w:val="00151071"/>
    <w:rsid w:val="001533AE"/>
    <w:rsid w:val="00153B1F"/>
    <w:rsid w:val="00163AC1"/>
    <w:rsid w:val="00164DB2"/>
    <w:rsid w:val="00170B8D"/>
    <w:rsid w:val="001711EC"/>
    <w:rsid w:val="00171E78"/>
    <w:rsid w:val="00172828"/>
    <w:rsid w:val="00172C9F"/>
    <w:rsid w:val="00173FE2"/>
    <w:rsid w:val="00177D25"/>
    <w:rsid w:val="00181CAD"/>
    <w:rsid w:val="00185EC7"/>
    <w:rsid w:val="00187F81"/>
    <w:rsid w:val="00190097"/>
    <w:rsid w:val="0019308A"/>
    <w:rsid w:val="00194AA3"/>
    <w:rsid w:val="00194F6E"/>
    <w:rsid w:val="00195527"/>
    <w:rsid w:val="00197837"/>
    <w:rsid w:val="001A1E46"/>
    <w:rsid w:val="001A482A"/>
    <w:rsid w:val="001A5417"/>
    <w:rsid w:val="001B0742"/>
    <w:rsid w:val="001B1B14"/>
    <w:rsid w:val="001B4515"/>
    <w:rsid w:val="001B6203"/>
    <w:rsid w:val="001B660E"/>
    <w:rsid w:val="001C14D1"/>
    <w:rsid w:val="001C5A9B"/>
    <w:rsid w:val="001C79FA"/>
    <w:rsid w:val="001C7C32"/>
    <w:rsid w:val="001D02AC"/>
    <w:rsid w:val="001D06C7"/>
    <w:rsid w:val="001D3C91"/>
    <w:rsid w:val="001D4FB8"/>
    <w:rsid w:val="001D615F"/>
    <w:rsid w:val="001E05C1"/>
    <w:rsid w:val="001E1C33"/>
    <w:rsid w:val="001E44B3"/>
    <w:rsid w:val="001E4D05"/>
    <w:rsid w:val="001E7CD4"/>
    <w:rsid w:val="001F0F9B"/>
    <w:rsid w:val="001F47CE"/>
    <w:rsid w:val="001F5C05"/>
    <w:rsid w:val="001F6F0D"/>
    <w:rsid w:val="001F71A1"/>
    <w:rsid w:val="0020155D"/>
    <w:rsid w:val="00202C50"/>
    <w:rsid w:val="002143DF"/>
    <w:rsid w:val="0021454A"/>
    <w:rsid w:val="00215EF0"/>
    <w:rsid w:val="002303DB"/>
    <w:rsid w:val="00233F97"/>
    <w:rsid w:val="0023492C"/>
    <w:rsid w:val="0023500F"/>
    <w:rsid w:val="002404C1"/>
    <w:rsid w:val="00243C11"/>
    <w:rsid w:val="00245E65"/>
    <w:rsid w:val="00245FC7"/>
    <w:rsid w:val="002468CD"/>
    <w:rsid w:val="0025765A"/>
    <w:rsid w:val="00260CC0"/>
    <w:rsid w:val="00261FC6"/>
    <w:rsid w:val="00272842"/>
    <w:rsid w:val="00272EA3"/>
    <w:rsid w:val="002735E5"/>
    <w:rsid w:val="00275957"/>
    <w:rsid w:val="002770A4"/>
    <w:rsid w:val="00280BC3"/>
    <w:rsid w:val="00281667"/>
    <w:rsid w:val="00283C7C"/>
    <w:rsid w:val="00287350"/>
    <w:rsid w:val="00292958"/>
    <w:rsid w:val="00293E74"/>
    <w:rsid w:val="00295480"/>
    <w:rsid w:val="00295AA5"/>
    <w:rsid w:val="002A063D"/>
    <w:rsid w:val="002A2036"/>
    <w:rsid w:val="002A2AB3"/>
    <w:rsid w:val="002A5E75"/>
    <w:rsid w:val="002A6EFD"/>
    <w:rsid w:val="002B0406"/>
    <w:rsid w:val="002B219D"/>
    <w:rsid w:val="002B2BED"/>
    <w:rsid w:val="002B41CF"/>
    <w:rsid w:val="002B7B82"/>
    <w:rsid w:val="002C0852"/>
    <w:rsid w:val="002C27F3"/>
    <w:rsid w:val="002C2CE0"/>
    <w:rsid w:val="002C4062"/>
    <w:rsid w:val="002C47AB"/>
    <w:rsid w:val="002C6C1D"/>
    <w:rsid w:val="002D0A0D"/>
    <w:rsid w:val="002D14D7"/>
    <w:rsid w:val="002D15AC"/>
    <w:rsid w:val="002D18DE"/>
    <w:rsid w:val="002D41F7"/>
    <w:rsid w:val="002D5703"/>
    <w:rsid w:val="002D5846"/>
    <w:rsid w:val="002E1D68"/>
    <w:rsid w:val="002E5640"/>
    <w:rsid w:val="002F0921"/>
    <w:rsid w:val="002F314F"/>
    <w:rsid w:val="002F5D21"/>
    <w:rsid w:val="002F5D8B"/>
    <w:rsid w:val="003052F7"/>
    <w:rsid w:val="0030761E"/>
    <w:rsid w:val="0031362A"/>
    <w:rsid w:val="00314DFA"/>
    <w:rsid w:val="00316056"/>
    <w:rsid w:val="00316A09"/>
    <w:rsid w:val="00323920"/>
    <w:rsid w:val="00324696"/>
    <w:rsid w:val="003252CF"/>
    <w:rsid w:val="003267FA"/>
    <w:rsid w:val="00326A8D"/>
    <w:rsid w:val="00331469"/>
    <w:rsid w:val="003325B4"/>
    <w:rsid w:val="0033575F"/>
    <w:rsid w:val="0034032D"/>
    <w:rsid w:val="00350293"/>
    <w:rsid w:val="00350D74"/>
    <w:rsid w:val="00351EBF"/>
    <w:rsid w:val="00352CD3"/>
    <w:rsid w:val="003534AF"/>
    <w:rsid w:val="0035754C"/>
    <w:rsid w:val="00373FBE"/>
    <w:rsid w:val="00374F09"/>
    <w:rsid w:val="003769EE"/>
    <w:rsid w:val="00376F68"/>
    <w:rsid w:val="00380641"/>
    <w:rsid w:val="00380ED3"/>
    <w:rsid w:val="00381469"/>
    <w:rsid w:val="00384072"/>
    <w:rsid w:val="00385D14"/>
    <w:rsid w:val="003973DF"/>
    <w:rsid w:val="003A0ED5"/>
    <w:rsid w:val="003A4850"/>
    <w:rsid w:val="003B02FE"/>
    <w:rsid w:val="003B130F"/>
    <w:rsid w:val="003C0B26"/>
    <w:rsid w:val="003C7018"/>
    <w:rsid w:val="003D29CC"/>
    <w:rsid w:val="003E0709"/>
    <w:rsid w:val="003E13E8"/>
    <w:rsid w:val="003E22B3"/>
    <w:rsid w:val="003F08DB"/>
    <w:rsid w:val="003F1479"/>
    <w:rsid w:val="003F2BBA"/>
    <w:rsid w:val="003F30E4"/>
    <w:rsid w:val="003F3725"/>
    <w:rsid w:val="003F5E89"/>
    <w:rsid w:val="0040027A"/>
    <w:rsid w:val="004071E7"/>
    <w:rsid w:val="00407D7F"/>
    <w:rsid w:val="0041138F"/>
    <w:rsid w:val="0041325F"/>
    <w:rsid w:val="00413FBC"/>
    <w:rsid w:val="0041402A"/>
    <w:rsid w:val="00420B82"/>
    <w:rsid w:val="004219DC"/>
    <w:rsid w:val="0042249E"/>
    <w:rsid w:val="00425AFD"/>
    <w:rsid w:val="00427831"/>
    <w:rsid w:val="00432682"/>
    <w:rsid w:val="00435069"/>
    <w:rsid w:val="00435741"/>
    <w:rsid w:val="00436DE0"/>
    <w:rsid w:val="00444F28"/>
    <w:rsid w:val="004468B2"/>
    <w:rsid w:val="00447AF5"/>
    <w:rsid w:val="004506BC"/>
    <w:rsid w:val="00452227"/>
    <w:rsid w:val="00452E2F"/>
    <w:rsid w:val="0045368D"/>
    <w:rsid w:val="00455197"/>
    <w:rsid w:val="0045771F"/>
    <w:rsid w:val="004604FF"/>
    <w:rsid w:val="0046481F"/>
    <w:rsid w:val="00465883"/>
    <w:rsid w:val="00466115"/>
    <w:rsid w:val="00467761"/>
    <w:rsid w:val="0047048C"/>
    <w:rsid w:val="0047078C"/>
    <w:rsid w:val="004707BD"/>
    <w:rsid w:val="00481252"/>
    <w:rsid w:val="0048193E"/>
    <w:rsid w:val="00482384"/>
    <w:rsid w:val="00483DC3"/>
    <w:rsid w:val="00487C77"/>
    <w:rsid w:val="004954A0"/>
    <w:rsid w:val="0049758B"/>
    <w:rsid w:val="004A0157"/>
    <w:rsid w:val="004A162C"/>
    <w:rsid w:val="004A2228"/>
    <w:rsid w:val="004A266B"/>
    <w:rsid w:val="004A2DB8"/>
    <w:rsid w:val="004A344B"/>
    <w:rsid w:val="004A39C9"/>
    <w:rsid w:val="004A3C91"/>
    <w:rsid w:val="004A659F"/>
    <w:rsid w:val="004B1E0B"/>
    <w:rsid w:val="004B6FB9"/>
    <w:rsid w:val="004B77F1"/>
    <w:rsid w:val="004C275B"/>
    <w:rsid w:val="004C2C66"/>
    <w:rsid w:val="004C58BB"/>
    <w:rsid w:val="004C603E"/>
    <w:rsid w:val="004D3508"/>
    <w:rsid w:val="004D5AF2"/>
    <w:rsid w:val="004D6456"/>
    <w:rsid w:val="004D6DD1"/>
    <w:rsid w:val="004E1E72"/>
    <w:rsid w:val="004E301B"/>
    <w:rsid w:val="004E46CF"/>
    <w:rsid w:val="004E5136"/>
    <w:rsid w:val="004F24D9"/>
    <w:rsid w:val="004F6DA6"/>
    <w:rsid w:val="00502729"/>
    <w:rsid w:val="00507B40"/>
    <w:rsid w:val="0051018D"/>
    <w:rsid w:val="00510AB6"/>
    <w:rsid w:val="00512A10"/>
    <w:rsid w:val="00514875"/>
    <w:rsid w:val="00515931"/>
    <w:rsid w:val="005172F7"/>
    <w:rsid w:val="005177AF"/>
    <w:rsid w:val="00517BE6"/>
    <w:rsid w:val="005202A7"/>
    <w:rsid w:val="0052316B"/>
    <w:rsid w:val="00525354"/>
    <w:rsid w:val="00525848"/>
    <w:rsid w:val="005271C0"/>
    <w:rsid w:val="0053243D"/>
    <w:rsid w:val="00534A7B"/>
    <w:rsid w:val="0053758E"/>
    <w:rsid w:val="00540A06"/>
    <w:rsid w:val="0055101F"/>
    <w:rsid w:val="00554A4B"/>
    <w:rsid w:val="00555B4A"/>
    <w:rsid w:val="005672E7"/>
    <w:rsid w:val="005708A9"/>
    <w:rsid w:val="00574011"/>
    <w:rsid w:val="005765C7"/>
    <w:rsid w:val="0058002D"/>
    <w:rsid w:val="00581F20"/>
    <w:rsid w:val="005821C9"/>
    <w:rsid w:val="0058221C"/>
    <w:rsid w:val="00582501"/>
    <w:rsid w:val="00582C8A"/>
    <w:rsid w:val="0058547B"/>
    <w:rsid w:val="00585D2F"/>
    <w:rsid w:val="00586E85"/>
    <w:rsid w:val="00590198"/>
    <w:rsid w:val="00592362"/>
    <w:rsid w:val="005944E0"/>
    <w:rsid w:val="005953C0"/>
    <w:rsid w:val="005954CA"/>
    <w:rsid w:val="00596610"/>
    <w:rsid w:val="005A5381"/>
    <w:rsid w:val="005A5590"/>
    <w:rsid w:val="005A667E"/>
    <w:rsid w:val="005A6853"/>
    <w:rsid w:val="005A7070"/>
    <w:rsid w:val="005B18F0"/>
    <w:rsid w:val="005B207C"/>
    <w:rsid w:val="005B2B36"/>
    <w:rsid w:val="005B4F76"/>
    <w:rsid w:val="005B5FC0"/>
    <w:rsid w:val="005B6F2E"/>
    <w:rsid w:val="005C254C"/>
    <w:rsid w:val="005D186C"/>
    <w:rsid w:val="005D1B67"/>
    <w:rsid w:val="005D57D6"/>
    <w:rsid w:val="005D74DF"/>
    <w:rsid w:val="005D7E35"/>
    <w:rsid w:val="005E2389"/>
    <w:rsid w:val="005E3104"/>
    <w:rsid w:val="005E3844"/>
    <w:rsid w:val="005F48AC"/>
    <w:rsid w:val="005F7CBB"/>
    <w:rsid w:val="0060049F"/>
    <w:rsid w:val="00601723"/>
    <w:rsid w:val="00606A99"/>
    <w:rsid w:val="006169FD"/>
    <w:rsid w:val="00626B16"/>
    <w:rsid w:val="00627693"/>
    <w:rsid w:val="00627BDB"/>
    <w:rsid w:val="00631CCA"/>
    <w:rsid w:val="00632AE7"/>
    <w:rsid w:val="00633914"/>
    <w:rsid w:val="00640A78"/>
    <w:rsid w:val="006430BC"/>
    <w:rsid w:val="006451A3"/>
    <w:rsid w:val="006454FC"/>
    <w:rsid w:val="00650ECE"/>
    <w:rsid w:val="00652089"/>
    <w:rsid w:val="00664320"/>
    <w:rsid w:val="00667A08"/>
    <w:rsid w:val="00672821"/>
    <w:rsid w:val="00675C9B"/>
    <w:rsid w:val="00675EB6"/>
    <w:rsid w:val="006779F7"/>
    <w:rsid w:val="00681188"/>
    <w:rsid w:val="006816E0"/>
    <w:rsid w:val="006825FB"/>
    <w:rsid w:val="00682DAE"/>
    <w:rsid w:val="00685D4F"/>
    <w:rsid w:val="00686B77"/>
    <w:rsid w:val="0069034B"/>
    <w:rsid w:val="00693EC0"/>
    <w:rsid w:val="006A0989"/>
    <w:rsid w:val="006A40F5"/>
    <w:rsid w:val="006A6523"/>
    <w:rsid w:val="006B250E"/>
    <w:rsid w:val="006C1029"/>
    <w:rsid w:val="006C3FB7"/>
    <w:rsid w:val="006D332C"/>
    <w:rsid w:val="006D5D8A"/>
    <w:rsid w:val="006E1808"/>
    <w:rsid w:val="006E3F06"/>
    <w:rsid w:val="006F3295"/>
    <w:rsid w:val="006F50CE"/>
    <w:rsid w:val="006F77A1"/>
    <w:rsid w:val="00700819"/>
    <w:rsid w:val="0070194E"/>
    <w:rsid w:val="007020BC"/>
    <w:rsid w:val="007036ED"/>
    <w:rsid w:val="00707078"/>
    <w:rsid w:val="00710A7D"/>
    <w:rsid w:val="0071357C"/>
    <w:rsid w:val="007149B9"/>
    <w:rsid w:val="00720620"/>
    <w:rsid w:val="007238FD"/>
    <w:rsid w:val="007240D7"/>
    <w:rsid w:val="00727106"/>
    <w:rsid w:val="00730B21"/>
    <w:rsid w:val="00735914"/>
    <w:rsid w:val="0073617B"/>
    <w:rsid w:val="00740322"/>
    <w:rsid w:val="00741350"/>
    <w:rsid w:val="0074514B"/>
    <w:rsid w:val="007460E4"/>
    <w:rsid w:val="007507B9"/>
    <w:rsid w:val="00751868"/>
    <w:rsid w:val="00752FEE"/>
    <w:rsid w:val="00755A4E"/>
    <w:rsid w:val="00760D25"/>
    <w:rsid w:val="007615C7"/>
    <w:rsid w:val="0076224A"/>
    <w:rsid w:val="00762737"/>
    <w:rsid w:val="0076341C"/>
    <w:rsid w:val="00763435"/>
    <w:rsid w:val="00763643"/>
    <w:rsid w:val="00764088"/>
    <w:rsid w:val="00764F8A"/>
    <w:rsid w:val="00765636"/>
    <w:rsid w:val="007660DB"/>
    <w:rsid w:val="00771505"/>
    <w:rsid w:val="007716B7"/>
    <w:rsid w:val="007728E6"/>
    <w:rsid w:val="00776ADD"/>
    <w:rsid w:val="007771C1"/>
    <w:rsid w:val="00780181"/>
    <w:rsid w:val="007841E3"/>
    <w:rsid w:val="00785DBA"/>
    <w:rsid w:val="00793B2F"/>
    <w:rsid w:val="007955A0"/>
    <w:rsid w:val="007966CD"/>
    <w:rsid w:val="00797BD8"/>
    <w:rsid w:val="007A087F"/>
    <w:rsid w:val="007A1B14"/>
    <w:rsid w:val="007A3CB8"/>
    <w:rsid w:val="007A40C2"/>
    <w:rsid w:val="007A5202"/>
    <w:rsid w:val="007A666A"/>
    <w:rsid w:val="007A67CD"/>
    <w:rsid w:val="007A730D"/>
    <w:rsid w:val="007B3F55"/>
    <w:rsid w:val="007B4A8F"/>
    <w:rsid w:val="007B55AF"/>
    <w:rsid w:val="007C11A9"/>
    <w:rsid w:val="007C3193"/>
    <w:rsid w:val="007C58C4"/>
    <w:rsid w:val="007C7492"/>
    <w:rsid w:val="007C7750"/>
    <w:rsid w:val="007D02D1"/>
    <w:rsid w:val="007D0A5D"/>
    <w:rsid w:val="007D1B5A"/>
    <w:rsid w:val="007E09B5"/>
    <w:rsid w:val="007E6216"/>
    <w:rsid w:val="007F4CFB"/>
    <w:rsid w:val="007F5112"/>
    <w:rsid w:val="007F5FB2"/>
    <w:rsid w:val="007F611F"/>
    <w:rsid w:val="007F7AF3"/>
    <w:rsid w:val="00803F5E"/>
    <w:rsid w:val="00806B4D"/>
    <w:rsid w:val="00812A58"/>
    <w:rsid w:val="00812C94"/>
    <w:rsid w:val="00814314"/>
    <w:rsid w:val="0081439B"/>
    <w:rsid w:val="0082027D"/>
    <w:rsid w:val="00821B11"/>
    <w:rsid w:val="00823E77"/>
    <w:rsid w:val="00825A36"/>
    <w:rsid w:val="00827643"/>
    <w:rsid w:val="00827B2F"/>
    <w:rsid w:val="00832B5B"/>
    <w:rsid w:val="00832BC3"/>
    <w:rsid w:val="00833B52"/>
    <w:rsid w:val="00834F5C"/>
    <w:rsid w:val="00836D45"/>
    <w:rsid w:val="00837A9F"/>
    <w:rsid w:val="00837AA5"/>
    <w:rsid w:val="008402CD"/>
    <w:rsid w:val="00844F10"/>
    <w:rsid w:val="00845E73"/>
    <w:rsid w:val="00852250"/>
    <w:rsid w:val="00855778"/>
    <w:rsid w:val="00856779"/>
    <w:rsid w:val="00865649"/>
    <w:rsid w:val="00867DE1"/>
    <w:rsid w:val="008724A3"/>
    <w:rsid w:val="008742A6"/>
    <w:rsid w:val="00875324"/>
    <w:rsid w:val="00875A80"/>
    <w:rsid w:val="008871E5"/>
    <w:rsid w:val="00887FD0"/>
    <w:rsid w:val="00891250"/>
    <w:rsid w:val="00892A81"/>
    <w:rsid w:val="00893534"/>
    <w:rsid w:val="0089495D"/>
    <w:rsid w:val="00896B1C"/>
    <w:rsid w:val="008A0512"/>
    <w:rsid w:val="008A075D"/>
    <w:rsid w:val="008A3847"/>
    <w:rsid w:val="008A389A"/>
    <w:rsid w:val="008A631B"/>
    <w:rsid w:val="008A6B56"/>
    <w:rsid w:val="008C0CB6"/>
    <w:rsid w:val="008C172D"/>
    <w:rsid w:val="008C327B"/>
    <w:rsid w:val="008C4A1D"/>
    <w:rsid w:val="008C64DB"/>
    <w:rsid w:val="008C7EB3"/>
    <w:rsid w:val="008D130F"/>
    <w:rsid w:val="008D1876"/>
    <w:rsid w:val="008D67AD"/>
    <w:rsid w:val="008D7B4C"/>
    <w:rsid w:val="008E4627"/>
    <w:rsid w:val="008E7EFA"/>
    <w:rsid w:val="008F0B4A"/>
    <w:rsid w:val="008F2AA1"/>
    <w:rsid w:val="008F615D"/>
    <w:rsid w:val="008F6CA2"/>
    <w:rsid w:val="00903336"/>
    <w:rsid w:val="0090374B"/>
    <w:rsid w:val="00904283"/>
    <w:rsid w:val="009111B8"/>
    <w:rsid w:val="00913ABD"/>
    <w:rsid w:val="00915100"/>
    <w:rsid w:val="0091682D"/>
    <w:rsid w:val="00922366"/>
    <w:rsid w:val="0092342F"/>
    <w:rsid w:val="00924F6D"/>
    <w:rsid w:val="00927B6E"/>
    <w:rsid w:val="0093358F"/>
    <w:rsid w:val="0093395D"/>
    <w:rsid w:val="0094047B"/>
    <w:rsid w:val="0094088D"/>
    <w:rsid w:val="009412B7"/>
    <w:rsid w:val="0094188A"/>
    <w:rsid w:val="009418E1"/>
    <w:rsid w:val="009419CF"/>
    <w:rsid w:val="0094210A"/>
    <w:rsid w:val="00950722"/>
    <w:rsid w:val="009511E6"/>
    <w:rsid w:val="0095154B"/>
    <w:rsid w:val="009521E6"/>
    <w:rsid w:val="00953DEE"/>
    <w:rsid w:val="00955433"/>
    <w:rsid w:val="00956A67"/>
    <w:rsid w:val="0095765F"/>
    <w:rsid w:val="00960559"/>
    <w:rsid w:val="00964DDF"/>
    <w:rsid w:val="0097204F"/>
    <w:rsid w:val="00972B82"/>
    <w:rsid w:val="00976358"/>
    <w:rsid w:val="00976557"/>
    <w:rsid w:val="009800C7"/>
    <w:rsid w:val="00980F88"/>
    <w:rsid w:val="00982FC2"/>
    <w:rsid w:val="009834A2"/>
    <w:rsid w:val="00983C02"/>
    <w:rsid w:val="009844DD"/>
    <w:rsid w:val="00995C74"/>
    <w:rsid w:val="009960C6"/>
    <w:rsid w:val="009A0E50"/>
    <w:rsid w:val="009A16B4"/>
    <w:rsid w:val="009A223E"/>
    <w:rsid w:val="009A74CD"/>
    <w:rsid w:val="009B0770"/>
    <w:rsid w:val="009B2283"/>
    <w:rsid w:val="009B482B"/>
    <w:rsid w:val="009B5334"/>
    <w:rsid w:val="009B7CCF"/>
    <w:rsid w:val="009C07E6"/>
    <w:rsid w:val="009C118D"/>
    <w:rsid w:val="009C13E2"/>
    <w:rsid w:val="009D0C3C"/>
    <w:rsid w:val="009D1183"/>
    <w:rsid w:val="009D421B"/>
    <w:rsid w:val="009D452B"/>
    <w:rsid w:val="009E1481"/>
    <w:rsid w:val="009E4AED"/>
    <w:rsid w:val="009F22B1"/>
    <w:rsid w:val="009F316C"/>
    <w:rsid w:val="009F4581"/>
    <w:rsid w:val="009F5310"/>
    <w:rsid w:val="009F6749"/>
    <w:rsid w:val="00A0065B"/>
    <w:rsid w:val="00A012A4"/>
    <w:rsid w:val="00A04CFD"/>
    <w:rsid w:val="00A05232"/>
    <w:rsid w:val="00A05B22"/>
    <w:rsid w:val="00A13EE8"/>
    <w:rsid w:val="00A1425E"/>
    <w:rsid w:val="00A17561"/>
    <w:rsid w:val="00A25133"/>
    <w:rsid w:val="00A26C3E"/>
    <w:rsid w:val="00A27203"/>
    <w:rsid w:val="00A27653"/>
    <w:rsid w:val="00A27C43"/>
    <w:rsid w:val="00A30788"/>
    <w:rsid w:val="00A31DFD"/>
    <w:rsid w:val="00A31FA7"/>
    <w:rsid w:val="00A325CF"/>
    <w:rsid w:val="00A34EFC"/>
    <w:rsid w:val="00A358DA"/>
    <w:rsid w:val="00A36591"/>
    <w:rsid w:val="00A36A69"/>
    <w:rsid w:val="00A36B96"/>
    <w:rsid w:val="00A41AA6"/>
    <w:rsid w:val="00A41BFD"/>
    <w:rsid w:val="00A452D9"/>
    <w:rsid w:val="00A4635C"/>
    <w:rsid w:val="00A50302"/>
    <w:rsid w:val="00A555AD"/>
    <w:rsid w:val="00A60AC7"/>
    <w:rsid w:val="00A62585"/>
    <w:rsid w:val="00A630DF"/>
    <w:rsid w:val="00A63537"/>
    <w:rsid w:val="00A7223D"/>
    <w:rsid w:val="00A72D23"/>
    <w:rsid w:val="00A73882"/>
    <w:rsid w:val="00A74165"/>
    <w:rsid w:val="00A80F99"/>
    <w:rsid w:val="00A832C9"/>
    <w:rsid w:val="00A837F0"/>
    <w:rsid w:val="00A83D0C"/>
    <w:rsid w:val="00A84530"/>
    <w:rsid w:val="00A9001E"/>
    <w:rsid w:val="00A94AC2"/>
    <w:rsid w:val="00A94BE0"/>
    <w:rsid w:val="00A960F4"/>
    <w:rsid w:val="00AA27A3"/>
    <w:rsid w:val="00AA3284"/>
    <w:rsid w:val="00AA4046"/>
    <w:rsid w:val="00AA4107"/>
    <w:rsid w:val="00AA45FD"/>
    <w:rsid w:val="00AA5D0B"/>
    <w:rsid w:val="00AA63A3"/>
    <w:rsid w:val="00AB0FA5"/>
    <w:rsid w:val="00AB14F4"/>
    <w:rsid w:val="00AB2D3A"/>
    <w:rsid w:val="00AB43A0"/>
    <w:rsid w:val="00AB4422"/>
    <w:rsid w:val="00AB5A81"/>
    <w:rsid w:val="00AB683A"/>
    <w:rsid w:val="00AC1321"/>
    <w:rsid w:val="00AC1F6C"/>
    <w:rsid w:val="00AC4E1F"/>
    <w:rsid w:val="00AC6EDA"/>
    <w:rsid w:val="00AC7CE3"/>
    <w:rsid w:val="00AD13E1"/>
    <w:rsid w:val="00AD1F05"/>
    <w:rsid w:val="00AD2E13"/>
    <w:rsid w:val="00AD3C17"/>
    <w:rsid w:val="00AD53DB"/>
    <w:rsid w:val="00AD58B1"/>
    <w:rsid w:val="00AD630B"/>
    <w:rsid w:val="00AD71CE"/>
    <w:rsid w:val="00AD7A1A"/>
    <w:rsid w:val="00AE335E"/>
    <w:rsid w:val="00AE49B7"/>
    <w:rsid w:val="00AE4EF1"/>
    <w:rsid w:val="00AF18C8"/>
    <w:rsid w:val="00AF2298"/>
    <w:rsid w:val="00AF46F7"/>
    <w:rsid w:val="00B0105B"/>
    <w:rsid w:val="00B03E7C"/>
    <w:rsid w:val="00B12585"/>
    <w:rsid w:val="00B12AD2"/>
    <w:rsid w:val="00B12C25"/>
    <w:rsid w:val="00B13317"/>
    <w:rsid w:val="00B14C52"/>
    <w:rsid w:val="00B15539"/>
    <w:rsid w:val="00B175D1"/>
    <w:rsid w:val="00B215B9"/>
    <w:rsid w:val="00B23439"/>
    <w:rsid w:val="00B2376A"/>
    <w:rsid w:val="00B24F64"/>
    <w:rsid w:val="00B254B5"/>
    <w:rsid w:val="00B301CA"/>
    <w:rsid w:val="00B30E94"/>
    <w:rsid w:val="00B3273D"/>
    <w:rsid w:val="00B435B9"/>
    <w:rsid w:val="00B46026"/>
    <w:rsid w:val="00B46EB7"/>
    <w:rsid w:val="00B54193"/>
    <w:rsid w:val="00B5515C"/>
    <w:rsid w:val="00B559D8"/>
    <w:rsid w:val="00B55CFF"/>
    <w:rsid w:val="00B55E78"/>
    <w:rsid w:val="00B57354"/>
    <w:rsid w:val="00B5794B"/>
    <w:rsid w:val="00B62131"/>
    <w:rsid w:val="00B62708"/>
    <w:rsid w:val="00B62764"/>
    <w:rsid w:val="00B63920"/>
    <w:rsid w:val="00B63DA4"/>
    <w:rsid w:val="00B63E5B"/>
    <w:rsid w:val="00B64189"/>
    <w:rsid w:val="00B66D24"/>
    <w:rsid w:val="00B71DE9"/>
    <w:rsid w:val="00B74DAF"/>
    <w:rsid w:val="00B75D02"/>
    <w:rsid w:val="00B7619A"/>
    <w:rsid w:val="00B771B1"/>
    <w:rsid w:val="00B77DD6"/>
    <w:rsid w:val="00B85808"/>
    <w:rsid w:val="00B8645E"/>
    <w:rsid w:val="00B86950"/>
    <w:rsid w:val="00B900BE"/>
    <w:rsid w:val="00B907B9"/>
    <w:rsid w:val="00B92A7C"/>
    <w:rsid w:val="00B93017"/>
    <w:rsid w:val="00B9344A"/>
    <w:rsid w:val="00B94311"/>
    <w:rsid w:val="00B95481"/>
    <w:rsid w:val="00B96315"/>
    <w:rsid w:val="00B97908"/>
    <w:rsid w:val="00BA0521"/>
    <w:rsid w:val="00BB2D43"/>
    <w:rsid w:val="00BB3D16"/>
    <w:rsid w:val="00BB4285"/>
    <w:rsid w:val="00BB4B54"/>
    <w:rsid w:val="00BB544B"/>
    <w:rsid w:val="00BB7E50"/>
    <w:rsid w:val="00BC4B85"/>
    <w:rsid w:val="00BC4DEB"/>
    <w:rsid w:val="00BC5409"/>
    <w:rsid w:val="00BC5D65"/>
    <w:rsid w:val="00BC6ED0"/>
    <w:rsid w:val="00BD0B63"/>
    <w:rsid w:val="00BD144D"/>
    <w:rsid w:val="00BD60B6"/>
    <w:rsid w:val="00BE6989"/>
    <w:rsid w:val="00BE7AEF"/>
    <w:rsid w:val="00BE7B3E"/>
    <w:rsid w:val="00BF2E89"/>
    <w:rsid w:val="00BF49DC"/>
    <w:rsid w:val="00BF4CB1"/>
    <w:rsid w:val="00BF7F4E"/>
    <w:rsid w:val="00C060ED"/>
    <w:rsid w:val="00C11C1F"/>
    <w:rsid w:val="00C1368C"/>
    <w:rsid w:val="00C13A0E"/>
    <w:rsid w:val="00C14190"/>
    <w:rsid w:val="00C2367E"/>
    <w:rsid w:val="00C23B1D"/>
    <w:rsid w:val="00C250C0"/>
    <w:rsid w:val="00C26B76"/>
    <w:rsid w:val="00C26CC0"/>
    <w:rsid w:val="00C3171C"/>
    <w:rsid w:val="00C36BA8"/>
    <w:rsid w:val="00C42C46"/>
    <w:rsid w:val="00C4495A"/>
    <w:rsid w:val="00C45642"/>
    <w:rsid w:val="00C579B6"/>
    <w:rsid w:val="00C60C7A"/>
    <w:rsid w:val="00C66584"/>
    <w:rsid w:val="00C67083"/>
    <w:rsid w:val="00C73D9B"/>
    <w:rsid w:val="00C750D6"/>
    <w:rsid w:val="00C76410"/>
    <w:rsid w:val="00C76889"/>
    <w:rsid w:val="00C81397"/>
    <w:rsid w:val="00C82CDD"/>
    <w:rsid w:val="00C82D47"/>
    <w:rsid w:val="00C85940"/>
    <w:rsid w:val="00C86D36"/>
    <w:rsid w:val="00C91309"/>
    <w:rsid w:val="00CA41EE"/>
    <w:rsid w:val="00CA4E75"/>
    <w:rsid w:val="00CA66DD"/>
    <w:rsid w:val="00CB5BED"/>
    <w:rsid w:val="00CB5CE9"/>
    <w:rsid w:val="00CB5D5E"/>
    <w:rsid w:val="00CB656B"/>
    <w:rsid w:val="00CB67C6"/>
    <w:rsid w:val="00CC091C"/>
    <w:rsid w:val="00CC3E79"/>
    <w:rsid w:val="00CD16B0"/>
    <w:rsid w:val="00CD28B3"/>
    <w:rsid w:val="00CD7761"/>
    <w:rsid w:val="00CD7D76"/>
    <w:rsid w:val="00CE1C8C"/>
    <w:rsid w:val="00CE2037"/>
    <w:rsid w:val="00CE2976"/>
    <w:rsid w:val="00CE50D1"/>
    <w:rsid w:val="00CE640D"/>
    <w:rsid w:val="00CE686F"/>
    <w:rsid w:val="00CE7516"/>
    <w:rsid w:val="00CF360D"/>
    <w:rsid w:val="00CF36F0"/>
    <w:rsid w:val="00CF3CCF"/>
    <w:rsid w:val="00CF5616"/>
    <w:rsid w:val="00CF7218"/>
    <w:rsid w:val="00D001A8"/>
    <w:rsid w:val="00D00FF0"/>
    <w:rsid w:val="00D015A7"/>
    <w:rsid w:val="00D025C1"/>
    <w:rsid w:val="00D05A5C"/>
    <w:rsid w:val="00D05A86"/>
    <w:rsid w:val="00D05E79"/>
    <w:rsid w:val="00D077E0"/>
    <w:rsid w:val="00D07B02"/>
    <w:rsid w:val="00D125F1"/>
    <w:rsid w:val="00D143C7"/>
    <w:rsid w:val="00D15395"/>
    <w:rsid w:val="00D16CE7"/>
    <w:rsid w:val="00D173E3"/>
    <w:rsid w:val="00D17953"/>
    <w:rsid w:val="00D2029D"/>
    <w:rsid w:val="00D20D09"/>
    <w:rsid w:val="00D22B7E"/>
    <w:rsid w:val="00D31989"/>
    <w:rsid w:val="00D34E73"/>
    <w:rsid w:val="00D3543C"/>
    <w:rsid w:val="00D41EBF"/>
    <w:rsid w:val="00D44855"/>
    <w:rsid w:val="00D559AA"/>
    <w:rsid w:val="00D60B14"/>
    <w:rsid w:val="00D6664E"/>
    <w:rsid w:val="00D666A4"/>
    <w:rsid w:val="00D67D99"/>
    <w:rsid w:val="00D7165F"/>
    <w:rsid w:val="00D743C0"/>
    <w:rsid w:val="00D75F4D"/>
    <w:rsid w:val="00D7693E"/>
    <w:rsid w:val="00D76FE4"/>
    <w:rsid w:val="00D77268"/>
    <w:rsid w:val="00D77A82"/>
    <w:rsid w:val="00D82EE3"/>
    <w:rsid w:val="00D836B9"/>
    <w:rsid w:val="00D862CE"/>
    <w:rsid w:val="00D94898"/>
    <w:rsid w:val="00D96157"/>
    <w:rsid w:val="00D97E53"/>
    <w:rsid w:val="00DA0D4E"/>
    <w:rsid w:val="00DA2987"/>
    <w:rsid w:val="00DA3914"/>
    <w:rsid w:val="00DA41CF"/>
    <w:rsid w:val="00DA589A"/>
    <w:rsid w:val="00DA59B6"/>
    <w:rsid w:val="00DA68FB"/>
    <w:rsid w:val="00DB0336"/>
    <w:rsid w:val="00DB5F04"/>
    <w:rsid w:val="00DB709B"/>
    <w:rsid w:val="00DC138F"/>
    <w:rsid w:val="00DC1671"/>
    <w:rsid w:val="00DC1A07"/>
    <w:rsid w:val="00DC24FE"/>
    <w:rsid w:val="00DC3A02"/>
    <w:rsid w:val="00DC47AC"/>
    <w:rsid w:val="00DC48B2"/>
    <w:rsid w:val="00DC4E10"/>
    <w:rsid w:val="00DC6896"/>
    <w:rsid w:val="00DC6969"/>
    <w:rsid w:val="00DD0957"/>
    <w:rsid w:val="00DD62CF"/>
    <w:rsid w:val="00DE14AB"/>
    <w:rsid w:val="00DE270A"/>
    <w:rsid w:val="00DF2366"/>
    <w:rsid w:val="00DF3A0E"/>
    <w:rsid w:val="00DF42E3"/>
    <w:rsid w:val="00DF4696"/>
    <w:rsid w:val="00DF5B51"/>
    <w:rsid w:val="00E00B9F"/>
    <w:rsid w:val="00E036F2"/>
    <w:rsid w:val="00E038D9"/>
    <w:rsid w:val="00E04906"/>
    <w:rsid w:val="00E0507D"/>
    <w:rsid w:val="00E06496"/>
    <w:rsid w:val="00E11679"/>
    <w:rsid w:val="00E15350"/>
    <w:rsid w:val="00E17684"/>
    <w:rsid w:val="00E21318"/>
    <w:rsid w:val="00E21EE4"/>
    <w:rsid w:val="00E26767"/>
    <w:rsid w:val="00E268A2"/>
    <w:rsid w:val="00E2731E"/>
    <w:rsid w:val="00E27DD6"/>
    <w:rsid w:val="00E32BD2"/>
    <w:rsid w:val="00E3322B"/>
    <w:rsid w:val="00E40BE2"/>
    <w:rsid w:val="00E44680"/>
    <w:rsid w:val="00E44852"/>
    <w:rsid w:val="00E460E9"/>
    <w:rsid w:val="00E46533"/>
    <w:rsid w:val="00E54C98"/>
    <w:rsid w:val="00E5650D"/>
    <w:rsid w:val="00E60EBA"/>
    <w:rsid w:val="00E61FFE"/>
    <w:rsid w:val="00E654A0"/>
    <w:rsid w:val="00E65F5D"/>
    <w:rsid w:val="00E66E79"/>
    <w:rsid w:val="00E706FB"/>
    <w:rsid w:val="00E7286D"/>
    <w:rsid w:val="00E75A3A"/>
    <w:rsid w:val="00E86794"/>
    <w:rsid w:val="00E9348F"/>
    <w:rsid w:val="00E937A2"/>
    <w:rsid w:val="00E93D48"/>
    <w:rsid w:val="00E94EF1"/>
    <w:rsid w:val="00EA026F"/>
    <w:rsid w:val="00EA0520"/>
    <w:rsid w:val="00EA09A3"/>
    <w:rsid w:val="00EA0CBB"/>
    <w:rsid w:val="00EA3813"/>
    <w:rsid w:val="00EA3AA1"/>
    <w:rsid w:val="00EA54B3"/>
    <w:rsid w:val="00EA55B0"/>
    <w:rsid w:val="00EA6504"/>
    <w:rsid w:val="00EA73A9"/>
    <w:rsid w:val="00EB27AA"/>
    <w:rsid w:val="00EB35ED"/>
    <w:rsid w:val="00EB35FB"/>
    <w:rsid w:val="00EB47DC"/>
    <w:rsid w:val="00EB4A0C"/>
    <w:rsid w:val="00EB76DA"/>
    <w:rsid w:val="00EC1BBE"/>
    <w:rsid w:val="00EC34B8"/>
    <w:rsid w:val="00ED0C70"/>
    <w:rsid w:val="00ED1792"/>
    <w:rsid w:val="00ED2423"/>
    <w:rsid w:val="00ED5E97"/>
    <w:rsid w:val="00ED6805"/>
    <w:rsid w:val="00ED77F1"/>
    <w:rsid w:val="00ED7D09"/>
    <w:rsid w:val="00EE103D"/>
    <w:rsid w:val="00EE1305"/>
    <w:rsid w:val="00EE452F"/>
    <w:rsid w:val="00EF0C96"/>
    <w:rsid w:val="00EF0E4A"/>
    <w:rsid w:val="00EF171E"/>
    <w:rsid w:val="00F002C2"/>
    <w:rsid w:val="00F0075E"/>
    <w:rsid w:val="00F07408"/>
    <w:rsid w:val="00F15493"/>
    <w:rsid w:val="00F179B4"/>
    <w:rsid w:val="00F23CF4"/>
    <w:rsid w:val="00F24147"/>
    <w:rsid w:val="00F308A5"/>
    <w:rsid w:val="00F31653"/>
    <w:rsid w:val="00F31BBB"/>
    <w:rsid w:val="00F32F2F"/>
    <w:rsid w:val="00F335E6"/>
    <w:rsid w:val="00F33874"/>
    <w:rsid w:val="00F33BA8"/>
    <w:rsid w:val="00F33F65"/>
    <w:rsid w:val="00F369BE"/>
    <w:rsid w:val="00F376A1"/>
    <w:rsid w:val="00F46482"/>
    <w:rsid w:val="00F47F17"/>
    <w:rsid w:val="00F50A5E"/>
    <w:rsid w:val="00F57523"/>
    <w:rsid w:val="00F5755E"/>
    <w:rsid w:val="00F61EC0"/>
    <w:rsid w:val="00F71D32"/>
    <w:rsid w:val="00F81422"/>
    <w:rsid w:val="00F8147B"/>
    <w:rsid w:val="00F821CD"/>
    <w:rsid w:val="00F844A7"/>
    <w:rsid w:val="00F853FB"/>
    <w:rsid w:val="00F925DC"/>
    <w:rsid w:val="00F928FC"/>
    <w:rsid w:val="00F934FC"/>
    <w:rsid w:val="00F96BB6"/>
    <w:rsid w:val="00F975CD"/>
    <w:rsid w:val="00FA07D8"/>
    <w:rsid w:val="00FA1F12"/>
    <w:rsid w:val="00FA5E3C"/>
    <w:rsid w:val="00FA6D3E"/>
    <w:rsid w:val="00FA72B0"/>
    <w:rsid w:val="00FB0E34"/>
    <w:rsid w:val="00FC12E7"/>
    <w:rsid w:val="00FC2A53"/>
    <w:rsid w:val="00FC75F9"/>
    <w:rsid w:val="00FD03EF"/>
    <w:rsid w:val="00FD10BA"/>
    <w:rsid w:val="00FD3C41"/>
    <w:rsid w:val="00FD595C"/>
    <w:rsid w:val="00FD5CAC"/>
    <w:rsid w:val="00FE0BA8"/>
    <w:rsid w:val="00FE1D5E"/>
    <w:rsid w:val="00FE520E"/>
    <w:rsid w:val="00FE5260"/>
    <w:rsid w:val="00FE5DD2"/>
    <w:rsid w:val="00FE7A03"/>
    <w:rsid w:val="00FF1813"/>
    <w:rsid w:val="00FF18F5"/>
    <w:rsid w:val="00FF7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Обычный текст документа"/>
    <w:qFormat/>
    <w:rsid w:val="00E65F5D"/>
    <w:pPr>
      <w:ind w:firstLine="567"/>
      <w:jc w:val="both"/>
    </w:pPr>
    <w:rPr>
      <w:rFonts w:ascii="Arial" w:hAnsi="Arial"/>
      <w:sz w:val="24"/>
      <w:szCs w:val="24"/>
    </w:rPr>
  </w:style>
  <w:style w:type="paragraph" w:styleId="10">
    <w:name w:val="heading 1"/>
    <w:aliases w:val="Раздел Договора,H1,&quot;Алмаз&quot;,!Части документа"/>
    <w:basedOn w:val="a0"/>
    <w:next w:val="a0"/>
    <w:qFormat/>
    <w:rsid w:val="00E65F5D"/>
    <w:pPr>
      <w:jc w:val="center"/>
      <w:outlineLvl w:val="0"/>
    </w:pPr>
    <w:rPr>
      <w:rFonts w:cs="Arial"/>
      <w:b/>
      <w:bCs/>
      <w:kern w:val="32"/>
      <w:sz w:val="32"/>
      <w:szCs w:val="32"/>
    </w:rPr>
  </w:style>
  <w:style w:type="paragraph" w:styleId="20">
    <w:name w:val="heading 2"/>
    <w:aliases w:val="H2,&quot;Изумруд&quot;,!Разделы документа"/>
    <w:basedOn w:val="a0"/>
    <w:qFormat/>
    <w:rsid w:val="00E65F5D"/>
    <w:pPr>
      <w:jc w:val="center"/>
      <w:outlineLvl w:val="1"/>
    </w:pPr>
    <w:rPr>
      <w:rFonts w:cs="Arial"/>
      <w:b/>
      <w:bCs/>
      <w:iCs/>
      <w:sz w:val="30"/>
      <w:szCs w:val="28"/>
    </w:rPr>
  </w:style>
  <w:style w:type="paragraph" w:styleId="30">
    <w:name w:val="heading 3"/>
    <w:aliases w:val="H3,&quot;Сапфир&quot;,!Главы документа"/>
    <w:basedOn w:val="a0"/>
    <w:qFormat/>
    <w:rsid w:val="00E65F5D"/>
    <w:pPr>
      <w:outlineLvl w:val="2"/>
    </w:pPr>
    <w:rPr>
      <w:rFonts w:cs="Arial"/>
      <w:b/>
      <w:bCs/>
      <w:sz w:val="28"/>
      <w:szCs w:val="26"/>
    </w:rPr>
  </w:style>
  <w:style w:type="paragraph" w:styleId="4">
    <w:name w:val="heading 4"/>
    <w:aliases w:val="!Параграфы/Статьи документа"/>
    <w:basedOn w:val="a0"/>
    <w:qFormat/>
    <w:rsid w:val="00E65F5D"/>
    <w:pPr>
      <w:outlineLvl w:val="3"/>
    </w:pPr>
    <w:rPr>
      <w:b/>
      <w:bCs/>
      <w:sz w:val="26"/>
      <w:szCs w:val="28"/>
    </w:rPr>
  </w:style>
  <w:style w:type="paragraph" w:styleId="5">
    <w:name w:val="heading 5"/>
    <w:basedOn w:val="a0"/>
    <w:next w:val="a0"/>
    <w:qFormat/>
    <w:rsid w:val="003F08DB"/>
    <w:pPr>
      <w:keepNext/>
      <w:suppressAutoHyphens/>
      <w:spacing w:before="240" w:after="60"/>
      <w:outlineLvl w:val="4"/>
    </w:pPr>
    <w:rPr>
      <w:rFonts w:ascii="Arial Narrow" w:hAnsi="Arial Narrow"/>
      <w:sz w:val="28"/>
      <w:szCs w:val="20"/>
    </w:rPr>
  </w:style>
  <w:style w:type="paragraph" w:styleId="6">
    <w:name w:val="heading 6"/>
    <w:aliases w:val="H6"/>
    <w:basedOn w:val="a0"/>
    <w:next w:val="a0"/>
    <w:qFormat/>
    <w:rsid w:val="003F08DB"/>
    <w:pPr>
      <w:spacing w:before="240" w:after="60"/>
      <w:outlineLvl w:val="5"/>
    </w:pPr>
    <w:rPr>
      <w:b/>
      <w:bCs/>
      <w:sz w:val="22"/>
      <w:szCs w:val="22"/>
    </w:rPr>
  </w:style>
  <w:style w:type="paragraph" w:styleId="7">
    <w:name w:val="heading 7"/>
    <w:basedOn w:val="a0"/>
    <w:next w:val="a0"/>
    <w:qFormat/>
    <w:rsid w:val="003F08DB"/>
    <w:pPr>
      <w:spacing w:before="240" w:after="60"/>
      <w:outlineLvl w:val="6"/>
    </w:pPr>
  </w:style>
  <w:style w:type="paragraph" w:styleId="8">
    <w:name w:val="heading 8"/>
    <w:basedOn w:val="a0"/>
    <w:next w:val="a0"/>
    <w:qFormat/>
    <w:rsid w:val="003F08DB"/>
    <w:pPr>
      <w:tabs>
        <w:tab w:val="num" w:pos="0"/>
      </w:tabs>
      <w:spacing w:before="240" w:after="60"/>
      <w:ind w:left="5760" w:hanging="720"/>
      <w:outlineLvl w:val="7"/>
    </w:pPr>
    <w:rPr>
      <w:rFonts w:ascii="PetersburgCTT" w:hAnsi="PetersburgCTT"/>
      <w:i/>
      <w:sz w:val="22"/>
      <w:szCs w:val="20"/>
    </w:rPr>
  </w:style>
  <w:style w:type="paragraph" w:styleId="9">
    <w:name w:val="heading 9"/>
    <w:basedOn w:val="a0"/>
    <w:next w:val="a0"/>
    <w:qFormat/>
    <w:rsid w:val="003F08DB"/>
    <w:pPr>
      <w:tabs>
        <w:tab w:val="num" w:pos="0"/>
      </w:tabs>
      <w:spacing w:before="240" w:after="60"/>
      <w:ind w:left="6480" w:hanging="720"/>
      <w:outlineLvl w:val="8"/>
    </w:pPr>
    <w:rPr>
      <w:rFonts w:ascii="PetersburgCTT" w:hAnsi="PetersburgCTT"/>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nformat">
    <w:name w:val="ConsNonformat"/>
    <w:rsid w:val="003F08DB"/>
    <w:pPr>
      <w:widowControl w:val="0"/>
      <w:autoSpaceDE w:val="0"/>
      <w:autoSpaceDN w:val="0"/>
      <w:adjustRightInd w:val="0"/>
      <w:ind w:right="19772"/>
    </w:pPr>
    <w:rPr>
      <w:rFonts w:ascii="Courier New" w:hAnsi="Courier New" w:cs="Courier New"/>
      <w:lang w:eastAsia="en-US"/>
    </w:rPr>
  </w:style>
  <w:style w:type="paragraph" w:customStyle="1" w:styleId="ConsTitle">
    <w:name w:val="ConsTitle"/>
    <w:rsid w:val="003F08DB"/>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3F08DB"/>
    <w:pPr>
      <w:widowControl w:val="0"/>
      <w:autoSpaceDE w:val="0"/>
      <w:autoSpaceDN w:val="0"/>
      <w:adjustRightInd w:val="0"/>
      <w:ind w:right="19772" w:firstLine="720"/>
    </w:pPr>
    <w:rPr>
      <w:rFonts w:ascii="Arial" w:hAnsi="Arial" w:cs="Arial"/>
      <w:lang w:eastAsia="en-US"/>
    </w:rPr>
  </w:style>
  <w:style w:type="character" w:styleId="a4">
    <w:name w:val="annotation reference"/>
    <w:semiHidden/>
    <w:rsid w:val="003F08DB"/>
    <w:rPr>
      <w:sz w:val="16"/>
      <w:szCs w:val="16"/>
    </w:rPr>
  </w:style>
  <w:style w:type="paragraph" w:styleId="a5">
    <w:name w:val="annotation text"/>
    <w:aliases w:val="!Равноширинный текст документа"/>
    <w:basedOn w:val="a0"/>
    <w:semiHidden/>
    <w:rsid w:val="00E65F5D"/>
    <w:rPr>
      <w:rFonts w:ascii="Courier" w:hAnsi="Courier"/>
      <w:sz w:val="22"/>
      <w:szCs w:val="20"/>
    </w:rPr>
  </w:style>
  <w:style w:type="paragraph" w:styleId="a6">
    <w:name w:val="Body Text Indent"/>
    <w:aliases w:val="Основной текст с отступом Знак"/>
    <w:basedOn w:val="a0"/>
    <w:rsid w:val="003F08DB"/>
    <w:pPr>
      <w:ind w:firstLine="708"/>
    </w:pPr>
    <w:rPr>
      <w:color w:val="333399"/>
      <w:sz w:val="20"/>
    </w:rPr>
  </w:style>
  <w:style w:type="paragraph" w:styleId="HTML">
    <w:name w:val="HTML Preformatted"/>
    <w:basedOn w:val="a0"/>
    <w:rsid w:val="003F0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paragraph" w:styleId="21">
    <w:name w:val="Body Text Indent 2"/>
    <w:basedOn w:val="a0"/>
    <w:rsid w:val="003F08DB"/>
    <w:pPr>
      <w:ind w:firstLine="540"/>
    </w:pPr>
  </w:style>
  <w:style w:type="paragraph" w:styleId="31">
    <w:name w:val="Body Text Indent 3"/>
    <w:basedOn w:val="a0"/>
    <w:rsid w:val="003F08DB"/>
    <w:pPr>
      <w:ind w:firstLine="540"/>
    </w:pPr>
    <w:rPr>
      <w:b/>
      <w:bCs/>
    </w:rPr>
  </w:style>
  <w:style w:type="paragraph" w:customStyle="1" w:styleId="a7">
    <w:name w:val="Обычный текст"/>
    <w:basedOn w:val="a0"/>
    <w:rsid w:val="003F08DB"/>
    <w:rPr>
      <w:sz w:val="28"/>
    </w:rPr>
  </w:style>
  <w:style w:type="paragraph" w:styleId="a8">
    <w:name w:val="footnote text"/>
    <w:basedOn w:val="a0"/>
    <w:semiHidden/>
    <w:rsid w:val="003F08DB"/>
    <w:rPr>
      <w:sz w:val="20"/>
      <w:szCs w:val="20"/>
    </w:rPr>
  </w:style>
  <w:style w:type="character" w:styleId="a9">
    <w:name w:val="footnote reference"/>
    <w:semiHidden/>
    <w:rsid w:val="003F08DB"/>
    <w:rPr>
      <w:vertAlign w:val="superscript"/>
    </w:rPr>
  </w:style>
  <w:style w:type="paragraph" w:styleId="aa">
    <w:name w:val="footer"/>
    <w:basedOn w:val="a0"/>
    <w:rsid w:val="003F08DB"/>
    <w:pPr>
      <w:tabs>
        <w:tab w:val="center" w:pos="4677"/>
        <w:tab w:val="right" w:pos="9355"/>
      </w:tabs>
    </w:pPr>
  </w:style>
  <w:style w:type="character" w:styleId="ab">
    <w:name w:val="page number"/>
    <w:basedOn w:val="a1"/>
    <w:rsid w:val="003F08DB"/>
  </w:style>
  <w:style w:type="paragraph" w:styleId="11">
    <w:name w:val="toc 1"/>
    <w:basedOn w:val="a0"/>
    <w:next w:val="a0"/>
    <w:autoRedefine/>
    <w:semiHidden/>
    <w:rsid w:val="003F08DB"/>
    <w:pPr>
      <w:tabs>
        <w:tab w:val="right" w:leader="dot" w:pos="9344"/>
      </w:tabs>
      <w:spacing w:before="360" w:after="360"/>
      <w:jc w:val="center"/>
    </w:pPr>
    <w:rPr>
      <w:b/>
      <w:caps/>
      <w:sz w:val="40"/>
    </w:rPr>
  </w:style>
  <w:style w:type="paragraph" w:styleId="22">
    <w:name w:val="toc 2"/>
    <w:basedOn w:val="a0"/>
    <w:next w:val="a0"/>
    <w:autoRedefine/>
    <w:semiHidden/>
    <w:rsid w:val="003F08DB"/>
    <w:rPr>
      <w:b/>
      <w:smallCaps/>
      <w:sz w:val="22"/>
    </w:rPr>
  </w:style>
  <w:style w:type="paragraph" w:styleId="32">
    <w:name w:val="toc 3"/>
    <w:basedOn w:val="a0"/>
    <w:next w:val="a0"/>
    <w:autoRedefine/>
    <w:semiHidden/>
    <w:rsid w:val="003F08DB"/>
    <w:rPr>
      <w:smallCaps/>
      <w:sz w:val="22"/>
    </w:rPr>
  </w:style>
  <w:style w:type="paragraph" w:styleId="40">
    <w:name w:val="toc 4"/>
    <w:basedOn w:val="a0"/>
    <w:next w:val="a0"/>
    <w:autoRedefine/>
    <w:semiHidden/>
    <w:rsid w:val="003F08DB"/>
    <w:rPr>
      <w:sz w:val="22"/>
    </w:rPr>
  </w:style>
  <w:style w:type="paragraph" w:styleId="50">
    <w:name w:val="toc 5"/>
    <w:basedOn w:val="a0"/>
    <w:next w:val="a0"/>
    <w:autoRedefine/>
    <w:semiHidden/>
    <w:rsid w:val="003F08DB"/>
    <w:rPr>
      <w:sz w:val="22"/>
    </w:rPr>
  </w:style>
  <w:style w:type="paragraph" w:styleId="60">
    <w:name w:val="toc 6"/>
    <w:basedOn w:val="a0"/>
    <w:next w:val="a0"/>
    <w:autoRedefine/>
    <w:semiHidden/>
    <w:rsid w:val="003F08DB"/>
    <w:rPr>
      <w:sz w:val="22"/>
    </w:rPr>
  </w:style>
  <w:style w:type="paragraph" w:styleId="70">
    <w:name w:val="toc 7"/>
    <w:basedOn w:val="a0"/>
    <w:next w:val="a0"/>
    <w:autoRedefine/>
    <w:semiHidden/>
    <w:rsid w:val="003F08DB"/>
    <w:rPr>
      <w:sz w:val="22"/>
    </w:rPr>
  </w:style>
  <w:style w:type="paragraph" w:styleId="80">
    <w:name w:val="toc 8"/>
    <w:basedOn w:val="a0"/>
    <w:next w:val="a0"/>
    <w:autoRedefine/>
    <w:semiHidden/>
    <w:rsid w:val="003F08DB"/>
    <w:rPr>
      <w:sz w:val="22"/>
    </w:rPr>
  </w:style>
  <w:style w:type="paragraph" w:styleId="90">
    <w:name w:val="toc 9"/>
    <w:basedOn w:val="a0"/>
    <w:next w:val="a0"/>
    <w:autoRedefine/>
    <w:semiHidden/>
    <w:rsid w:val="003F08DB"/>
    <w:rPr>
      <w:sz w:val="22"/>
    </w:rPr>
  </w:style>
  <w:style w:type="paragraph" w:styleId="ac">
    <w:name w:val="Balloon Text"/>
    <w:basedOn w:val="a0"/>
    <w:semiHidden/>
    <w:rsid w:val="003F08DB"/>
    <w:rPr>
      <w:rFonts w:ascii="Tahoma" w:hAnsi="Tahoma"/>
      <w:sz w:val="16"/>
    </w:rPr>
  </w:style>
  <w:style w:type="character" w:customStyle="1" w:styleId="hl41">
    <w:name w:val="hl41"/>
    <w:rsid w:val="003F08DB"/>
    <w:rPr>
      <w:b/>
      <w:bCs/>
      <w:sz w:val="20"/>
      <w:szCs w:val="20"/>
    </w:rPr>
  </w:style>
  <w:style w:type="paragraph" w:styleId="ad">
    <w:name w:val="Normal (Web)"/>
    <w:basedOn w:val="a0"/>
    <w:rsid w:val="003F08DB"/>
    <w:pPr>
      <w:spacing w:before="100" w:after="100"/>
    </w:pPr>
    <w:rPr>
      <w:rFonts w:ascii="Arial Unicode MS" w:eastAsia="Arial Unicode MS" w:hAnsi="Arial Unicode MS"/>
    </w:rPr>
  </w:style>
  <w:style w:type="paragraph" w:styleId="ae">
    <w:name w:val="Body Text"/>
    <w:basedOn w:val="a0"/>
    <w:rsid w:val="003F08DB"/>
    <w:pPr>
      <w:spacing w:after="120"/>
    </w:pPr>
  </w:style>
  <w:style w:type="paragraph" w:styleId="23">
    <w:name w:val="Body Text 2"/>
    <w:basedOn w:val="a0"/>
    <w:rsid w:val="003F08DB"/>
    <w:pPr>
      <w:spacing w:after="120" w:line="480" w:lineRule="auto"/>
    </w:pPr>
  </w:style>
  <w:style w:type="paragraph" w:styleId="af">
    <w:name w:val="header"/>
    <w:basedOn w:val="a0"/>
    <w:link w:val="af0"/>
    <w:rsid w:val="003F08DB"/>
    <w:pPr>
      <w:tabs>
        <w:tab w:val="center" w:pos="4677"/>
        <w:tab w:val="right" w:pos="9355"/>
      </w:tabs>
    </w:pPr>
  </w:style>
  <w:style w:type="character" w:customStyle="1" w:styleId="ConsNonformat0">
    <w:name w:val="ConsNonformat Знак"/>
    <w:rsid w:val="003F08DB"/>
    <w:rPr>
      <w:rFonts w:ascii="Courier New" w:hAnsi="Courier New" w:cs="Courier New"/>
      <w:noProof w:val="0"/>
      <w:lang w:val="ru-RU" w:eastAsia="en-US" w:bidi="ar-SA"/>
    </w:rPr>
  </w:style>
  <w:style w:type="character" w:customStyle="1" w:styleId="12">
    <w:name w:val="Заголовок 1 Знак"/>
    <w:rsid w:val="003F08DB"/>
    <w:rPr>
      <w:b/>
      <w:bCs/>
      <w:noProof w:val="0"/>
      <w:sz w:val="24"/>
      <w:szCs w:val="24"/>
      <w:lang w:val="ru-RU" w:eastAsia="en-US" w:bidi="ar-SA"/>
    </w:rPr>
  </w:style>
  <w:style w:type="character" w:customStyle="1" w:styleId="24">
    <w:name w:val="Заголовок 2 Знак"/>
    <w:rsid w:val="003F08DB"/>
    <w:rPr>
      <w:rFonts w:ascii="Arial" w:hAnsi="Arial" w:cs="Arial"/>
      <w:b/>
      <w:bCs/>
      <w:noProof w:val="0"/>
      <w:sz w:val="22"/>
      <w:szCs w:val="22"/>
      <w:lang w:val="ru-RU" w:eastAsia="ru-RU" w:bidi="ar-SA"/>
    </w:rPr>
  </w:style>
  <w:style w:type="paragraph" w:styleId="33">
    <w:name w:val="Body Text 3"/>
    <w:basedOn w:val="a0"/>
    <w:rsid w:val="003F08DB"/>
    <w:pPr>
      <w:spacing w:after="120"/>
    </w:pPr>
    <w:rPr>
      <w:sz w:val="16"/>
      <w:szCs w:val="16"/>
    </w:rPr>
  </w:style>
  <w:style w:type="paragraph" w:styleId="a">
    <w:name w:val="List"/>
    <w:basedOn w:val="a0"/>
    <w:rsid w:val="003F08DB"/>
    <w:pPr>
      <w:numPr>
        <w:numId w:val="6"/>
      </w:numPr>
      <w:spacing w:before="40" w:after="40"/>
    </w:pPr>
    <w:rPr>
      <w:szCs w:val="20"/>
    </w:rPr>
  </w:style>
  <w:style w:type="paragraph" w:customStyle="1" w:styleId="af1">
    <w:name w:val="Заголовок_ТАБ"/>
    <w:basedOn w:val="a0"/>
    <w:autoRedefine/>
    <w:rsid w:val="003F08DB"/>
    <w:pPr>
      <w:keepNext/>
      <w:spacing w:after="120"/>
      <w:jc w:val="center"/>
    </w:pPr>
    <w:rPr>
      <w:b/>
      <w:sz w:val="20"/>
      <w:szCs w:val="20"/>
    </w:rPr>
  </w:style>
  <w:style w:type="character" w:styleId="af2">
    <w:name w:val="Strong"/>
    <w:qFormat/>
    <w:rsid w:val="003F08DB"/>
    <w:rPr>
      <w:b/>
      <w:bCs/>
    </w:rPr>
  </w:style>
  <w:style w:type="character" w:styleId="af3">
    <w:name w:val="Emphasis"/>
    <w:qFormat/>
    <w:rsid w:val="003F08DB"/>
    <w:rPr>
      <w:i/>
      <w:iCs/>
    </w:rPr>
  </w:style>
  <w:style w:type="paragraph" w:customStyle="1" w:styleId="af4">
    <w:name w:val="Заголовок_РИС"/>
    <w:basedOn w:val="a0"/>
    <w:autoRedefine/>
    <w:rsid w:val="003F08DB"/>
    <w:pPr>
      <w:spacing w:before="120" w:after="120"/>
      <w:jc w:val="center"/>
    </w:pPr>
    <w:rPr>
      <w:i/>
      <w:sz w:val="20"/>
      <w:szCs w:val="20"/>
    </w:rPr>
  </w:style>
  <w:style w:type="paragraph" w:customStyle="1" w:styleId="25">
    <w:name w:val="Список2"/>
    <w:basedOn w:val="a"/>
    <w:rsid w:val="003F08DB"/>
    <w:pPr>
      <w:tabs>
        <w:tab w:val="clear" w:pos="360"/>
        <w:tab w:val="left" w:pos="851"/>
      </w:tabs>
      <w:ind w:left="850" w:hanging="493"/>
    </w:pPr>
  </w:style>
  <w:style w:type="paragraph" w:customStyle="1" w:styleId="af5">
    <w:name w:val="Спис_заголовок"/>
    <w:basedOn w:val="a0"/>
    <w:next w:val="a"/>
    <w:rsid w:val="003F08DB"/>
    <w:pPr>
      <w:keepNext/>
      <w:keepLines/>
      <w:tabs>
        <w:tab w:val="left" w:pos="0"/>
      </w:tabs>
      <w:spacing w:before="60" w:after="60"/>
    </w:pPr>
    <w:rPr>
      <w:szCs w:val="20"/>
    </w:rPr>
  </w:style>
  <w:style w:type="paragraph" w:styleId="af6">
    <w:name w:val="caption"/>
    <w:basedOn w:val="a0"/>
    <w:next w:val="a0"/>
    <w:qFormat/>
    <w:rsid w:val="003F08DB"/>
    <w:pPr>
      <w:keepNext/>
      <w:suppressAutoHyphens/>
      <w:spacing w:before="120" w:after="120"/>
      <w:ind w:left="851" w:hanging="850"/>
    </w:pPr>
    <w:rPr>
      <w:rFonts w:ascii="Arial Narrow" w:hAnsi="Arial Narrow"/>
      <w:szCs w:val="20"/>
    </w:rPr>
  </w:style>
  <w:style w:type="paragraph" w:customStyle="1" w:styleId="11pt012">
    <w:name w:val="Стиль Основной текст с отступом + 11 pt Слева:  0 см Выступ:  12..."/>
    <w:basedOn w:val="a6"/>
    <w:rsid w:val="003F08DB"/>
    <w:pPr>
      <w:spacing w:before="60" w:after="60"/>
      <w:ind w:firstLine="0"/>
    </w:pPr>
    <w:rPr>
      <w:color w:val="auto"/>
      <w:sz w:val="22"/>
      <w:szCs w:val="20"/>
    </w:rPr>
  </w:style>
  <w:style w:type="paragraph" w:customStyle="1" w:styleId="af7">
    <w:name w:val="Список_без_б"/>
    <w:basedOn w:val="a0"/>
    <w:rsid w:val="003F08DB"/>
    <w:pPr>
      <w:spacing w:before="40" w:after="40"/>
      <w:ind w:left="357"/>
    </w:pPr>
    <w:rPr>
      <w:sz w:val="22"/>
      <w:szCs w:val="20"/>
    </w:rPr>
  </w:style>
  <w:style w:type="paragraph" w:customStyle="1" w:styleId="af8">
    <w:name w:val="Таблица"/>
    <w:basedOn w:val="a0"/>
    <w:rsid w:val="003F08DB"/>
    <w:pPr>
      <w:spacing w:before="20" w:after="20"/>
    </w:pPr>
    <w:rPr>
      <w:sz w:val="20"/>
      <w:szCs w:val="20"/>
    </w:rPr>
  </w:style>
  <w:style w:type="paragraph" w:customStyle="1" w:styleId="af9">
    <w:name w:val="Текст письма"/>
    <w:basedOn w:val="a0"/>
    <w:rsid w:val="003F08DB"/>
    <w:pPr>
      <w:spacing w:before="60" w:after="60"/>
    </w:pPr>
    <w:rPr>
      <w:sz w:val="22"/>
      <w:szCs w:val="20"/>
    </w:rPr>
  </w:style>
  <w:style w:type="paragraph" w:customStyle="1" w:styleId="3">
    <w:name w:val="Список3"/>
    <w:basedOn w:val="a0"/>
    <w:rsid w:val="003F08DB"/>
    <w:pPr>
      <w:numPr>
        <w:numId w:val="1"/>
      </w:numPr>
      <w:tabs>
        <w:tab w:val="left" w:pos="1208"/>
      </w:tabs>
      <w:spacing w:before="20" w:after="20"/>
    </w:pPr>
    <w:rPr>
      <w:sz w:val="22"/>
      <w:szCs w:val="20"/>
    </w:rPr>
  </w:style>
  <w:style w:type="paragraph" w:customStyle="1" w:styleId="1">
    <w:name w:val="Номер1"/>
    <w:basedOn w:val="a"/>
    <w:rsid w:val="003F08DB"/>
    <w:pPr>
      <w:numPr>
        <w:ilvl w:val="1"/>
        <w:numId w:val="8"/>
      </w:numPr>
      <w:tabs>
        <w:tab w:val="clear" w:pos="720"/>
        <w:tab w:val="num" w:pos="1620"/>
      </w:tabs>
      <w:ind w:left="1620" w:hanging="360"/>
    </w:pPr>
    <w:rPr>
      <w:sz w:val="22"/>
    </w:rPr>
  </w:style>
  <w:style w:type="paragraph" w:customStyle="1" w:styleId="2">
    <w:name w:val="Номер2"/>
    <w:basedOn w:val="25"/>
    <w:rsid w:val="003F08DB"/>
    <w:pPr>
      <w:numPr>
        <w:ilvl w:val="2"/>
        <w:numId w:val="8"/>
      </w:numPr>
      <w:tabs>
        <w:tab w:val="clear" w:pos="1077"/>
        <w:tab w:val="left" w:pos="964"/>
        <w:tab w:val="num" w:pos="2340"/>
      </w:tabs>
      <w:ind w:left="2340" w:hanging="180"/>
    </w:pPr>
    <w:rPr>
      <w:sz w:val="22"/>
    </w:rPr>
  </w:style>
  <w:style w:type="paragraph" w:styleId="afa">
    <w:name w:val="Title"/>
    <w:basedOn w:val="a0"/>
    <w:qFormat/>
    <w:rsid w:val="003F08DB"/>
    <w:pPr>
      <w:spacing w:after="240"/>
      <w:jc w:val="center"/>
    </w:pPr>
    <w:rPr>
      <w:b/>
      <w:bCs/>
      <w:sz w:val="28"/>
    </w:rPr>
  </w:style>
  <w:style w:type="paragraph" w:customStyle="1" w:styleId="ConsCell">
    <w:name w:val="ConsCell"/>
    <w:rsid w:val="003F08DB"/>
    <w:pPr>
      <w:widowControl w:val="0"/>
      <w:autoSpaceDE w:val="0"/>
      <w:autoSpaceDN w:val="0"/>
      <w:adjustRightInd w:val="0"/>
      <w:ind w:right="19772"/>
    </w:pPr>
    <w:rPr>
      <w:rFonts w:ascii="Arial" w:hAnsi="Arial" w:cs="Arial"/>
    </w:rPr>
  </w:style>
  <w:style w:type="character" w:styleId="afb">
    <w:name w:val="Hyperlink"/>
    <w:rsid w:val="00E65F5D"/>
    <w:rPr>
      <w:color w:val="0000FF"/>
      <w:u w:val="none"/>
    </w:rPr>
  </w:style>
  <w:style w:type="paragraph" w:customStyle="1" w:styleId="Heading">
    <w:name w:val="Heading"/>
    <w:rsid w:val="003F08DB"/>
    <w:pPr>
      <w:widowControl w:val="0"/>
      <w:autoSpaceDE w:val="0"/>
      <w:autoSpaceDN w:val="0"/>
      <w:adjustRightInd w:val="0"/>
    </w:pPr>
    <w:rPr>
      <w:rFonts w:ascii="Arial" w:hAnsi="Arial" w:cs="Arial"/>
      <w:b/>
      <w:bCs/>
      <w:sz w:val="22"/>
      <w:szCs w:val="22"/>
    </w:rPr>
  </w:style>
  <w:style w:type="paragraph" w:customStyle="1" w:styleId="Preformat">
    <w:name w:val="Preformat"/>
    <w:rsid w:val="003F08DB"/>
    <w:pPr>
      <w:widowControl w:val="0"/>
      <w:autoSpaceDE w:val="0"/>
      <w:autoSpaceDN w:val="0"/>
      <w:adjustRightInd w:val="0"/>
    </w:pPr>
    <w:rPr>
      <w:rFonts w:ascii="Courier New" w:hAnsi="Courier New" w:cs="Courier New"/>
    </w:rPr>
  </w:style>
  <w:style w:type="paragraph" w:styleId="afc">
    <w:name w:val="Subtitle"/>
    <w:basedOn w:val="a0"/>
    <w:qFormat/>
    <w:rsid w:val="003F08DB"/>
    <w:pPr>
      <w:jc w:val="center"/>
    </w:pPr>
    <w:rPr>
      <w:sz w:val="28"/>
    </w:rPr>
  </w:style>
  <w:style w:type="paragraph" w:customStyle="1" w:styleId="ConsPlusNormal">
    <w:name w:val="ConsPlusNormal"/>
    <w:rsid w:val="00432682"/>
    <w:pPr>
      <w:widowControl w:val="0"/>
      <w:autoSpaceDE w:val="0"/>
      <w:autoSpaceDN w:val="0"/>
      <w:adjustRightInd w:val="0"/>
      <w:ind w:firstLine="720"/>
    </w:pPr>
    <w:rPr>
      <w:rFonts w:ascii="Arial" w:hAnsi="Arial" w:cs="Arial"/>
    </w:rPr>
  </w:style>
  <w:style w:type="paragraph" w:customStyle="1" w:styleId="ConsPlusNonformat">
    <w:name w:val="ConsPlusNonformat"/>
    <w:rsid w:val="0053243D"/>
    <w:pPr>
      <w:widowControl w:val="0"/>
      <w:autoSpaceDE w:val="0"/>
      <w:autoSpaceDN w:val="0"/>
      <w:adjustRightInd w:val="0"/>
    </w:pPr>
    <w:rPr>
      <w:rFonts w:ascii="Courier New" w:hAnsi="Courier New" w:cs="Courier New"/>
    </w:rPr>
  </w:style>
  <w:style w:type="paragraph" w:customStyle="1" w:styleId="ConsPlusTitle">
    <w:name w:val="ConsPlusTitle"/>
    <w:rsid w:val="00E17684"/>
    <w:pPr>
      <w:widowControl w:val="0"/>
      <w:autoSpaceDE w:val="0"/>
      <w:autoSpaceDN w:val="0"/>
      <w:adjustRightInd w:val="0"/>
    </w:pPr>
    <w:rPr>
      <w:rFonts w:ascii="Arial" w:hAnsi="Arial" w:cs="Arial"/>
      <w:b/>
      <w:bCs/>
    </w:rPr>
  </w:style>
  <w:style w:type="paragraph" w:customStyle="1" w:styleId="afd">
    <w:name w:val="ЗАК_ПОСТ_РЕШ"/>
    <w:basedOn w:val="afc"/>
    <w:next w:val="a0"/>
    <w:rsid w:val="00AD7A1A"/>
    <w:pPr>
      <w:spacing w:before="360"/>
    </w:pPr>
    <w:rPr>
      <w:rFonts w:ascii="Impact" w:hAnsi="Impact"/>
      <w:spacing w:val="120"/>
      <w:sz w:val="48"/>
      <w:szCs w:val="20"/>
    </w:rPr>
  </w:style>
  <w:style w:type="paragraph" w:customStyle="1" w:styleId="Style1">
    <w:name w:val="Style1"/>
    <w:basedOn w:val="a0"/>
    <w:uiPriority w:val="99"/>
    <w:rsid w:val="000A4DB0"/>
    <w:pPr>
      <w:widowControl w:val="0"/>
      <w:autoSpaceDE w:val="0"/>
      <w:autoSpaceDN w:val="0"/>
      <w:adjustRightInd w:val="0"/>
      <w:spacing w:line="319" w:lineRule="exact"/>
      <w:ind w:firstLine="624"/>
    </w:pPr>
  </w:style>
  <w:style w:type="character" w:customStyle="1" w:styleId="FontStyle12">
    <w:name w:val="Font Style12"/>
    <w:uiPriority w:val="99"/>
    <w:rsid w:val="000A4DB0"/>
    <w:rPr>
      <w:rFonts w:ascii="Times New Roman" w:hAnsi="Times New Roman" w:cs="Times New Roman"/>
      <w:sz w:val="26"/>
      <w:szCs w:val="26"/>
    </w:rPr>
  </w:style>
  <w:style w:type="paragraph" w:customStyle="1" w:styleId="afe">
    <w:name w:val="Знак Знак Знак Знак Знак Знак Знак Знак Знак Знак"/>
    <w:basedOn w:val="a0"/>
    <w:rsid w:val="003E22B3"/>
    <w:pPr>
      <w:spacing w:after="160" w:line="240" w:lineRule="exact"/>
    </w:pPr>
    <w:rPr>
      <w:rFonts w:ascii="Verdana" w:hAnsi="Verdana"/>
    </w:rPr>
  </w:style>
  <w:style w:type="character" w:styleId="HTML0">
    <w:name w:val="HTML Variable"/>
    <w:aliases w:val="!Ссылки в документе"/>
    <w:rsid w:val="00E65F5D"/>
    <w:rPr>
      <w:rFonts w:ascii="Arial" w:hAnsi="Arial"/>
      <w:b w:val="0"/>
      <w:i w:val="0"/>
      <w:iCs/>
      <w:color w:val="0000FF"/>
      <w:sz w:val="24"/>
      <w:u w:val="none"/>
    </w:rPr>
  </w:style>
  <w:style w:type="paragraph" w:customStyle="1" w:styleId="Title">
    <w:name w:val="Title!Название НПА"/>
    <w:basedOn w:val="a0"/>
    <w:rsid w:val="00E65F5D"/>
    <w:pPr>
      <w:spacing w:before="240" w:after="60"/>
      <w:jc w:val="center"/>
      <w:outlineLvl w:val="0"/>
    </w:pPr>
    <w:rPr>
      <w:rFonts w:cs="Arial"/>
      <w:b/>
      <w:bCs/>
      <w:kern w:val="28"/>
      <w:sz w:val="32"/>
      <w:szCs w:val="32"/>
    </w:rPr>
  </w:style>
  <w:style w:type="paragraph" w:customStyle="1" w:styleId="aff">
    <w:name w:val="Знак"/>
    <w:basedOn w:val="a0"/>
    <w:rsid w:val="009F6749"/>
    <w:pPr>
      <w:spacing w:after="160" w:line="240" w:lineRule="exact"/>
      <w:ind w:firstLine="0"/>
      <w:jc w:val="left"/>
    </w:pPr>
    <w:rPr>
      <w:rFonts w:ascii="Verdana" w:hAnsi="Verdana"/>
      <w:lang w:val="en-US" w:eastAsia="en-US"/>
    </w:rPr>
  </w:style>
  <w:style w:type="table" w:styleId="aff0">
    <w:name w:val="Table Grid"/>
    <w:basedOn w:val="a2"/>
    <w:rsid w:val="009A22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rsid w:val="00960559"/>
  </w:style>
  <w:style w:type="character" w:customStyle="1" w:styleId="apple-converted-space">
    <w:name w:val="apple-converted-space"/>
    <w:rsid w:val="00960559"/>
  </w:style>
  <w:style w:type="character" w:customStyle="1" w:styleId="af0">
    <w:name w:val="Верхний колонтитул Знак"/>
    <w:link w:val="af"/>
    <w:rsid w:val="00B66D24"/>
    <w:rPr>
      <w:rFonts w:ascii="Arial" w:hAnsi="Arial"/>
      <w:sz w:val="24"/>
      <w:szCs w:val="24"/>
    </w:rPr>
  </w:style>
  <w:style w:type="paragraph" w:customStyle="1" w:styleId="Application">
    <w:name w:val="Application!Приложение"/>
    <w:rsid w:val="00E65F5D"/>
    <w:pPr>
      <w:spacing w:before="120" w:after="120"/>
      <w:jc w:val="right"/>
    </w:pPr>
    <w:rPr>
      <w:rFonts w:ascii="Arial" w:hAnsi="Arial" w:cs="Arial"/>
      <w:b/>
      <w:bCs/>
      <w:kern w:val="28"/>
      <w:sz w:val="32"/>
      <w:szCs w:val="32"/>
    </w:rPr>
  </w:style>
  <w:style w:type="paragraph" w:customStyle="1" w:styleId="Table">
    <w:name w:val="Table!Таблица"/>
    <w:rsid w:val="00E65F5D"/>
    <w:rPr>
      <w:rFonts w:ascii="Arial" w:hAnsi="Arial" w:cs="Arial"/>
      <w:bCs/>
      <w:kern w:val="28"/>
      <w:sz w:val="24"/>
      <w:szCs w:val="32"/>
    </w:rPr>
  </w:style>
  <w:style w:type="paragraph" w:customStyle="1" w:styleId="Table0">
    <w:name w:val="Table!"/>
    <w:next w:val="Table"/>
    <w:rsid w:val="00E65F5D"/>
    <w:pPr>
      <w:jc w:val="center"/>
    </w:pPr>
    <w:rPr>
      <w:rFonts w:ascii="Arial" w:hAnsi="Arial" w:cs="Arial"/>
      <w:b/>
      <w:bCs/>
      <w:kern w:val="28"/>
      <w:sz w:val="24"/>
      <w:szCs w:val="32"/>
    </w:rPr>
  </w:style>
  <w:style w:type="paragraph" w:customStyle="1" w:styleId="aff1">
    <w:name w:val="Знак Знак Знак"/>
    <w:basedOn w:val="a0"/>
    <w:rsid w:val="00700819"/>
    <w:pPr>
      <w:spacing w:after="160" w:line="240" w:lineRule="exact"/>
      <w:ind w:firstLine="0"/>
      <w:jc w:val="lef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94374">
      <w:bodyDiv w:val="1"/>
      <w:marLeft w:val="0"/>
      <w:marRight w:val="0"/>
      <w:marTop w:val="0"/>
      <w:marBottom w:val="0"/>
      <w:divBdr>
        <w:top w:val="none" w:sz="0" w:space="0" w:color="auto"/>
        <w:left w:val="none" w:sz="0" w:space="0" w:color="auto"/>
        <w:bottom w:val="none" w:sz="0" w:space="0" w:color="auto"/>
        <w:right w:val="none" w:sz="0" w:space="0" w:color="auto"/>
      </w:divBdr>
    </w:div>
    <w:div w:id="176116010">
      <w:bodyDiv w:val="1"/>
      <w:marLeft w:val="0"/>
      <w:marRight w:val="0"/>
      <w:marTop w:val="0"/>
      <w:marBottom w:val="0"/>
      <w:divBdr>
        <w:top w:val="none" w:sz="0" w:space="0" w:color="auto"/>
        <w:left w:val="none" w:sz="0" w:space="0" w:color="auto"/>
        <w:bottom w:val="none" w:sz="0" w:space="0" w:color="auto"/>
        <w:right w:val="none" w:sz="0" w:space="0" w:color="auto"/>
      </w:divBdr>
    </w:div>
    <w:div w:id="221796569">
      <w:bodyDiv w:val="1"/>
      <w:marLeft w:val="0"/>
      <w:marRight w:val="0"/>
      <w:marTop w:val="0"/>
      <w:marBottom w:val="0"/>
      <w:divBdr>
        <w:top w:val="none" w:sz="0" w:space="0" w:color="auto"/>
        <w:left w:val="none" w:sz="0" w:space="0" w:color="auto"/>
        <w:bottom w:val="none" w:sz="0" w:space="0" w:color="auto"/>
        <w:right w:val="none" w:sz="0" w:space="0" w:color="auto"/>
      </w:divBdr>
    </w:div>
    <w:div w:id="282536279">
      <w:bodyDiv w:val="1"/>
      <w:marLeft w:val="0"/>
      <w:marRight w:val="0"/>
      <w:marTop w:val="0"/>
      <w:marBottom w:val="0"/>
      <w:divBdr>
        <w:top w:val="none" w:sz="0" w:space="0" w:color="auto"/>
        <w:left w:val="none" w:sz="0" w:space="0" w:color="auto"/>
        <w:bottom w:val="none" w:sz="0" w:space="0" w:color="auto"/>
        <w:right w:val="none" w:sz="0" w:space="0" w:color="auto"/>
      </w:divBdr>
    </w:div>
    <w:div w:id="328220833">
      <w:bodyDiv w:val="1"/>
      <w:marLeft w:val="0"/>
      <w:marRight w:val="0"/>
      <w:marTop w:val="0"/>
      <w:marBottom w:val="0"/>
      <w:divBdr>
        <w:top w:val="none" w:sz="0" w:space="0" w:color="auto"/>
        <w:left w:val="none" w:sz="0" w:space="0" w:color="auto"/>
        <w:bottom w:val="none" w:sz="0" w:space="0" w:color="auto"/>
        <w:right w:val="none" w:sz="0" w:space="0" w:color="auto"/>
      </w:divBdr>
    </w:div>
    <w:div w:id="337270257">
      <w:bodyDiv w:val="1"/>
      <w:marLeft w:val="0"/>
      <w:marRight w:val="0"/>
      <w:marTop w:val="0"/>
      <w:marBottom w:val="0"/>
      <w:divBdr>
        <w:top w:val="none" w:sz="0" w:space="0" w:color="auto"/>
        <w:left w:val="none" w:sz="0" w:space="0" w:color="auto"/>
        <w:bottom w:val="none" w:sz="0" w:space="0" w:color="auto"/>
        <w:right w:val="none" w:sz="0" w:space="0" w:color="auto"/>
      </w:divBdr>
    </w:div>
    <w:div w:id="350373767">
      <w:bodyDiv w:val="1"/>
      <w:marLeft w:val="0"/>
      <w:marRight w:val="0"/>
      <w:marTop w:val="0"/>
      <w:marBottom w:val="0"/>
      <w:divBdr>
        <w:top w:val="none" w:sz="0" w:space="0" w:color="auto"/>
        <w:left w:val="none" w:sz="0" w:space="0" w:color="auto"/>
        <w:bottom w:val="none" w:sz="0" w:space="0" w:color="auto"/>
        <w:right w:val="none" w:sz="0" w:space="0" w:color="auto"/>
      </w:divBdr>
    </w:div>
    <w:div w:id="411125142">
      <w:bodyDiv w:val="1"/>
      <w:marLeft w:val="0"/>
      <w:marRight w:val="0"/>
      <w:marTop w:val="0"/>
      <w:marBottom w:val="0"/>
      <w:divBdr>
        <w:top w:val="none" w:sz="0" w:space="0" w:color="auto"/>
        <w:left w:val="none" w:sz="0" w:space="0" w:color="auto"/>
        <w:bottom w:val="none" w:sz="0" w:space="0" w:color="auto"/>
        <w:right w:val="none" w:sz="0" w:space="0" w:color="auto"/>
      </w:divBdr>
    </w:div>
    <w:div w:id="834537733">
      <w:bodyDiv w:val="1"/>
      <w:marLeft w:val="0"/>
      <w:marRight w:val="0"/>
      <w:marTop w:val="0"/>
      <w:marBottom w:val="0"/>
      <w:divBdr>
        <w:top w:val="none" w:sz="0" w:space="0" w:color="auto"/>
        <w:left w:val="none" w:sz="0" w:space="0" w:color="auto"/>
        <w:bottom w:val="none" w:sz="0" w:space="0" w:color="auto"/>
        <w:right w:val="none" w:sz="0" w:space="0" w:color="auto"/>
      </w:divBdr>
    </w:div>
    <w:div w:id="874542904">
      <w:bodyDiv w:val="1"/>
      <w:marLeft w:val="0"/>
      <w:marRight w:val="0"/>
      <w:marTop w:val="0"/>
      <w:marBottom w:val="0"/>
      <w:divBdr>
        <w:top w:val="none" w:sz="0" w:space="0" w:color="auto"/>
        <w:left w:val="none" w:sz="0" w:space="0" w:color="auto"/>
        <w:bottom w:val="none" w:sz="0" w:space="0" w:color="auto"/>
        <w:right w:val="none" w:sz="0" w:space="0" w:color="auto"/>
      </w:divBdr>
    </w:div>
    <w:div w:id="1309356740">
      <w:bodyDiv w:val="1"/>
      <w:marLeft w:val="0"/>
      <w:marRight w:val="0"/>
      <w:marTop w:val="0"/>
      <w:marBottom w:val="0"/>
      <w:divBdr>
        <w:top w:val="none" w:sz="0" w:space="0" w:color="auto"/>
        <w:left w:val="none" w:sz="0" w:space="0" w:color="auto"/>
        <w:bottom w:val="none" w:sz="0" w:space="0" w:color="auto"/>
        <w:right w:val="none" w:sz="0" w:space="0" w:color="auto"/>
      </w:divBdr>
    </w:div>
    <w:div w:id="1345280883">
      <w:bodyDiv w:val="1"/>
      <w:marLeft w:val="0"/>
      <w:marRight w:val="0"/>
      <w:marTop w:val="0"/>
      <w:marBottom w:val="0"/>
      <w:divBdr>
        <w:top w:val="none" w:sz="0" w:space="0" w:color="auto"/>
        <w:left w:val="none" w:sz="0" w:space="0" w:color="auto"/>
        <w:bottom w:val="none" w:sz="0" w:space="0" w:color="auto"/>
        <w:right w:val="none" w:sz="0" w:space="0" w:color="auto"/>
      </w:divBdr>
    </w:div>
    <w:div w:id="1856193105">
      <w:bodyDiv w:val="1"/>
      <w:marLeft w:val="0"/>
      <w:marRight w:val="0"/>
      <w:marTop w:val="0"/>
      <w:marBottom w:val="0"/>
      <w:divBdr>
        <w:top w:val="none" w:sz="0" w:space="0" w:color="auto"/>
        <w:left w:val="none" w:sz="0" w:space="0" w:color="auto"/>
        <w:bottom w:val="none" w:sz="0" w:space="0" w:color="auto"/>
        <w:right w:val="none" w:sz="0" w:space="0" w:color="auto"/>
      </w:divBdr>
    </w:div>
    <w:div w:id="2006394886">
      <w:bodyDiv w:val="1"/>
      <w:marLeft w:val="0"/>
      <w:marRight w:val="0"/>
      <w:marTop w:val="0"/>
      <w:marBottom w:val="0"/>
      <w:divBdr>
        <w:top w:val="none" w:sz="0" w:space="0" w:color="auto"/>
        <w:left w:val="none" w:sz="0" w:space="0" w:color="auto"/>
        <w:bottom w:val="none" w:sz="0" w:space="0" w:color="auto"/>
        <w:right w:val="none" w:sz="0" w:space="0" w:color="auto"/>
      </w:divBdr>
    </w:div>
    <w:div w:id="212522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65655-6856-4165-A9A2-3EB47250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109</TotalTime>
  <Pages>4</Pages>
  <Words>1523</Words>
  <Characters>8687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ВОЛОГОДСКАЯ ГОРОДСКАЯ ДУМА</vt:lpstr>
    </vt:vector>
  </TitlesOfParts>
  <Company>FER</Company>
  <LinksUpToDate>false</LinksUpToDate>
  <CharactersWithSpaces>10190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ВОЛОГОДСКАЯ ГОРОДСКАЯ ДУМА</dc:title>
  <dc:subject>Нормативно-правовые акты МО</dc:subject>
  <dc:creator>Паринова Евгения Сергеевна</dc:creator>
  <cp:keywords/>
  <cp:lastModifiedBy>User</cp:lastModifiedBy>
  <cp:revision>8</cp:revision>
  <cp:lastPrinted>2016-07-07T14:23:00Z</cp:lastPrinted>
  <dcterms:created xsi:type="dcterms:W3CDTF">2023-03-13T10:59:00Z</dcterms:created>
  <dcterms:modified xsi:type="dcterms:W3CDTF">2023-04-20T13:10:00Z</dcterms:modified>
</cp:coreProperties>
</file>